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58259" w14:textId="06D8A388" w:rsidR="00660275" w:rsidRPr="006453D9" w:rsidRDefault="00D03908" w:rsidP="00077D60">
      <w:pPr>
        <w:pStyle w:val="MDPI11articletype"/>
      </w:pPr>
      <w:bookmarkStart w:id="0" w:name="_GoBack"/>
      <w:bookmarkEnd w:id="0"/>
      <w:r>
        <w:t>Supporting Information</w:t>
      </w:r>
    </w:p>
    <w:p w14:paraId="212663F4" w14:textId="546D7460" w:rsidR="00660275" w:rsidRPr="003B1AF1" w:rsidRDefault="00660275" w:rsidP="00077D60">
      <w:pPr>
        <w:pStyle w:val="MDPI12title"/>
      </w:pPr>
      <w:r w:rsidRPr="00BC148C">
        <w:t xml:space="preserve">Water resistant surface modification of hydrophobic polymers with water soluble </w:t>
      </w:r>
      <w:r w:rsidR="006315DC">
        <w:t>surfactant</w:t>
      </w:r>
      <w:r w:rsidRPr="00BC148C">
        <w:t xml:space="preserve"> additives</w:t>
      </w:r>
    </w:p>
    <w:p w14:paraId="17D46AAD" w14:textId="3B279C9A" w:rsidR="00660275" w:rsidRDefault="00660275" w:rsidP="6CF7080C">
      <w:pPr>
        <w:pStyle w:val="MDPI13authornames"/>
        <w:rPr>
          <w:vertAlign w:val="superscript"/>
        </w:rPr>
      </w:pPr>
      <w:r>
        <w:t xml:space="preserve">Colin P. Gibson </w:t>
      </w:r>
      <w:r w:rsidRPr="6CF7080C">
        <w:rPr>
          <w:vertAlign w:val="superscript"/>
        </w:rPr>
        <w:t>1</w:t>
      </w:r>
      <w:r>
        <w:t xml:space="preserve">, </w:t>
      </w:r>
      <w:r w:rsidR="005467FB">
        <w:t xml:space="preserve">Matthew A. Litwinowicz </w:t>
      </w:r>
      <w:r w:rsidR="005467FB" w:rsidRPr="6CF7080C">
        <w:rPr>
          <w:vertAlign w:val="superscript"/>
        </w:rPr>
        <w:t>1</w:t>
      </w:r>
      <w:r w:rsidR="005467FB">
        <w:t>, R</w:t>
      </w:r>
      <w:r>
        <w:t xml:space="preserve">ebecca J. L. Welbourn </w:t>
      </w:r>
      <w:r w:rsidRPr="6CF7080C">
        <w:rPr>
          <w:vertAlign w:val="superscript"/>
        </w:rPr>
        <w:t>2</w:t>
      </w:r>
      <w:r>
        <w:t xml:space="preserve">, Maximilian W. A. Skoda </w:t>
      </w:r>
      <w:r w:rsidRPr="6CF7080C">
        <w:rPr>
          <w:vertAlign w:val="superscript"/>
        </w:rPr>
        <w:t>2</w:t>
      </w:r>
      <w:r>
        <w:t xml:space="preserve">, </w:t>
      </w:r>
      <w:r w:rsidR="71540A2A">
        <w:t>Jan Claussen</w:t>
      </w:r>
      <w:r w:rsidR="71540A2A" w:rsidRPr="005467FB">
        <w:rPr>
          <w:vertAlign w:val="superscript"/>
        </w:rPr>
        <w:t>3</w:t>
      </w:r>
      <w:r w:rsidR="71540A2A">
        <w:t xml:space="preserve"> </w:t>
      </w:r>
      <w:r>
        <w:t xml:space="preserve">and Richard L. Thompson </w:t>
      </w:r>
      <w:r w:rsidRPr="6CF7080C">
        <w:rPr>
          <w:vertAlign w:val="superscript"/>
        </w:rPr>
        <w:t>1,*</w:t>
      </w:r>
    </w:p>
    <w:p w14:paraId="09D42AC5" w14:textId="660C8C33" w:rsidR="005F46FE" w:rsidRDefault="005F46FE" w:rsidP="005F46FE">
      <w:pPr>
        <w:pStyle w:val="MDPI31text"/>
        <w:ind w:left="142"/>
        <w:jc w:val="center"/>
      </w:pPr>
    </w:p>
    <w:p w14:paraId="2B796CBC" w14:textId="77777777" w:rsidR="005F46FE" w:rsidRDefault="005F46FE" w:rsidP="005F46FE">
      <w:pPr>
        <w:pStyle w:val="MDPI31text"/>
        <w:ind w:left="142"/>
        <w:rPr>
          <w:lang w:val="en-GB"/>
        </w:rPr>
      </w:pPr>
    </w:p>
    <w:p w14:paraId="44D2C6F7" w14:textId="77777777" w:rsidR="00C357CA" w:rsidRDefault="00C357CA" w:rsidP="00D03908">
      <w:pPr>
        <w:pStyle w:val="MDPI31text"/>
        <w:ind w:left="142"/>
        <w:rPr>
          <w:lang w:val="en-GB"/>
        </w:rPr>
      </w:pPr>
      <w:r>
        <w:rPr>
          <w:noProof/>
          <w:lang w:val="en-GB" w:eastAsia="en-GB" w:bidi="ar-SA"/>
        </w:rPr>
        <w:drawing>
          <wp:inline distT="0" distB="0" distL="0" distR="0" wp14:anchorId="665C8638" wp14:editId="0696012B">
            <wp:extent cx="4657725" cy="3626021"/>
            <wp:effectExtent l="0" t="0" r="0" b="0"/>
            <wp:docPr id="22" name="Picture 2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57725" cy="3626021"/>
                    </a:xfrm>
                    <a:prstGeom prst="rect">
                      <a:avLst/>
                    </a:prstGeom>
                  </pic:spPr>
                </pic:pic>
              </a:graphicData>
            </a:graphic>
          </wp:inline>
        </w:drawing>
      </w:r>
    </w:p>
    <w:p w14:paraId="6527C785" w14:textId="77777777" w:rsidR="00C357CA" w:rsidRDefault="00C357CA" w:rsidP="00D03908">
      <w:pPr>
        <w:pStyle w:val="MDPI31text"/>
        <w:ind w:left="142"/>
        <w:rPr>
          <w:lang w:val="en-GB"/>
        </w:rPr>
      </w:pPr>
    </w:p>
    <w:p w14:paraId="421E38B2" w14:textId="5E07094D" w:rsidR="00C357CA" w:rsidRPr="00C357CA" w:rsidRDefault="00C357CA" w:rsidP="00D03908">
      <w:pPr>
        <w:pStyle w:val="MDPI62BackMatter"/>
        <w:ind w:left="142"/>
      </w:pPr>
      <w:r w:rsidRPr="1582AB6B">
        <w:rPr>
          <w:b/>
          <w:bCs/>
        </w:rPr>
        <w:t>Figure S</w:t>
      </w:r>
      <w:r w:rsidRPr="1582AB6B">
        <w:rPr>
          <w:b/>
          <w:bCs/>
        </w:rPr>
        <w:fldChar w:fldCharType="begin"/>
      </w:r>
      <w:r w:rsidRPr="00C357CA">
        <w:rPr>
          <w:b/>
        </w:rPr>
        <w:instrText xml:space="preserve"> SEQ Figure_S \* ARABIC </w:instrText>
      </w:r>
      <w:r w:rsidRPr="1582AB6B">
        <w:rPr>
          <w:b/>
          <w:bCs/>
        </w:rPr>
        <w:fldChar w:fldCharType="end"/>
      </w:r>
      <w:r w:rsidRPr="00C357CA">
        <w:t>. DSC Thermogram of cis-PI heated at 10 °C per min. The peak with a maximum at 24.38 °C shows the melting transition of the cis-PI.</w:t>
      </w:r>
    </w:p>
    <w:p w14:paraId="1C71D66A" w14:textId="77777777" w:rsidR="00C357CA" w:rsidRPr="007F131D" w:rsidRDefault="00C357CA" w:rsidP="00D03908">
      <w:pPr>
        <w:pStyle w:val="MDPI31text"/>
        <w:ind w:left="142"/>
        <w:rPr>
          <w:lang w:val="en-GB"/>
        </w:rPr>
      </w:pPr>
    </w:p>
    <w:p w14:paraId="563B5A80" w14:textId="31893C37" w:rsidR="00C357CA" w:rsidRPr="007F131D" w:rsidRDefault="00C357CA" w:rsidP="00D03908">
      <w:pPr>
        <w:pStyle w:val="MDPI31text"/>
        <w:ind w:left="142"/>
        <w:rPr>
          <w:lang w:val="en-GB"/>
        </w:rPr>
      </w:pPr>
      <w:r w:rsidRPr="007F131D">
        <w:rPr>
          <w:noProof/>
          <w:color w:val="2B579A"/>
          <w:shd w:val="clear" w:color="auto" w:fill="E6E6E6"/>
          <w:lang w:val="en-GB" w:eastAsia="en-GB" w:bidi="ar-SA"/>
        </w:rPr>
        <w:lastRenderedPageBreak/>
        <mc:AlternateContent>
          <mc:Choice Requires="wpg">
            <w:drawing>
              <wp:inline distT="0" distB="0" distL="0" distR="0" wp14:anchorId="43B77489" wp14:editId="67683188">
                <wp:extent cx="5868444" cy="3569917"/>
                <wp:effectExtent l="0" t="0" r="0" b="0"/>
                <wp:docPr id="39" name="Group 39"/>
                <wp:cNvGraphicFramePr/>
                <a:graphic xmlns:a="http://schemas.openxmlformats.org/drawingml/2006/main">
                  <a:graphicData uri="http://schemas.microsoft.com/office/word/2010/wordprocessingGroup">
                    <wpg:wgp>
                      <wpg:cNvGrpSpPr/>
                      <wpg:grpSpPr>
                        <a:xfrm>
                          <a:off x="0" y="0"/>
                          <a:ext cx="5868444" cy="3569917"/>
                          <a:chOff x="0" y="0"/>
                          <a:chExt cx="5379720" cy="2953385"/>
                        </a:xfrm>
                      </wpg:grpSpPr>
                      <pic:pic xmlns:pic="http://schemas.openxmlformats.org/drawingml/2006/picture">
                        <pic:nvPicPr>
                          <pic:cNvPr id="30" name="Picture 3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79720" cy="2565400"/>
                          </a:xfrm>
                          <a:prstGeom prst="rect">
                            <a:avLst/>
                          </a:prstGeom>
                        </pic:spPr>
                      </pic:pic>
                      <wps:wsp>
                        <wps:cNvPr id="33" name="Text Box 33"/>
                        <wps:cNvSpPr txBox="1"/>
                        <wps:spPr>
                          <a:xfrm>
                            <a:off x="0" y="2619375"/>
                            <a:ext cx="5379720" cy="334010"/>
                          </a:xfrm>
                          <a:prstGeom prst="rect">
                            <a:avLst/>
                          </a:prstGeom>
                          <a:solidFill>
                            <a:prstClr val="white"/>
                          </a:solidFill>
                          <a:ln>
                            <a:noFill/>
                          </a:ln>
                        </wps:spPr>
                        <wps:txbx>
                          <w:txbxContent>
                            <w:p w14:paraId="2F4352F8" w14:textId="77777777" w:rsidR="0016350C" w:rsidRPr="006A65D1" w:rsidRDefault="0016350C" w:rsidP="00C357CA">
                              <w:pPr>
                                <w:pStyle w:val="Caption"/>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inline>
            </w:drawing>
          </mc:Choice>
          <mc:Fallback>
            <w:pict>
              <v:group w14:anchorId="43B77489" id="Group 39" o:spid="_x0000_s1026" style="width:462.1pt;height:281.1pt;mso-position-horizontal-relative:char;mso-position-vertical-relative:line" coordsize="53797,295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7" type="#_x0000_t75" style="position:absolute;width:53797;height:256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">
                  <v:imagedata r:id="rId13" o:title=""/>
                  <v:path arrowok="t"/>
                </v:shape>
                <v:shapetype id="_x0000_t202" coordsize="21600,21600" o:spt="202" path="m,l,21600r21600,l21600,xe">
                  <v:stroke joinstyle="miter"/>
                  <v:path gradientshapeok="t" o:connecttype="rect"/>
                </v:shapetype>
                <v:shape id="Text Box 33" o:spid="_x0000_s1028" type="#_x0000_t202" style="position:absolute;top:26193;width:53797;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" stroked="f">
                  <v:textbox inset="0,0,0,0">
                    <w:txbxContent>
                      <w:p w14:paraId="2F4352F8" w14:textId="77777777" w:rsidR="0016350C" w:rsidRPr="006A65D1" w:rsidRDefault="0016350C" w:rsidP="00C357CA">
                        <w:pPr>
                          <w:pStyle w:val="Caption"/>
                        </w:pPr>
                      </w:p>
                    </w:txbxContent>
                  </v:textbox>
                </v:shape>
                <w10:anchorlock/>
              </v:group>
            </w:pict>
          </mc:Fallback>
        </mc:AlternateContent>
      </w:r>
    </w:p>
    <w:p w14:paraId="3AD4EAA7" w14:textId="4EFCCA01" w:rsidR="00456D1A" w:rsidRDefault="00C357CA" w:rsidP="00456D1A">
      <w:pPr>
        <w:pStyle w:val="MDPI62BackMatter"/>
        <w:ind w:left="0"/>
        <w:rPr>
          <w:noProof/>
          <w:lang w:val="en-GB" w:eastAsia="en-GB" w:bidi="ar-SA"/>
        </w:rPr>
      </w:pPr>
      <w:bookmarkStart w:id="1" w:name="_Ref66705840"/>
      <w:r w:rsidRPr="134E2BB6">
        <w:rPr>
          <w:b/>
          <w:bCs/>
        </w:rPr>
        <w:t>Figure S</w:t>
      </w:r>
      <w:r w:rsidRPr="134E2BB6">
        <w:rPr>
          <w:b/>
          <w:bCs/>
        </w:rPr>
        <w:fldChar w:fldCharType="begin"/>
      </w:r>
      <w:r w:rsidRPr="134E2BB6">
        <w:rPr>
          <w:b/>
          <w:bCs/>
        </w:rPr>
        <w:instrText xml:space="preserve"> SEQ Figure_S \* ARABIC </w:instrText>
      </w:r>
      <w:r w:rsidRPr="134E2BB6">
        <w:rPr>
          <w:b/>
          <w:bCs/>
        </w:rPr>
        <w:fldChar w:fldCharType="end"/>
      </w:r>
      <w:r>
        <w:t>. Raw DSC data of cis-PI, showing the glass transition at -65.08 °C, calculated from the extrapolated half C</w:t>
      </w:r>
      <w:r w:rsidRPr="134E2BB6">
        <w:rPr>
          <w:vertAlign w:val="subscript"/>
        </w:rPr>
        <w:t>p</w:t>
      </w:r>
      <w:r>
        <w:t xml:space="preserve"> point.</w:t>
      </w:r>
      <w:bookmarkEnd w:id="1"/>
      <w:r w:rsidR="00456D1A" w:rsidRPr="134E2BB6">
        <w:rPr>
          <w:noProof/>
          <w:lang w:val="en-GB" w:eastAsia="en-GB" w:bidi="ar-SA"/>
        </w:rPr>
        <w:t xml:space="preserve"> </w:t>
      </w:r>
    </w:p>
    <w:p w14:paraId="4A82D7F2" w14:textId="77777777" w:rsidR="00456D1A" w:rsidRDefault="00456D1A" w:rsidP="134E2BB6">
      <w:pPr>
        <w:pStyle w:val="MDPI31text"/>
        <w:ind w:left="142"/>
        <w:jc w:val="center"/>
        <w:rPr>
          <w:lang w:val="en-GB"/>
        </w:rPr>
      </w:pPr>
      <w:r>
        <w:rPr>
          <w:noProof/>
          <w:lang w:val="en-GB" w:eastAsia="en-GB" w:bidi="ar-SA"/>
        </w:rPr>
        <mc:AlternateContent>
          <mc:Choice Requires="wpg">
            <w:drawing>
              <wp:inline distT="0" distB="0" distL="0" distR="0" wp14:anchorId="78EC07A9" wp14:editId="65F0CD0E">
                <wp:extent cx="2755265" cy="2783205"/>
                <wp:effectExtent l="0" t="0" r="6985" b="0"/>
                <wp:docPr id="1094418030" name="Group 59"/>
                <wp:cNvGraphicFramePr/>
                <a:graphic xmlns:a="http://schemas.openxmlformats.org/drawingml/2006/main">
                  <a:graphicData uri="http://schemas.microsoft.com/office/word/2010/wordprocessingGroup">
                    <wpg:wgp>
                      <wpg:cNvGrpSpPr/>
                      <wpg:grpSpPr>
                        <a:xfrm>
                          <a:off x="0" y="0"/>
                          <a:ext cx="2755265" cy="2783205"/>
                          <a:chOff x="0" y="0"/>
                          <a:chExt cx="2755265" cy="2783205"/>
                        </a:xfrm>
                      </wpg:grpSpPr>
                      <pic:pic xmlns:pic="http://schemas.openxmlformats.org/drawingml/2006/picture">
                        <pic:nvPicPr>
                          <pic:cNvPr id="12" name="Picture 12" descr="Chart, histogram&#10;&#10;Description automatically generated"/>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114300" y="142875"/>
                            <a:ext cx="2640965" cy="2640330"/>
                          </a:xfrm>
                          <a:prstGeom prst="rect">
                            <a:avLst/>
                          </a:prstGeom>
                        </pic:spPr>
                      </pic:pic>
                      <wps:wsp>
                        <wps:cNvPr id="57" name="Text Box 2"/>
                        <wps:cNvSpPr txBox="1">
                          <a:spLocks noChangeArrowheads="1"/>
                        </wps:cNvSpPr>
                        <wps:spPr bwMode="auto">
                          <a:xfrm>
                            <a:off x="0" y="0"/>
                            <a:ext cx="419100" cy="307340"/>
                          </a:xfrm>
                          <a:prstGeom prst="rect">
                            <a:avLst/>
                          </a:prstGeom>
                          <a:noFill/>
                          <a:ln w="9525">
                            <a:noFill/>
                            <a:miter lim="800000"/>
                            <a:headEnd/>
                            <a:tailEnd/>
                          </a:ln>
                        </wps:spPr>
                        <wps:txbx>
                          <w:txbxContent>
                            <w:p w14:paraId="1087EC24" w14:textId="77777777" w:rsidR="005F46FE" w:rsidRDefault="005F46FE" w:rsidP="005F46FE">
                              <w:r>
                                <w:t>(a)</w:t>
                              </w:r>
                            </w:p>
                          </w:txbxContent>
                        </wps:txbx>
                        <wps:bodyPr rot="0" vert="horz" wrap="square" lIns="91440" tIns="45720" rIns="91440" bIns="45720" anchor="t" anchorCtr="0">
                          <a:spAutoFit/>
                        </wps:bodyPr>
                      </wps:wsp>
                      <wps:wsp>
                        <wps:cNvPr id="58" name="Text Box 2"/>
                        <wps:cNvSpPr txBox="1">
                          <a:spLocks noChangeArrowheads="1"/>
                        </wps:cNvSpPr>
                        <wps:spPr bwMode="auto">
                          <a:xfrm>
                            <a:off x="0" y="1247775"/>
                            <a:ext cx="419100" cy="307340"/>
                          </a:xfrm>
                          <a:prstGeom prst="rect">
                            <a:avLst/>
                          </a:prstGeom>
                          <a:noFill/>
                          <a:ln w="9525">
                            <a:noFill/>
                            <a:miter lim="800000"/>
                            <a:headEnd/>
                            <a:tailEnd/>
                          </a:ln>
                        </wps:spPr>
                        <wps:txbx>
                          <w:txbxContent>
                            <w:p w14:paraId="497ADF45" w14:textId="77777777" w:rsidR="005F46FE" w:rsidRDefault="005F46FE" w:rsidP="005F46FE">
                              <w:r>
                                <w:t>(b)</w:t>
                              </w:r>
                            </w:p>
                          </w:txbxContent>
                        </wps:txbx>
                        <wps:bodyPr rot="0" vert="horz" wrap="square" lIns="91440" tIns="45720" rIns="91440" bIns="45720" anchor="t" anchorCtr="0">
                          <a:spAutoFit/>
                        </wps:bodyPr>
                      </wps:wsp>
                    </wpg:wgp>
                  </a:graphicData>
                </a:graphic>
              </wp:inline>
            </w:drawing>
          </mc:Choice>
          <mc:Fallback>
            <w:pict>
              <v:group w14:anchorId="78EC07A9" id="Group 59" o:spid="_x0000_s1029" style="width:216.95pt;height:219.15pt;mso-position-horizontal-relative:char;mso-position-vertical-relative:line" coordsize="27552,278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">
                <v:shape id="Picture 12" o:spid="_x0000_s1030" type="#_x0000_t75" alt="Chart, histogram&#10;&#10;Description automatically generated" style="position:absolute;left:1143;top:1428;width:26409;height:26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">
                  <v:imagedata r:id="rId15" o:title="Chart, histogram&#10;&#10;Description automatically generated"/>
                  <v:path arrowok="t"/>
                </v:shape>
                <v:shape id="Text Box 2" o:spid="_x0000_s1031" type="#_x0000_t202" style="position:absolute;width:4191;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" filled="f" stroked="f">
                  <v:textbox style="mso-fit-shape-to-text:t">
                    <w:txbxContent>
                      <w:p w14:paraId="1087EC24" w14:textId="77777777" w:rsidR="005F46FE" w:rsidRDefault="005F46FE" w:rsidP="005F46FE">
                        <w:r>
                          <w:t>(a)</w:t>
                        </w:r>
                      </w:p>
                    </w:txbxContent>
                  </v:textbox>
                </v:shape>
                <v:shape id="Text Box 2" o:spid="_x0000_s1032" type="#_x0000_t202" style="position:absolute;top:12477;width:4191;height:3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" filled="f" stroked="f">
                  <v:textbox style="mso-fit-shape-to-text:t">
                    <w:txbxContent>
                      <w:p w14:paraId="497ADF45" w14:textId="77777777" w:rsidR="005F46FE" w:rsidRDefault="005F46FE" w:rsidP="005F46FE">
                        <w:r>
                          <w:t>(b)</w:t>
                        </w:r>
                      </w:p>
                    </w:txbxContent>
                  </v:textbox>
                </v:shape>
                <w10:anchorlock/>
              </v:group>
            </w:pict>
          </mc:Fallback>
        </mc:AlternateContent>
      </w:r>
    </w:p>
    <w:p w14:paraId="61339DBB" w14:textId="77777777" w:rsidR="00456D1A" w:rsidRDefault="00456D1A" w:rsidP="134E2BB6">
      <w:pPr>
        <w:pStyle w:val="MDPI31text"/>
        <w:ind w:left="142"/>
        <w:rPr>
          <w:lang w:val="en-GB"/>
        </w:rPr>
      </w:pPr>
    </w:p>
    <w:p w14:paraId="6E7C1D5F" w14:textId="52DE6BF1" w:rsidR="00456D1A" w:rsidRDefault="20002B75" w:rsidP="134E2BB6">
      <w:pPr>
        <w:pStyle w:val="MDPI62BackMatter"/>
        <w:ind w:left="142"/>
        <w:rPr>
          <w:color w:val="2F5496" w:themeColor="accent1" w:themeShade="BF"/>
          <w:sz w:val="26"/>
          <w:szCs w:val="26"/>
        </w:rPr>
      </w:pPr>
      <w:r w:rsidRPr="134E2BB6">
        <w:rPr>
          <w:b/>
          <w:bCs/>
        </w:rPr>
        <w:t>Figure S</w:t>
      </w:r>
      <w:r w:rsidR="00456D1A" w:rsidRPr="134E2BB6">
        <w:rPr>
          <w:b/>
          <w:bCs/>
        </w:rPr>
        <w:fldChar w:fldCharType="begin"/>
      </w:r>
      <w:r w:rsidR="00456D1A" w:rsidRPr="134E2BB6">
        <w:rPr>
          <w:b/>
          <w:bCs/>
        </w:rPr>
        <w:instrText xml:space="preserve"> SEQ Figure_S \* ARABIC </w:instrText>
      </w:r>
      <w:r w:rsidR="00456D1A" w:rsidRPr="134E2BB6">
        <w:rPr>
          <w:b/>
          <w:bCs/>
        </w:rPr>
        <w:fldChar w:fldCharType="end"/>
      </w:r>
      <w:r>
        <w:t>.(a) sld profile for 1% C12E5 in cis-PI at 20 °C illustrating how the data is fitted. The three sld profiles shown have different bulk layer thickness and the difference in thickness between each profile is 250 Å. (b) The averaged predicted reflectivity profile from each of these model sld profiles, which was fitted to the experimental data.</w:t>
      </w:r>
    </w:p>
    <w:p w14:paraId="64172803" w14:textId="714795D2" w:rsidR="00456D1A" w:rsidRDefault="00456D1A" w:rsidP="134E2BB6">
      <w:pPr>
        <w:pStyle w:val="MDPI62BackMatter"/>
        <w:ind w:left="0"/>
        <w:jc w:val="center"/>
        <w:rPr>
          <w:b/>
          <w:bCs/>
        </w:rPr>
      </w:pPr>
      <w:r w:rsidRPr="006B09DB">
        <w:rPr>
          <w:noProof/>
          <w:lang w:val="en-GB" w:eastAsia="en-GB" w:bidi="ar-SA"/>
        </w:rPr>
        <w:lastRenderedPageBreak/>
        <w:drawing>
          <wp:inline distT="0" distB="0" distL="0" distR="0" wp14:anchorId="461DFC4B" wp14:editId="0764AFC0">
            <wp:extent cx="3931920" cy="3017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31920" cy="3017520"/>
                    </a:xfrm>
                    <a:prstGeom prst="rect">
                      <a:avLst/>
                    </a:prstGeom>
                    <a:noFill/>
                    <a:ln>
                      <a:noFill/>
                    </a:ln>
                  </pic:spPr>
                </pic:pic>
              </a:graphicData>
            </a:graphic>
          </wp:inline>
        </w:drawing>
      </w:r>
    </w:p>
    <w:p w14:paraId="50404CAC" w14:textId="672238E8" w:rsidR="00C357CA" w:rsidRDefault="00456D1A" w:rsidP="006B5AC1">
      <w:pPr>
        <w:pStyle w:val="MDPI62BackMatter"/>
        <w:ind w:left="0"/>
      </w:pPr>
      <w:r>
        <w:rPr>
          <w:b/>
        </w:rPr>
        <w:t>Figure S</w:t>
      </w:r>
      <w:r w:rsidRPr="00F17B3B">
        <w:rPr>
          <w:b/>
        </w:rPr>
        <w:fldChar w:fldCharType="begin"/>
      </w:r>
      <w:r w:rsidRPr="00F17B3B">
        <w:rPr>
          <w:b/>
        </w:rPr>
        <w:instrText xml:space="preserve"> SEQ Figure_S \* ARABIC </w:instrText>
      </w:r>
      <w:r w:rsidRPr="00F17B3B">
        <w:rPr>
          <w:b/>
        </w:rPr>
        <w:fldChar w:fldCharType="separate"/>
      </w:r>
      <w:r w:rsidR="00361053">
        <w:rPr>
          <w:b/>
          <w:noProof/>
        </w:rPr>
        <w:t>4</w:t>
      </w:r>
      <w:r w:rsidRPr="00F17B3B">
        <w:rPr>
          <w:b/>
        </w:rPr>
        <w:fldChar w:fldCharType="end"/>
      </w:r>
      <w:r>
        <w:t>. Nuclear reaction analysis depth profile of 10% d</w:t>
      </w:r>
      <w:r>
        <w:rPr>
          <w:vertAlign w:val="subscript"/>
        </w:rPr>
        <w:t>25</w:t>
      </w:r>
      <w:r>
        <w:t>-C</w:t>
      </w:r>
      <w:r>
        <w:rPr>
          <w:vertAlign w:val="subscript"/>
        </w:rPr>
        <w:t>12</w:t>
      </w:r>
      <w:r>
        <w:t>E</w:t>
      </w:r>
      <w:r>
        <w:rPr>
          <w:vertAlign w:val="subscript"/>
        </w:rPr>
        <w:t>5</w:t>
      </w:r>
      <w:r>
        <w:t xml:space="preserve"> in </w:t>
      </w:r>
      <w:r>
        <w:rPr>
          <w:i/>
        </w:rPr>
        <w:t>cis</w:t>
      </w:r>
      <w:r>
        <w:t>-PI showing a surface excess. Inset: Fitted NRA data used to obtain the depth profile.</w:t>
      </w:r>
    </w:p>
    <w:p w14:paraId="52705C04" w14:textId="77777777" w:rsidR="006B5AC1" w:rsidRPr="009A6D03" w:rsidRDefault="006B5AC1" w:rsidP="006B5AC1">
      <w:pPr>
        <w:pStyle w:val="MDPI62BackMatter"/>
        <w:keepNext/>
        <w:ind w:left="142"/>
        <w:jc w:val="center"/>
        <w:rPr>
          <w:b/>
        </w:rPr>
      </w:pPr>
      <w:r w:rsidRPr="00D82BCE">
        <w:rPr>
          <w:noProof/>
          <w:lang w:val="en-GB" w:eastAsia="en-GB" w:bidi="ar-SA"/>
        </w:rPr>
        <w:drawing>
          <wp:inline distT="0" distB="0" distL="0" distR="0" wp14:anchorId="40DD8A29" wp14:editId="0E0A0F34">
            <wp:extent cx="3914775" cy="3000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14775" cy="3000375"/>
                    </a:xfrm>
                    <a:prstGeom prst="rect">
                      <a:avLst/>
                    </a:prstGeom>
                    <a:noFill/>
                    <a:ln>
                      <a:noFill/>
                    </a:ln>
                  </pic:spPr>
                </pic:pic>
              </a:graphicData>
            </a:graphic>
          </wp:inline>
        </w:drawing>
      </w:r>
    </w:p>
    <w:p w14:paraId="3B86E3CA" w14:textId="655C21E9" w:rsidR="006B5AC1" w:rsidRDefault="006B5AC1" w:rsidP="006B5AC1">
      <w:pPr>
        <w:pStyle w:val="MDPI62BackMatter"/>
      </w:pPr>
      <w:r w:rsidRPr="009A6D03">
        <w:rPr>
          <w:b/>
        </w:rPr>
        <w:t>Figure S</w:t>
      </w:r>
      <w:r w:rsidRPr="009A6D03">
        <w:rPr>
          <w:b/>
        </w:rPr>
        <w:fldChar w:fldCharType="begin"/>
      </w:r>
      <w:r w:rsidRPr="009A6D03">
        <w:rPr>
          <w:b/>
        </w:rPr>
        <w:instrText xml:space="preserve"> SEQ Figure_S \* ARABIC </w:instrText>
      </w:r>
      <w:r w:rsidRPr="009A6D03">
        <w:rPr>
          <w:b/>
        </w:rPr>
        <w:fldChar w:fldCharType="separate"/>
      </w:r>
      <w:r w:rsidR="00361053">
        <w:rPr>
          <w:b/>
          <w:noProof/>
        </w:rPr>
        <w:t>5</w:t>
      </w:r>
      <w:r w:rsidRPr="009A6D03">
        <w:rPr>
          <w:b/>
        </w:rPr>
        <w:fldChar w:fldCharType="end"/>
      </w:r>
      <w:r w:rsidRPr="009A6D03">
        <w:rPr>
          <w:b/>
        </w:rPr>
        <w:t>.</w:t>
      </w:r>
      <w:r>
        <w:t xml:space="preserve"> 2 successive measurements of contact angle on 2 distinct locations on a single 1% C12E5 / cis-PI sample, showing the variability of results.</w:t>
      </w:r>
    </w:p>
    <w:p w14:paraId="645CB2B4" w14:textId="0EDFD624" w:rsidR="00E12506" w:rsidRDefault="00E12506" w:rsidP="00D03908">
      <w:pPr>
        <w:pStyle w:val="MDPI62BackMatter"/>
        <w:ind w:left="142"/>
      </w:pPr>
    </w:p>
    <w:p w14:paraId="572CA96F" w14:textId="03562BFE" w:rsidR="00FD20FF" w:rsidRDefault="00130271" w:rsidP="00FD20FF">
      <w:pPr>
        <w:pStyle w:val="MDPI62BackMatter"/>
        <w:keepNext/>
        <w:ind w:left="142"/>
        <w:jc w:val="center"/>
      </w:pPr>
      <w:r>
        <w:lastRenderedPageBreak/>
        <w:pict w14:anchorId="11BC5FD3">
          <v:shape id="_x0000_i1025" type="#_x0000_t75" style="width:369.6pt;height:282pt">
            <v:imagedata r:id="rId18" o:title="45C C12E5 cis-PI fits"/>
          </v:shape>
        </w:pict>
      </w:r>
    </w:p>
    <w:p w14:paraId="3C26CAB7" w14:textId="65CFC2A7" w:rsidR="008255B2" w:rsidRDefault="00FD20FF" w:rsidP="00E44EBF">
      <w:pPr>
        <w:pStyle w:val="MDPI62BackMatter"/>
      </w:pPr>
      <w:r w:rsidRPr="00E44EBF">
        <w:rPr>
          <w:b/>
        </w:rPr>
        <w:t>Figure S</w:t>
      </w:r>
      <w:r w:rsidRPr="00E44EBF">
        <w:rPr>
          <w:b/>
        </w:rPr>
        <w:fldChar w:fldCharType="begin"/>
      </w:r>
      <w:r w:rsidRPr="00E44EBF">
        <w:rPr>
          <w:b/>
        </w:rPr>
        <w:instrText xml:space="preserve"> SEQ Figure_S \* ARABIC </w:instrText>
      </w:r>
      <w:r w:rsidRPr="00E44EBF">
        <w:rPr>
          <w:b/>
        </w:rPr>
        <w:fldChar w:fldCharType="separate"/>
      </w:r>
      <w:r w:rsidR="00C33DB1">
        <w:rPr>
          <w:b/>
          <w:noProof/>
        </w:rPr>
        <w:t>6</w:t>
      </w:r>
      <w:r w:rsidRPr="00E44EBF">
        <w:rPr>
          <w:b/>
        </w:rPr>
        <w:fldChar w:fldCharType="end"/>
      </w:r>
      <w:r w:rsidRPr="00E44EBF">
        <w:rPr>
          <w:b/>
        </w:rPr>
        <w:t>.</w:t>
      </w:r>
      <w:r>
        <w:t xml:space="preserve"> NR data and fits for 1 to 10% d</w:t>
      </w:r>
      <w:r w:rsidRPr="00FD20FF">
        <w:rPr>
          <w:vertAlign w:val="subscript"/>
        </w:rPr>
        <w:t>25</w:t>
      </w:r>
      <w:r>
        <w:t>-C</w:t>
      </w:r>
      <w:r w:rsidRPr="00FD20FF">
        <w:rPr>
          <w:vertAlign w:val="subscript"/>
        </w:rPr>
        <w:t>12</w:t>
      </w:r>
      <w:r>
        <w:t>E</w:t>
      </w:r>
      <w:r w:rsidRPr="00FD20FF">
        <w:rPr>
          <w:vertAlign w:val="subscript"/>
        </w:rPr>
        <w:t>5</w:t>
      </w:r>
      <w:r>
        <w:rPr>
          <w:vertAlign w:val="subscript"/>
        </w:rPr>
        <w:t xml:space="preserve"> </w:t>
      </w:r>
      <w:r>
        <w:t xml:space="preserve">in </w:t>
      </w:r>
      <w:r>
        <w:rPr>
          <w:i/>
        </w:rPr>
        <w:t>cis</w:t>
      </w:r>
      <w:r>
        <w:t>-PI at 45 °C.</w:t>
      </w:r>
    </w:p>
    <w:p w14:paraId="471B6668" w14:textId="77777777" w:rsidR="00E44EBF" w:rsidRDefault="00130271" w:rsidP="00E44EBF">
      <w:pPr>
        <w:pStyle w:val="MDPI62BackMatter"/>
        <w:keepNext/>
        <w:ind w:left="142"/>
        <w:jc w:val="center"/>
      </w:pPr>
      <w:r>
        <w:pict w14:anchorId="28321FBA">
          <v:shape id="_x0000_i1026" type="#_x0000_t75" style="width:367.2pt;height:282pt">
            <v:imagedata r:id="rId19" o:title="60C C12E5 cis-PI fits"/>
          </v:shape>
        </w:pict>
      </w:r>
    </w:p>
    <w:p w14:paraId="013474DC" w14:textId="1DD97053" w:rsidR="00E44EBF" w:rsidRDefault="00E44EBF" w:rsidP="00E44EBF">
      <w:pPr>
        <w:pStyle w:val="MDPI62BackMatter"/>
      </w:pPr>
      <w:r w:rsidRPr="00E44EBF">
        <w:rPr>
          <w:b/>
        </w:rPr>
        <w:t>Figure S</w:t>
      </w:r>
      <w:r w:rsidRPr="00E44EBF">
        <w:rPr>
          <w:b/>
        </w:rPr>
        <w:fldChar w:fldCharType="begin"/>
      </w:r>
      <w:r w:rsidRPr="00E44EBF">
        <w:rPr>
          <w:b/>
        </w:rPr>
        <w:instrText xml:space="preserve"> SEQ Figure_S \* ARABIC </w:instrText>
      </w:r>
      <w:r w:rsidRPr="00E44EBF">
        <w:rPr>
          <w:b/>
        </w:rPr>
        <w:fldChar w:fldCharType="separate"/>
      </w:r>
      <w:r w:rsidR="00C33DB1">
        <w:rPr>
          <w:b/>
          <w:noProof/>
        </w:rPr>
        <w:t>7</w:t>
      </w:r>
      <w:r w:rsidRPr="00E44EBF">
        <w:rPr>
          <w:b/>
        </w:rPr>
        <w:fldChar w:fldCharType="end"/>
      </w:r>
      <w:r w:rsidRPr="00E44EBF">
        <w:rPr>
          <w:b/>
        </w:rPr>
        <w:t>.</w:t>
      </w:r>
      <w:r>
        <w:t xml:space="preserve"> NR data</w:t>
      </w:r>
      <w:r>
        <w:rPr>
          <w:noProof/>
        </w:rPr>
        <w:t xml:space="preserve"> </w:t>
      </w:r>
      <w:r>
        <w:t>and fits for 1 to 10% d</w:t>
      </w:r>
      <w:r w:rsidRPr="00E44EBF">
        <w:rPr>
          <w:vertAlign w:val="subscript"/>
        </w:rPr>
        <w:t>25</w:t>
      </w:r>
      <w:r>
        <w:t>-C</w:t>
      </w:r>
      <w:r w:rsidRPr="00E44EBF">
        <w:rPr>
          <w:vertAlign w:val="subscript"/>
        </w:rPr>
        <w:t>12</w:t>
      </w:r>
      <w:r>
        <w:t>E</w:t>
      </w:r>
      <w:r w:rsidRPr="00E44EBF">
        <w:rPr>
          <w:vertAlign w:val="subscript"/>
        </w:rPr>
        <w:t>5</w:t>
      </w:r>
      <w:r>
        <w:t xml:space="preserve"> in </w:t>
      </w:r>
      <w:r w:rsidRPr="00E44EBF">
        <w:rPr>
          <w:i/>
        </w:rPr>
        <w:t>cis</w:t>
      </w:r>
      <w:r>
        <w:t>-PI at 60 °C</w:t>
      </w:r>
      <w:r w:rsidR="001F01DC">
        <w:t>.</w:t>
      </w:r>
    </w:p>
    <w:p w14:paraId="07C0FC5E" w14:textId="77777777" w:rsidR="000C0CE0" w:rsidRDefault="00130271" w:rsidP="000C0CE0">
      <w:pPr>
        <w:pStyle w:val="MDPI62BackMatter"/>
        <w:keepNext/>
        <w:ind w:left="142"/>
        <w:jc w:val="center"/>
      </w:pPr>
      <w:r>
        <w:lastRenderedPageBreak/>
        <w:pict w14:anchorId="6EB3768D">
          <v:shape id="_x0000_i1027" type="#_x0000_t75" style="width:367.2pt;height:282pt">
            <v:imagedata r:id="rId20" o:title="10s rinse C12E5 cis-PI fits"/>
          </v:shape>
        </w:pict>
      </w:r>
    </w:p>
    <w:p w14:paraId="119E6477" w14:textId="17455195" w:rsidR="000C0CE0" w:rsidRDefault="000C0CE0" w:rsidP="000C0CE0">
      <w:pPr>
        <w:pStyle w:val="MDPI62BackMatter"/>
      </w:pPr>
      <w:r>
        <w:rPr>
          <w:b/>
        </w:rPr>
        <w:t>Figure S</w:t>
      </w:r>
      <w:r w:rsidRPr="000C0CE0">
        <w:rPr>
          <w:b/>
        </w:rPr>
        <w:fldChar w:fldCharType="begin"/>
      </w:r>
      <w:r w:rsidRPr="000C0CE0">
        <w:rPr>
          <w:b/>
        </w:rPr>
        <w:instrText xml:space="preserve"> SEQ Figure_S \* ARABIC </w:instrText>
      </w:r>
      <w:r w:rsidRPr="000C0CE0">
        <w:rPr>
          <w:b/>
        </w:rPr>
        <w:fldChar w:fldCharType="separate"/>
      </w:r>
      <w:r w:rsidR="00C33DB1">
        <w:rPr>
          <w:b/>
          <w:noProof/>
        </w:rPr>
        <w:t>8</w:t>
      </w:r>
      <w:r w:rsidRPr="000C0CE0">
        <w:rPr>
          <w:b/>
        </w:rPr>
        <w:fldChar w:fldCharType="end"/>
      </w:r>
      <w:r w:rsidRPr="000C0CE0">
        <w:rPr>
          <w:b/>
        </w:rPr>
        <w:t>.</w:t>
      </w:r>
      <w:r>
        <w:t xml:space="preserve"> </w:t>
      </w:r>
      <w:r w:rsidRPr="001478EF">
        <w:t>NR data and fits for 1 to 10% d25-C12E5 in cis-PI a</w:t>
      </w:r>
      <w:r>
        <w:t>fter a 10s rinse</w:t>
      </w:r>
      <w:r w:rsidR="001F01DC">
        <w:t>.</w:t>
      </w:r>
    </w:p>
    <w:p w14:paraId="25AAF449" w14:textId="77777777" w:rsidR="000C0CE0" w:rsidRDefault="000C0CE0" w:rsidP="000C0CE0">
      <w:pPr>
        <w:pStyle w:val="MDPI62BackMatter"/>
      </w:pPr>
    </w:p>
    <w:p w14:paraId="53B706BE" w14:textId="77777777" w:rsidR="001F01DC" w:rsidRDefault="00130271" w:rsidP="001F01DC">
      <w:pPr>
        <w:pStyle w:val="MDPI62BackMatter"/>
        <w:keepNext/>
        <w:ind w:left="142"/>
        <w:jc w:val="center"/>
      </w:pPr>
      <w:r>
        <w:pict w14:anchorId="458E9F4E">
          <v:shape id="_x0000_i1028" type="#_x0000_t75" style="width:367.2pt;height:282pt">
            <v:imagedata r:id="rId21" o:title="20s rinse C12E5 cis-PI fits"/>
          </v:shape>
        </w:pict>
      </w:r>
    </w:p>
    <w:p w14:paraId="2F8A8EBA" w14:textId="43A4D9DB" w:rsidR="001F01DC" w:rsidRDefault="001F01DC" w:rsidP="001F01DC">
      <w:pPr>
        <w:pStyle w:val="MDPI62BackMatter"/>
      </w:pPr>
      <w:r w:rsidRPr="3C653E3E">
        <w:rPr>
          <w:b/>
          <w:bCs/>
        </w:rPr>
        <w:t>Figure S</w:t>
      </w:r>
      <w:r w:rsidRPr="3C653E3E">
        <w:rPr>
          <w:b/>
          <w:bCs/>
        </w:rPr>
        <w:fldChar w:fldCharType="begin"/>
      </w:r>
      <w:r w:rsidRPr="3C653E3E">
        <w:rPr>
          <w:b/>
          <w:bCs/>
        </w:rPr>
        <w:instrText xml:space="preserve"> SEQ Figure_S \* ARABIC </w:instrText>
      </w:r>
      <w:r w:rsidRPr="3C653E3E">
        <w:rPr>
          <w:b/>
          <w:bCs/>
        </w:rPr>
        <w:fldChar w:fldCharType="separate"/>
      </w:r>
      <w:r w:rsidR="00C33DB1">
        <w:rPr>
          <w:b/>
          <w:bCs/>
          <w:noProof/>
        </w:rPr>
        <w:t>9</w:t>
      </w:r>
      <w:r w:rsidRPr="3C653E3E">
        <w:rPr>
          <w:b/>
          <w:bCs/>
        </w:rPr>
        <w:fldChar w:fldCharType="end"/>
      </w:r>
      <w:r w:rsidRPr="3C653E3E">
        <w:rPr>
          <w:b/>
          <w:bCs/>
        </w:rPr>
        <w:t>.</w:t>
      </w:r>
      <w:r>
        <w:t xml:space="preserve"> NR data and fits for 1 to 10% d25-C12E5 in cis-PI after a 20s rinse.</w:t>
      </w:r>
    </w:p>
    <w:p w14:paraId="033F8CF1" w14:textId="77777777" w:rsidR="00F17B3B" w:rsidRDefault="19D74059" w:rsidP="2C425E8B">
      <w:pPr>
        <w:pStyle w:val="MDPI62BackMatter"/>
        <w:keepNext/>
        <w:ind w:left="142"/>
        <w:jc w:val="center"/>
        <w:rPr>
          <w:b/>
          <w:bCs/>
        </w:rPr>
      </w:pPr>
      <w:r>
        <w:rPr>
          <w:noProof/>
          <w:lang w:val="en-GB" w:eastAsia="en-GB" w:bidi="ar-SA"/>
        </w:rPr>
        <w:lastRenderedPageBreak/>
        <w:drawing>
          <wp:inline distT="0" distB="0" distL="0" distR="0" wp14:anchorId="741A09DA" wp14:editId="5A2FB143">
            <wp:extent cx="3914775" cy="3000375"/>
            <wp:effectExtent l="0" t="0" r="0" b="0"/>
            <wp:docPr id="16634665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7">
                      <a:extLst>
                        <a:ext uri="{28A0092B-C50C-407E-A947-70E740481C1C}">
                          <a14:useLocalDpi xmlns:a14="http://schemas.microsoft.com/office/drawing/2010/main" val="0"/>
                        </a:ext>
                      </a:extLst>
                    </a:blip>
                    <a:stretch>
                      <a:fillRect/>
                    </a:stretch>
                  </pic:blipFill>
                  <pic:spPr bwMode="auto">
                    <a:xfrm>
                      <a:off x="0" y="0"/>
                      <a:ext cx="3914775" cy="3000375"/>
                    </a:xfrm>
                    <a:prstGeom prst="rect">
                      <a:avLst/>
                    </a:prstGeom>
                    <a:noFill/>
                    <a:ln>
                      <a:noFill/>
                    </a:ln>
                  </pic:spPr>
                </pic:pic>
              </a:graphicData>
            </a:graphic>
          </wp:inline>
        </w:drawing>
      </w:r>
    </w:p>
    <w:p w14:paraId="236BA4CF" w14:textId="39DFE5C0" w:rsidR="00F17B3B" w:rsidRDefault="19D74059" w:rsidP="00F17B3B">
      <w:pPr>
        <w:pStyle w:val="MDPI62BackMatter"/>
        <w:keepNext/>
      </w:pPr>
      <w:r w:rsidRPr="2C425E8B">
        <w:rPr>
          <w:b/>
          <w:bCs/>
        </w:rPr>
        <w:t>Figure S</w:t>
      </w:r>
      <w:r w:rsidR="00F17B3B" w:rsidRPr="2C425E8B">
        <w:rPr>
          <w:b/>
          <w:bCs/>
        </w:rPr>
        <w:fldChar w:fldCharType="begin"/>
      </w:r>
      <w:r w:rsidR="00F17B3B" w:rsidRPr="2C425E8B">
        <w:rPr>
          <w:b/>
          <w:bCs/>
        </w:rPr>
        <w:instrText xml:space="preserve"> SEQ Figure_S \* ARABIC </w:instrText>
      </w:r>
      <w:r w:rsidR="00F17B3B" w:rsidRPr="2C425E8B">
        <w:rPr>
          <w:b/>
          <w:bCs/>
        </w:rPr>
        <w:fldChar w:fldCharType="end"/>
      </w:r>
      <w:r w:rsidRPr="2C425E8B">
        <w:rPr>
          <w:b/>
          <w:bCs/>
        </w:rPr>
        <w:t>.</w:t>
      </w:r>
      <w:r>
        <w:t xml:space="preserve"> 2 successive measurements of contact angle on 2 distinct locations on a single 1% C12E5 / cis-PI sample, showing the variability of results.</w:t>
      </w:r>
    </w:p>
    <w:p w14:paraId="1B195720" w14:textId="1F4FA0F6" w:rsidR="00F17B3B" w:rsidRDefault="00F17B3B" w:rsidP="00F17B3B">
      <w:pPr>
        <w:pStyle w:val="MDPI62BackMatter"/>
        <w:keepNext/>
      </w:pPr>
    </w:p>
    <w:p w14:paraId="529A211D" w14:textId="6B46EDB0" w:rsidR="00F17B3B" w:rsidRDefault="00F17B3B" w:rsidP="001F01DC">
      <w:pPr>
        <w:pStyle w:val="MDPI62BackMatter"/>
      </w:pPr>
    </w:p>
    <w:p w14:paraId="1FCEF16C" w14:textId="21D06576" w:rsidR="3C653E3E" w:rsidRDefault="3C653E3E" w:rsidP="3C653E3E">
      <w:pPr>
        <w:pStyle w:val="MDPI62BackMatter"/>
        <w:rPr>
          <w:color w:val="000000" w:themeColor="text1"/>
          <w:szCs w:val="18"/>
        </w:rPr>
      </w:pPr>
    </w:p>
    <w:sectPr w:rsidR="3C653E3E" w:rsidSect="00D429D3">
      <w:headerReference w:type="even" r:id="rId22"/>
      <w:headerReference w:type="default" r:id="rId23"/>
      <w:footerReference w:type="default" r:id="rId24"/>
      <w:headerReference w:type="first" r:id="rId25"/>
      <w:footerReference w:type="first" r:id="rId26"/>
      <w:type w:val="continuous"/>
      <w:pgSz w:w="11906" w:h="16838" w:code="9"/>
      <w:pgMar w:top="1417" w:right="720" w:bottom="1077" w:left="851"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AA9F7" w14:textId="77777777" w:rsidR="00BB7DA9" w:rsidRDefault="00BB7DA9">
      <w:pPr>
        <w:spacing w:line="240" w:lineRule="auto"/>
      </w:pPr>
      <w:r>
        <w:separator/>
      </w:r>
    </w:p>
  </w:endnote>
  <w:endnote w:type="continuationSeparator" w:id="0">
    <w:p w14:paraId="144894F9" w14:textId="77777777" w:rsidR="00BB7DA9" w:rsidRDefault="00BB7DA9">
      <w:pPr>
        <w:spacing w:line="240" w:lineRule="auto"/>
      </w:pPr>
      <w:r>
        <w:continuationSeparator/>
      </w:r>
    </w:p>
  </w:endnote>
  <w:endnote w:type="continuationNotice" w:id="1">
    <w:p w14:paraId="5B049FD8" w14:textId="77777777" w:rsidR="00BB7DA9" w:rsidRDefault="00BB7D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SimSu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8EB1" w14:textId="77777777" w:rsidR="0016350C" w:rsidRPr="00EB0F94" w:rsidRDefault="0016350C" w:rsidP="00B86EA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5E43E" w14:textId="77777777" w:rsidR="0016350C" w:rsidRDefault="0016350C" w:rsidP="00B331BE">
    <w:pPr>
      <w:pStyle w:val="MDPIfooterfirstpage"/>
      <w:pBdr>
        <w:top w:val="single" w:sz="4" w:space="0" w:color="000000"/>
      </w:pBdr>
      <w:adjustRightInd w:val="0"/>
      <w:snapToGrid w:val="0"/>
      <w:spacing w:before="480" w:line="100" w:lineRule="exact"/>
      <w:rPr>
        <w:i/>
        <w:szCs w:val="16"/>
      </w:rPr>
    </w:pPr>
  </w:p>
  <w:p w14:paraId="6F01E8A0" w14:textId="77777777" w:rsidR="0016350C" w:rsidRPr="008B308E" w:rsidRDefault="0016350C" w:rsidP="00A525CE">
    <w:pPr>
      <w:pStyle w:val="MDPIfooterfirstpage"/>
      <w:tabs>
        <w:tab w:val="clear" w:pos="8845"/>
        <w:tab w:val="right" w:pos="10466"/>
      </w:tabs>
      <w:spacing w:line="240" w:lineRule="auto"/>
      <w:jc w:val="both"/>
      <w:rPr>
        <w:lang w:val="fr-CH"/>
      </w:rPr>
    </w:pPr>
    <w:r w:rsidRPr="00C2521A">
      <w:rPr>
        <w:i/>
        <w:szCs w:val="16"/>
      </w:rPr>
      <w:t>Polymers</w:t>
    </w:r>
    <w:r w:rsidRPr="00A70616">
      <w:rPr>
        <w:iCs/>
        <w:szCs w:val="16"/>
      </w:rPr>
      <w:t xml:space="preserve"> </w:t>
    </w:r>
    <w:r w:rsidRPr="00F36A05">
      <w:rPr>
        <w:b/>
        <w:bCs/>
        <w:iCs/>
        <w:szCs w:val="16"/>
      </w:rPr>
      <w:t>2021</w:t>
    </w:r>
    <w:r w:rsidRPr="00726EFA">
      <w:rPr>
        <w:bCs/>
        <w:iCs/>
        <w:szCs w:val="16"/>
      </w:rPr>
      <w:t xml:space="preserve">, </w:t>
    </w:r>
    <w:r w:rsidRPr="00F36A05">
      <w:rPr>
        <w:bCs/>
        <w:i/>
        <w:iCs/>
        <w:szCs w:val="16"/>
      </w:rPr>
      <w:t>13</w:t>
    </w:r>
    <w:r w:rsidRPr="00726EFA">
      <w:rPr>
        <w:bCs/>
        <w:iCs/>
        <w:szCs w:val="16"/>
      </w:rPr>
      <w:t xml:space="preserve">, </w:t>
    </w:r>
    <w:r>
      <w:rPr>
        <w:bCs/>
        <w:iCs/>
        <w:szCs w:val="16"/>
      </w:rPr>
      <w:t>x. https://doi.org/10.3390/xxxxx</w:t>
    </w:r>
    <w:r w:rsidRPr="008B308E">
      <w:rPr>
        <w:lang w:val="fr-CH"/>
      </w:rPr>
      <w:tab/>
      <w:t>www.mdpi.com/journal/</w:t>
    </w:r>
    <w:r w:rsidRPr="00C2521A">
      <w:t>polymers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4EF3E" w14:textId="77777777" w:rsidR="00BB7DA9" w:rsidRDefault="00BB7DA9">
      <w:pPr>
        <w:spacing w:line="240" w:lineRule="auto"/>
      </w:pPr>
      <w:r>
        <w:separator/>
      </w:r>
    </w:p>
  </w:footnote>
  <w:footnote w:type="continuationSeparator" w:id="0">
    <w:p w14:paraId="2956BDE4" w14:textId="77777777" w:rsidR="00BB7DA9" w:rsidRDefault="00BB7DA9">
      <w:pPr>
        <w:spacing w:line="240" w:lineRule="auto"/>
      </w:pPr>
      <w:r>
        <w:continuationSeparator/>
      </w:r>
    </w:p>
  </w:footnote>
  <w:footnote w:type="continuationNotice" w:id="1">
    <w:p w14:paraId="76B2D396" w14:textId="77777777" w:rsidR="00BB7DA9" w:rsidRDefault="00BB7DA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A0CB8" w14:textId="77777777" w:rsidR="0016350C" w:rsidRDefault="0016350C" w:rsidP="00B86EA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F0305" w14:textId="6E3B4B44" w:rsidR="0016350C" w:rsidRDefault="0016350C" w:rsidP="00A525CE">
    <w:pPr>
      <w:tabs>
        <w:tab w:val="right" w:pos="10466"/>
      </w:tabs>
      <w:adjustRightInd w:val="0"/>
      <w:snapToGrid w:val="0"/>
      <w:spacing w:line="240" w:lineRule="auto"/>
      <w:rPr>
        <w:sz w:val="16"/>
      </w:rPr>
    </w:pPr>
    <w:r>
      <w:rPr>
        <w:i/>
        <w:sz w:val="16"/>
      </w:rPr>
      <w:t xml:space="preserve">Polymers </w:t>
    </w:r>
    <w:r w:rsidRPr="00F20A56">
      <w:rPr>
        <w:b/>
        <w:sz w:val="16"/>
      </w:rPr>
      <w:t>2021</w:t>
    </w:r>
    <w:r w:rsidRPr="00726EFA">
      <w:rPr>
        <w:sz w:val="16"/>
      </w:rPr>
      <w:t xml:space="preserve">, </w:t>
    </w:r>
    <w:r w:rsidRPr="00F20A56">
      <w:rPr>
        <w:i/>
        <w:sz w:val="16"/>
      </w:rPr>
      <w:t>13</w:t>
    </w:r>
    <w:r>
      <w:rPr>
        <w:sz w:val="16"/>
      </w:rPr>
      <w:t>, x FOR PEER REVIEW</w:t>
    </w:r>
    <w:r>
      <w:rPr>
        <w:sz w:val="16"/>
      </w:rPr>
      <w:tab/>
    </w:r>
    <w:r>
      <w:rPr>
        <w:color w:val="2B579A"/>
        <w:sz w:val="16"/>
        <w:shd w:val="clear" w:color="auto" w:fill="E6E6E6"/>
      </w:rPr>
      <w:fldChar w:fldCharType="begin"/>
    </w:r>
    <w:r>
      <w:rPr>
        <w:sz w:val="16"/>
      </w:rPr>
      <w:instrText xml:space="preserve"> PAGE   \* MERGEFORMAT </w:instrText>
    </w:r>
    <w:r>
      <w:rPr>
        <w:color w:val="2B579A"/>
        <w:sz w:val="16"/>
        <w:shd w:val="clear" w:color="auto" w:fill="E6E6E6"/>
      </w:rPr>
      <w:fldChar w:fldCharType="separate"/>
    </w:r>
    <w:r w:rsidR="00130271">
      <w:rPr>
        <w:sz w:val="16"/>
      </w:rPr>
      <w:t>6</w:t>
    </w:r>
    <w:r>
      <w:rPr>
        <w:color w:val="2B579A"/>
        <w:sz w:val="16"/>
        <w:shd w:val="clear" w:color="auto" w:fill="E6E6E6"/>
      </w:rPr>
      <w:fldChar w:fldCharType="end"/>
    </w:r>
    <w:r>
      <w:rPr>
        <w:sz w:val="16"/>
      </w:rPr>
      <w:t xml:space="preserve"> of </w:t>
    </w:r>
    <w:r>
      <w:rPr>
        <w:color w:val="2B579A"/>
        <w:sz w:val="16"/>
        <w:shd w:val="clear" w:color="auto" w:fill="E6E6E6"/>
      </w:rPr>
      <w:fldChar w:fldCharType="begin"/>
    </w:r>
    <w:r>
      <w:rPr>
        <w:sz w:val="16"/>
      </w:rPr>
      <w:instrText xml:space="preserve"> NUMPAGES   \* MERGEFORMAT </w:instrText>
    </w:r>
    <w:r>
      <w:rPr>
        <w:color w:val="2B579A"/>
        <w:sz w:val="16"/>
        <w:shd w:val="clear" w:color="auto" w:fill="E6E6E6"/>
      </w:rPr>
      <w:fldChar w:fldCharType="separate"/>
    </w:r>
    <w:r w:rsidR="00130271">
      <w:rPr>
        <w:sz w:val="16"/>
      </w:rPr>
      <w:t>6</w:t>
    </w:r>
    <w:r>
      <w:rPr>
        <w:color w:val="2B579A"/>
        <w:sz w:val="16"/>
        <w:shd w:val="clear" w:color="auto" w:fill="E6E6E6"/>
      </w:rPr>
      <w:fldChar w:fldCharType="end"/>
    </w:r>
  </w:p>
  <w:p w14:paraId="6153DA9D" w14:textId="77777777" w:rsidR="0016350C" w:rsidRPr="00CE1828" w:rsidRDefault="0016350C" w:rsidP="00B331BE">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7" w:type="dxa"/>
      <w:tblCellMar>
        <w:left w:w="0" w:type="dxa"/>
        <w:right w:w="0" w:type="dxa"/>
      </w:tblCellMar>
      <w:tblLook w:val="04A0" w:firstRow="1" w:lastRow="0" w:firstColumn="1" w:lastColumn="0" w:noHBand="0" w:noVBand="1"/>
    </w:tblPr>
    <w:tblGrid>
      <w:gridCol w:w="3679"/>
      <w:gridCol w:w="4535"/>
      <w:gridCol w:w="2273"/>
    </w:tblGrid>
    <w:tr w:rsidR="0016350C" w:rsidRPr="00A525CE" w14:paraId="6E8FD6EF" w14:textId="77777777" w:rsidTr="5BC45F5D">
      <w:trPr>
        <w:trHeight w:val="686"/>
      </w:trPr>
      <w:tc>
        <w:tcPr>
          <w:tcW w:w="3679" w:type="dxa"/>
          <w:shd w:val="clear" w:color="auto" w:fill="auto"/>
          <w:vAlign w:val="center"/>
        </w:tcPr>
        <w:p w14:paraId="599A6221" w14:textId="77777777" w:rsidR="0016350C" w:rsidRPr="005F50D0" w:rsidRDefault="0016350C" w:rsidP="00A525CE">
          <w:pPr>
            <w:pStyle w:val="Header"/>
            <w:pBdr>
              <w:bottom w:val="none" w:sz="0" w:space="0" w:color="auto"/>
            </w:pBdr>
            <w:jc w:val="left"/>
            <w:rPr>
              <w:rFonts w:eastAsia="DengXian"/>
              <w:b/>
              <w:bCs/>
            </w:rPr>
          </w:pPr>
          <w:r>
            <w:rPr>
              <w:lang w:val="en-GB" w:eastAsia="en-GB"/>
            </w:rPr>
            <w:drawing>
              <wp:inline distT="0" distB="0" distL="0" distR="0" wp14:anchorId="674CF2D5" wp14:editId="69F846FB">
                <wp:extent cx="1628140" cy="429260"/>
                <wp:effectExtent l="0" t="0" r="0" b="0"/>
                <wp:docPr id="49" name="Picture 3" descr="C:\Users\home\Desktop\logos\polymer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628140" cy="429260"/>
                        </a:xfrm>
                        <a:prstGeom prst="rect">
                          <a:avLst/>
                        </a:prstGeom>
                      </pic:spPr>
                    </pic:pic>
                  </a:graphicData>
                </a:graphic>
              </wp:inline>
            </w:drawing>
          </w:r>
        </w:p>
      </w:tc>
      <w:tc>
        <w:tcPr>
          <w:tcW w:w="4535" w:type="dxa"/>
          <w:shd w:val="clear" w:color="auto" w:fill="auto"/>
          <w:vAlign w:val="center"/>
        </w:tcPr>
        <w:p w14:paraId="12B36827" w14:textId="77777777" w:rsidR="0016350C" w:rsidRPr="005F50D0" w:rsidRDefault="0016350C" w:rsidP="00A525CE">
          <w:pPr>
            <w:pStyle w:val="Header"/>
            <w:pBdr>
              <w:bottom w:val="none" w:sz="0" w:space="0" w:color="auto"/>
            </w:pBdr>
            <w:rPr>
              <w:rFonts w:eastAsia="DengXian"/>
              <w:b/>
              <w:bCs/>
            </w:rPr>
          </w:pPr>
        </w:p>
      </w:tc>
      <w:tc>
        <w:tcPr>
          <w:tcW w:w="2273" w:type="dxa"/>
          <w:shd w:val="clear" w:color="auto" w:fill="auto"/>
          <w:vAlign w:val="center"/>
        </w:tcPr>
        <w:p w14:paraId="07AF63AF" w14:textId="77777777" w:rsidR="0016350C" w:rsidRPr="005F50D0" w:rsidRDefault="0016350C" w:rsidP="00A525CE">
          <w:pPr>
            <w:pStyle w:val="Header"/>
            <w:pBdr>
              <w:bottom w:val="none" w:sz="0" w:space="0" w:color="auto"/>
            </w:pBdr>
            <w:jc w:val="right"/>
            <w:rPr>
              <w:rFonts w:eastAsia="DengXian"/>
              <w:b/>
              <w:bCs/>
            </w:rPr>
          </w:pPr>
          <w:r>
            <w:rPr>
              <w:lang w:val="en-GB" w:eastAsia="en-GB"/>
            </w:rPr>
            <w:drawing>
              <wp:inline distT="0" distB="0" distL="0" distR="0" wp14:anchorId="1CE64CC1" wp14:editId="520C7802">
                <wp:extent cx="540385" cy="35306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pic:nvPicPr>
                      <pic:blipFill>
                        <a:blip r:embed="rId2">
                          <a:extLst>
                            <a:ext uri="{28A0092B-C50C-407E-A947-70E740481C1C}">
                              <a14:useLocalDpi xmlns:a14="http://schemas.microsoft.com/office/drawing/2010/main" val="0"/>
                            </a:ext>
                          </a:extLst>
                        </a:blip>
                        <a:stretch>
                          <a:fillRect/>
                        </a:stretch>
                      </pic:blipFill>
                      <pic:spPr>
                        <a:xfrm>
                          <a:off x="0" y="0"/>
                          <a:ext cx="540385" cy="353060"/>
                        </a:xfrm>
                        <a:prstGeom prst="rect">
                          <a:avLst/>
                        </a:prstGeom>
                      </pic:spPr>
                    </pic:pic>
                  </a:graphicData>
                </a:graphic>
              </wp:inline>
            </w:drawing>
          </w:r>
        </w:p>
      </w:tc>
    </w:tr>
  </w:tbl>
  <w:p w14:paraId="1F358F07" w14:textId="77777777" w:rsidR="0016350C" w:rsidRPr="00AE17F9" w:rsidRDefault="0016350C" w:rsidP="00B331BE">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56CF7C60"/>
    <w:multiLevelType w:val="hybridMultilevel"/>
    <w:tmpl w:val="BB52EB1E"/>
    <w:lvl w:ilvl="0" w:tplc="08086F0C">
      <w:start w:val="16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4"/>
  </w:num>
  <w:num w:numId="5">
    <w:abstractNumId w:val="7"/>
  </w:num>
  <w:num w:numId="6">
    <w:abstractNumId w:val="1"/>
  </w:num>
  <w:num w:numId="7">
    <w:abstractNumId w:val="7"/>
  </w:num>
  <w:num w:numId="8">
    <w:abstractNumId w:val="1"/>
  </w:num>
  <w:num w:numId="9">
    <w:abstractNumId w:val="7"/>
  </w:num>
  <w:num w:numId="10">
    <w:abstractNumId w:val="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7"/>
  </w:num>
  <w:num w:numId="15">
    <w:abstractNumId w:val="1"/>
  </w:num>
  <w:num w:numId="16">
    <w:abstractNumId w:val="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J Amer Chem Society&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5C203E"/>
    <w:rsid w:val="00013436"/>
    <w:rsid w:val="00017CD7"/>
    <w:rsid w:val="000204F7"/>
    <w:rsid w:val="0002290E"/>
    <w:rsid w:val="00024399"/>
    <w:rsid w:val="00030239"/>
    <w:rsid w:val="00031DF3"/>
    <w:rsid w:val="00041FD0"/>
    <w:rsid w:val="0004234A"/>
    <w:rsid w:val="000457E8"/>
    <w:rsid w:val="00056884"/>
    <w:rsid w:val="000603B1"/>
    <w:rsid w:val="00071B1B"/>
    <w:rsid w:val="00077511"/>
    <w:rsid w:val="00077D60"/>
    <w:rsid w:val="00081974"/>
    <w:rsid w:val="000A5758"/>
    <w:rsid w:val="000B3247"/>
    <w:rsid w:val="000C0CE0"/>
    <w:rsid w:val="000C3735"/>
    <w:rsid w:val="000C44B3"/>
    <w:rsid w:val="000C5A75"/>
    <w:rsid w:val="000D0E4D"/>
    <w:rsid w:val="000E2748"/>
    <w:rsid w:val="000F3DCF"/>
    <w:rsid w:val="00103B42"/>
    <w:rsid w:val="00130271"/>
    <w:rsid w:val="00133BB7"/>
    <w:rsid w:val="00142FD7"/>
    <w:rsid w:val="00154D87"/>
    <w:rsid w:val="001573E3"/>
    <w:rsid w:val="0016350C"/>
    <w:rsid w:val="0017483E"/>
    <w:rsid w:val="00182A07"/>
    <w:rsid w:val="001A6973"/>
    <w:rsid w:val="001B020A"/>
    <w:rsid w:val="001C1688"/>
    <w:rsid w:val="001E2AEB"/>
    <w:rsid w:val="001F01DC"/>
    <w:rsid w:val="001F25BC"/>
    <w:rsid w:val="00201F62"/>
    <w:rsid w:val="00233C22"/>
    <w:rsid w:val="00233E48"/>
    <w:rsid w:val="0024543C"/>
    <w:rsid w:val="00255FD0"/>
    <w:rsid w:val="00256FD8"/>
    <w:rsid w:val="00286179"/>
    <w:rsid w:val="00290C59"/>
    <w:rsid w:val="00295CED"/>
    <w:rsid w:val="002969BE"/>
    <w:rsid w:val="002B1B9A"/>
    <w:rsid w:val="002C0F21"/>
    <w:rsid w:val="002D21CF"/>
    <w:rsid w:val="002D5AF4"/>
    <w:rsid w:val="002E3844"/>
    <w:rsid w:val="003069E2"/>
    <w:rsid w:val="00326141"/>
    <w:rsid w:val="00326A38"/>
    <w:rsid w:val="00327A5D"/>
    <w:rsid w:val="00331C9E"/>
    <w:rsid w:val="00351D5A"/>
    <w:rsid w:val="00361053"/>
    <w:rsid w:val="003836CF"/>
    <w:rsid w:val="00393C77"/>
    <w:rsid w:val="003C22BF"/>
    <w:rsid w:val="003D5D8C"/>
    <w:rsid w:val="003F1B89"/>
    <w:rsid w:val="003F66E2"/>
    <w:rsid w:val="00401D30"/>
    <w:rsid w:val="004209DF"/>
    <w:rsid w:val="00423D62"/>
    <w:rsid w:val="004254AB"/>
    <w:rsid w:val="004444B0"/>
    <w:rsid w:val="00451AD7"/>
    <w:rsid w:val="00456D1A"/>
    <w:rsid w:val="00485B87"/>
    <w:rsid w:val="0049306D"/>
    <w:rsid w:val="004C00A5"/>
    <w:rsid w:val="004C6AE9"/>
    <w:rsid w:val="004D2D0B"/>
    <w:rsid w:val="004D589F"/>
    <w:rsid w:val="00545D9A"/>
    <w:rsid w:val="005467FB"/>
    <w:rsid w:val="00552879"/>
    <w:rsid w:val="00554784"/>
    <w:rsid w:val="005665BB"/>
    <w:rsid w:val="00577959"/>
    <w:rsid w:val="00591E8B"/>
    <w:rsid w:val="00597522"/>
    <w:rsid w:val="005A06CA"/>
    <w:rsid w:val="005C0FA0"/>
    <w:rsid w:val="005C203E"/>
    <w:rsid w:val="005C7786"/>
    <w:rsid w:val="005F1C16"/>
    <w:rsid w:val="005F46FE"/>
    <w:rsid w:val="005F50D0"/>
    <w:rsid w:val="00606C84"/>
    <w:rsid w:val="006315DC"/>
    <w:rsid w:val="006348EA"/>
    <w:rsid w:val="00657917"/>
    <w:rsid w:val="00660275"/>
    <w:rsid w:val="00661BAB"/>
    <w:rsid w:val="006626A4"/>
    <w:rsid w:val="00671DDF"/>
    <w:rsid w:val="00692393"/>
    <w:rsid w:val="006A390A"/>
    <w:rsid w:val="006B09DB"/>
    <w:rsid w:val="006B5AC1"/>
    <w:rsid w:val="006C02B9"/>
    <w:rsid w:val="006D38D3"/>
    <w:rsid w:val="006D43B6"/>
    <w:rsid w:val="006D43E3"/>
    <w:rsid w:val="006E03B5"/>
    <w:rsid w:val="006E41F0"/>
    <w:rsid w:val="006F0BDE"/>
    <w:rsid w:val="00722F76"/>
    <w:rsid w:val="00726D4E"/>
    <w:rsid w:val="00726EFA"/>
    <w:rsid w:val="00742DDE"/>
    <w:rsid w:val="00752BF1"/>
    <w:rsid w:val="00767828"/>
    <w:rsid w:val="007742F6"/>
    <w:rsid w:val="007857BD"/>
    <w:rsid w:val="00785B69"/>
    <w:rsid w:val="007A3377"/>
    <w:rsid w:val="007B508D"/>
    <w:rsid w:val="007D36AC"/>
    <w:rsid w:val="007F131D"/>
    <w:rsid w:val="00820E0E"/>
    <w:rsid w:val="008228E3"/>
    <w:rsid w:val="008255B2"/>
    <w:rsid w:val="008350A7"/>
    <w:rsid w:val="008529E8"/>
    <w:rsid w:val="00864427"/>
    <w:rsid w:val="008852D8"/>
    <w:rsid w:val="00892865"/>
    <w:rsid w:val="00897111"/>
    <w:rsid w:val="00897373"/>
    <w:rsid w:val="008E5BB7"/>
    <w:rsid w:val="00903CDB"/>
    <w:rsid w:val="0091175F"/>
    <w:rsid w:val="0091233F"/>
    <w:rsid w:val="00961C54"/>
    <w:rsid w:val="00963A8D"/>
    <w:rsid w:val="00963D3E"/>
    <w:rsid w:val="00982726"/>
    <w:rsid w:val="00993FB8"/>
    <w:rsid w:val="009A6D03"/>
    <w:rsid w:val="009B160F"/>
    <w:rsid w:val="009E0ACF"/>
    <w:rsid w:val="009E21CC"/>
    <w:rsid w:val="009E2E2D"/>
    <w:rsid w:val="009F640A"/>
    <w:rsid w:val="009F70E6"/>
    <w:rsid w:val="00A055C0"/>
    <w:rsid w:val="00A100E7"/>
    <w:rsid w:val="00A1092B"/>
    <w:rsid w:val="00A13A49"/>
    <w:rsid w:val="00A13CBB"/>
    <w:rsid w:val="00A267D9"/>
    <w:rsid w:val="00A26FE5"/>
    <w:rsid w:val="00A31E9A"/>
    <w:rsid w:val="00A32178"/>
    <w:rsid w:val="00A47AD2"/>
    <w:rsid w:val="00A525CE"/>
    <w:rsid w:val="00A54D5B"/>
    <w:rsid w:val="00A670BE"/>
    <w:rsid w:val="00AC6D40"/>
    <w:rsid w:val="00AD6CBC"/>
    <w:rsid w:val="00AE17F9"/>
    <w:rsid w:val="00AF00A7"/>
    <w:rsid w:val="00AF2597"/>
    <w:rsid w:val="00B02CC5"/>
    <w:rsid w:val="00B060B1"/>
    <w:rsid w:val="00B1133F"/>
    <w:rsid w:val="00B331BE"/>
    <w:rsid w:val="00B52F29"/>
    <w:rsid w:val="00B57BB0"/>
    <w:rsid w:val="00B71DB5"/>
    <w:rsid w:val="00B85E26"/>
    <w:rsid w:val="00B86EA6"/>
    <w:rsid w:val="00BA25B8"/>
    <w:rsid w:val="00BA6C5A"/>
    <w:rsid w:val="00BB4DE0"/>
    <w:rsid w:val="00BB7DA9"/>
    <w:rsid w:val="00BC0290"/>
    <w:rsid w:val="00BC148C"/>
    <w:rsid w:val="00C006E8"/>
    <w:rsid w:val="00C21629"/>
    <w:rsid w:val="00C322B3"/>
    <w:rsid w:val="00C33062"/>
    <w:rsid w:val="00C33DB1"/>
    <w:rsid w:val="00C357CA"/>
    <w:rsid w:val="00C47680"/>
    <w:rsid w:val="00C62F0F"/>
    <w:rsid w:val="00C65186"/>
    <w:rsid w:val="00C67102"/>
    <w:rsid w:val="00C742DA"/>
    <w:rsid w:val="00C92F24"/>
    <w:rsid w:val="00C93235"/>
    <w:rsid w:val="00C975F6"/>
    <w:rsid w:val="00CA26F4"/>
    <w:rsid w:val="00CA50C8"/>
    <w:rsid w:val="00CC383B"/>
    <w:rsid w:val="00CD41B4"/>
    <w:rsid w:val="00CE1A87"/>
    <w:rsid w:val="00CE3454"/>
    <w:rsid w:val="00CF690C"/>
    <w:rsid w:val="00CF71F2"/>
    <w:rsid w:val="00D013D8"/>
    <w:rsid w:val="00D03908"/>
    <w:rsid w:val="00D10DBE"/>
    <w:rsid w:val="00D122DB"/>
    <w:rsid w:val="00D14E0D"/>
    <w:rsid w:val="00D2621D"/>
    <w:rsid w:val="00D429D3"/>
    <w:rsid w:val="00D4725E"/>
    <w:rsid w:val="00D64E89"/>
    <w:rsid w:val="00D718CC"/>
    <w:rsid w:val="00D7326F"/>
    <w:rsid w:val="00D82BCE"/>
    <w:rsid w:val="00D95CAB"/>
    <w:rsid w:val="00D96CB4"/>
    <w:rsid w:val="00DB3219"/>
    <w:rsid w:val="00DB742D"/>
    <w:rsid w:val="00DC1F53"/>
    <w:rsid w:val="00DE42DF"/>
    <w:rsid w:val="00E03868"/>
    <w:rsid w:val="00E038E0"/>
    <w:rsid w:val="00E12506"/>
    <w:rsid w:val="00E25975"/>
    <w:rsid w:val="00E31990"/>
    <w:rsid w:val="00E374F2"/>
    <w:rsid w:val="00E43DD2"/>
    <w:rsid w:val="00E44EBF"/>
    <w:rsid w:val="00E562EB"/>
    <w:rsid w:val="00E62F5B"/>
    <w:rsid w:val="00E63375"/>
    <w:rsid w:val="00E74800"/>
    <w:rsid w:val="00E85FF0"/>
    <w:rsid w:val="00E879EC"/>
    <w:rsid w:val="00E91EF6"/>
    <w:rsid w:val="00E96F40"/>
    <w:rsid w:val="00EA189B"/>
    <w:rsid w:val="00EC1F67"/>
    <w:rsid w:val="00EF0000"/>
    <w:rsid w:val="00F151A9"/>
    <w:rsid w:val="00F17B3B"/>
    <w:rsid w:val="00F20A56"/>
    <w:rsid w:val="00F23FE9"/>
    <w:rsid w:val="00F36A05"/>
    <w:rsid w:val="00F4356F"/>
    <w:rsid w:val="00F51C76"/>
    <w:rsid w:val="00F53C93"/>
    <w:rsid w:val="00F925D4"/>
    <w:rsid w:val="00F96600"/>
    <w:rsid w:val="00F971D1"/>
    <w:rsid w:val="00F974BE"/>
    <w:rsid w:val="00FB07FA"/>
    <w:rsid w:val="00FB436D"/>
    <w:rsid w:val="00FC0006"/>
    <w:rsid w:val="00FC2194"/>
    <w:rsid w:val="00FC2C51"/>
    <w:rsid w:val="00FD20FF"/>
    <w:rsid w:val="01132486"/>
    <w:rsid w:val="01BEFE2F"/>
    <w:rsid w:val="02080DB0"/>
    <w:rsid w:val="0279A336"/>
    <w:rsid w:val="02DF89FE"/>
    <w:rsid w:val="032C9584"/>
    <w:rsid w:val="03D051FD"/>
    <w:rsid w:val="03F61630"/>
    <w:rsid w:val="0406663D"/>
    <w:rsid w:val="0503A133"/>
    <w:rsid w:val="05E662E6"/>
    <w:rsid w:val="066A9508"/>
    <w:rsid w:val="06F2734F"/>
    <w:rsid w:val="088DACDA"/>
    <w:rsid w:val="0996C3AD"/>
    <w:rsid w:val="09C46D83"/>
    <w:rsid w:val="0B3A41B7"/>
    <w:rsid w:val="0CB2E595"/>
    <w:rsid w:val="0D9C3BF4"/>
    <w:rsid w:val="112D148B"/>
    <w:rsid w:val="1306CD8F"/>
    <w:rsid w:val="134E2BB6"/>
    <w:rsid w:val="1417AE34"/>
    <w:rsid w:val="1514B041"/>
    <w:rsid w:val="157839A8"/>
    <w:rsid w:val="1582AB6B"/>
    <w:rsid w:val="1719D24C"/>
    <w:rsid w:val="1923B6D6"/>
    <w:rsid w:val="19D74059"/>
    <w:rsid w:val="1BC4E9A8"/>
    <w:rsid w:val="1D8B31DF"/>
    <w:rsid w:val="1E82E9E9"/>
    <w:rsid w:val="1FF4B2F8"/>
    <w:rsid w:val="20002B75"/>
    <w:rsid w:val="202A7300"/>
    <w:rsid w:val="220BB048"/>
    <w:rsid w:val="23CD5AEE"/>
    <w:rsid w:val="2510AF8F"/>
    <w:rsid w:val="252B9715"/>
    <w:rsid w:val="26AC7FF0"/>
    <w:rsid w:val="26F8AB70"/>
    <w:rsid w:val="2704C9DA"/>
    <w:rsid w:val="28EDC074"/>
    <w:rsid w:val="2BC0ABDA"/>
    <w:rsid w:val="2C425E8B"/>
    <w:rsid w:val="2C608C4E"/>
    <w:rsid w:val="2CB17A23"/>
    <w:rsid w:val="2D324C86"/>
    <w:rsid w:val="2E79D230"/>
    <w:rsid w:val="2E9739A1"/>
    <w:rsid w:val="2ECDFA9B"/>
    <w:rsid w:val="3099A993"/>
    <w:rsid w:val="30F7937B"/>
    <w:rsid w:val="329363DC"/>
    <w:rsid w:val="345BC5E0"/>
    <w:rsid w:val="359F2CD8"/>
    <w:rsid w:val="36B6DA0B"/>
    <w:rsid w:val="371F9119"/>
    <w:rsid w:val="37A61A60"/>
    <w:rsid w:val="37F43D08"/>
    <w:rsid w:val="37F5BA10"/>
    <w:rsid w:val="389E3E09"/>
    <w:rsid w:val="38C67F93"/>
    <w:rsid w:val="3AC6EBA8"/>
    <w:rsid w:val="3BC34530"/>
    <w:rsid w:val="3C653E3E"/>
    <w:rsid w:val="3F1B581F"/>
    <w:rsid w:val="3F7FDBF4"/>
    <w:rsid w:val="3FA3A9C3"/>
    <w:rsid w:val="4114EB6B"/>
    <w:rsid w:val="431DE9E5"/>
    <w:rsid w:val="43CE6F04"/>
    <w:rsid w:val="444FD3E4"/>
    <w:rsid w:val="4475B69D"/>
    <w:rsid w:val="4780EC6B"/>
    <w:rsid w:val="4813CB60"/>
    <w:rsid w:val="4A622625"/>
    <w:rsid w:val="4CF90E8C"/>
    <w:rsid w:val="4FC63CEE"/>
    <w:rsid w:val="51247241"/>
    <w:rsid w:val="529292B9"/>
    <w:rsid w:val="53DE0E05"/>
    <w:rsid w:val="545C1303"/>
    <w:rsid w:val="56E3CA00"/>
    <w:rsid w:val="592F8426"/>
    <w:rsid w:val="5A2337DE"/>
    <w:rsid w:val="5BC45F5D"/>
    <w:rsid w:val="5C5552DF"/>
    <w:rsid w:val="5CA03B9F"/>
    <w:rsid w:val="5CBEA84D"/>
    <w:rsid w:val="5CD0804E"/>
    <w:rsid w:val="5E6C50AF"/>
    <w:rsid w:val="5E899A57"/>
    <w:rsid w:val="5F453357"/>
    <w:rsid w:val="60F88452"/>
    <w:rsid w:val="62B5F458"/>
    <w:rsid w:val="62BD3E0F"/>
    <w:rsid w:val="64DB9233"/>
    <w:rsid w:val="662DF804"/>
    <w:rsid w:val="66D6CFBB"/>
    <w:rsid w:val="678B3E50"/>
    <w:rsid w:val="6950CE91"/>
    <w:rsid w:val="6BDF45E6"/>
    <w:rsid w:val="6CA7F983"/>
    <w:rsid w:val="6CF7080C"/>
    <w:rsid w:val="6D4EB8A7"/>
    <w:rsid w:val="6DD6BCB8"/>
    <w:rsid w:val="6F2CCCDC"/>
    <w:rsid w:val="71540A2A"/>
    <w:rsid w:val="7341ADD9"/>
    <w:rsid w:val="73B9DCBD"/>
    <w:rsid w:val="73E196E5"/>
    <w:rsid w:val="758FBBB0"/>
    <w:rsid w:val="76F56BBC"/>
    <w:rsid w:val="78DEDA59"/>
    <w:rsid w:val="7991C0D8"/>
    <w:rsid w:val="7A1C5303"/>
    <w:rsid w:val="7C4242B1"/>
    <w:rsid w:val="7E04D9A9"/>
    <w:rsid w:val="7E2D87A4"/>
    <w:rsid w:val="7EAC87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F6ED5F"/>
  <w15:chartTrackingRefBased/>
  <w15:docId w15:val="{00E4915A-5871-4FEE-87DA-1FE156B7D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D60"/>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077D60"/>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077D60"/>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077D60"/>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077D60"/>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077D60"/>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077D60"/>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077D60"/>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077D60"/>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606C84"/>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077D60"/>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077D60"/>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077D60"/>
    <w:rPr>
      <w:rFonts w:ascii="Palatino Linotype" w:hAnsi="Palatino Linotype"/>
      <w:noProof/>
      <w:color w:val="000000"/>
      <w:szCs w:val="18"/>
    </w:rPr>
  </w:style>
  <w:style w:type="paragraph" w:styleId="Header">
    <w:name w:val="header"/>
    <w:basedOn w:val="Normal"/>
    <w:link w:val="HeaderChar"/>
    <w:uiPriority w:val="99"/>
    <w:rsid w:val="00077D60"/>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077D60"/>
    <w:rPr>
      <w:rFonts w:ascii="Palatino Linotype" w:hAnsi="Palatino Linotype"/>
      <w:noProof/>
      <w:color w:val="000000"/>
      <w:szCs w:val="18"/>
    </w:rPr>
  </w:style>
  <w:style w:type="paragraph" w:customStyle="1" w:styleId="MDPIheaderjournallogo">
    <w:name w:val="MDPI_header_journal_logo"/>
    <w:qFormat/>
    <w:rsid w:val="00077D60"/>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077D60"/>
    <w:pPr>
      <w:ind w:firstLine="0"/>
    </w:pPr>
  </w:style>
  <w:style w:type="paragraph" w:customStyle="1" w:styleId="MDPI31text">
    <w:name w:val="MDPI_3.1_text"/>
    <w:qFormat/>
    <w:rsid w:val="007A3377"/>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077D60"/>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077D6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077D60"/>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077D60"/>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077D60"/>
    <w:pPr>
      <w:numPr>
        <w:numId w:val="1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077D60"/>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077D60"/>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077D60"/>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EA189B"/>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077D60"/>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077D60"/>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077D60"/>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footerfirstpage">
    <w:name w:val="MDPI_footer_firstpage"/>
    <w:qFormat/>
    <w:rsid w:val="00077D60"/>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077D60"/>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077D60"/>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077D60"/>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8228E3"/>
    <w:pPr>
      <w:numPr>
        <w:numId w:val="16"/>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077D60"/>
    <w:rPr>
      <w:rFonts w:cs="Tahoma"/>
      <w:szCs w:val="18"/>
    </w:rPr>
  </w:style>
  <w:style w:type="character" w:customStyle="1" w:styleId="BalloonTextChar">
    <w:name w:val="Balloon Text Char"/>
    <w:link w:val="BalloonText"/>
    <w:uiPriority w:val="99"/>
    <w:rsid w:val="00077D60"/>
    <w:rPr>
      <w:rFonts w:ascii="Palatino Linotype" w:hAnsi="Palatino Linotype" w:cs="Tahoma"/>
      <w:noProof/>
      <w:color w:val="000000"/>
      <w:szCs w:val="18"/>
    </w:rPr>
  </w:style>
  <w:style w:type="character" w:styleId="LineNumber">
    <w:name w:val="line number"/>
    <w:uiPriority w:val="99"/>
    <w:rsid w:val="00233C22"/>
    <w:rPr>
      <w:rFonts w:ascii="Palatino Linotype" w:hAnsi="Palatino Linotype"/>
      <w:sz w:val="16"/>
    </w:rPr>
  </w:style>
  <w:style w:type="table" w:customStyle="1" w:styleId="MDPI41threelinetable">
    <w:name w:val="MDPI_4.1_three_line_table"/>
    <w:basedOn w:val="TableNormal"/>
    <w:uiPriority w:val="99"/>
    <w:rsid w:val="00077D60"/>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077D60"/>
    <w:rPr>
      <w:color w:val="0000FF"/>
      <w:u w:val="single"/>
    </w:rPr>
  </w:style>
  <w:style w:type="character" w:customStyle="1" w:styleId="UnresolvedMention1">
    <w:name w:val="Unresolved Mention1"/>
    <w:uiPriority w:val="99"/>
    <w:semiHidden/>
    <w:unhideWhenUsed/>
    <w:rsid w:val="0017483E"/>
    <w:rPr>
      <w:color w:val="605E5C"/>
      <w:shd w:val="clear" w:color="auto" w:fill="E1DFDD"/>
    </w:rPr>
  </w:style>
  <w:style w:type="table" w:styleId="PlainTable4">
    <w:name w:val="Plain Table 4"/>
    <w:basedOn w:val="TableNormal"/>
    <w:uiPriority w:val="44"/>
    <w:rsid w:val="00726EF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077D60"/>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077D60"/>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077D60"/>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077D60"/>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077D60"/>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077D60"/>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077D60"/>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077D60"/>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077D60"/>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077D60"/>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077D60"/>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077D60"/>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077D60"/>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077D60"/>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077D60"/>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077D60"/>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077D60"/>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077D60"/>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077D60"/>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077D60"/>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077D60"/>
  </w:style>
  <w:style w:type="paragraph" w:styleId="Bibliography">
    <w:name w:val="Bibliography"/>
    <w:basedOn w:val="Normal"/>
    <w:next w:val="Normal"/>
    <w:uiPriority w:val="37"/>
    <w:semiHidden/>
    <w:unhideWhenUsed/>
    <w:rsid w:val="00077D60"/>
  </w:style>
  <w:style w:type="paragraph" w:styleId="BodyText">
    <w:name w:val="Body Text"/>
    <w:link w:val="BodyTextChar"/>
    <w:rsid w:val="00077D60"/>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077D60"/>
    <w:rPr>
      <w:rFonts w:ascii="Palatino Linotype" w:hAnsi="Palatino Linotype"/>
      <w:color w:val="000000"/>
      <w:sz w:val="24"/>
      <w:lang w:eastAsia="de-DE"/>
    </w:rPr>
  </w:style>
  <w:style w:type="character" w:styleId="CommentReference">
    <w:name w:val="annotation reference"/>
    <w:rsid w:val="00077D60"/>
    <w:rPr>
      <w:sz w:val="21"/>
      <w:szCs w:val="21"/>
    </w:rPr>
  </w:style>
  <w:style w:type="paragraph" w:styleId="CommentText">
    <w:name w:val="annotation text"/>
    <w:basedOn w:val="Normal"/>
    <w:link w:val="CommentTextChar"/>
    <w:rsid w:val="00077D60"/>
  </w:style>
  <w:style w:type="character" w:customStyle="1" w:styleId="CommentTextChar">
    <w:name w:val="Comment Text Char"/>
    <w:link w:val="CommentText"/>
    <w:rsid w:val="00077D60"/>
    <w:rPr>
      <w:rFonts w:ascii="Palatino Linotype" w:hAnsi="Palatino Linotype"/>
      <w:noProof/>
      <w:color w:val="000000"/>
    </w:rPr>
  </w:style>
  <w:style w:type="paragraph" w:styleId="CommentSubject">
    <w:name w:val="annotation subject"/>
    <w:basedOn w:val="CommentText"/>
    <w:next w:val="CommentText"/>
    <w:link w:val="CommentSubjectChar"/>
    <w:rsid w:val="00077D60"/>
    <w:rPr>
      <w:b/>
      <w:bCs/>
    </w:rPr>
  </w:style>
  <w:style w:type="character" w:customStyle="1" w:styleId="CommentSubjectChar">
    <w:name w:val="Comment Subject Char"/>
    <w:link w:val="CommentSubject"/>
    <w:rsid w:val="00077D60"/>
    <w:rPr>
      <w:rFonts w:ascii="Palatino Linotype" w:hAnsi="Palatino Linotype"/>
      <w:b/>
      <w:bCs/>
      <w:noProof/>
      <w:color w:val="000000"/>
    </w:rPr>
  </w:style>
  <w:style w:type="character" w:styleId="EndnoteReference">
    <w:name w:val="endnote reference"/>
    <w:rsid w:val="00077D60"/>
    <w:rPr>
      <w:vertAlign w:val="superscript"/>
    </w:rPr>
  </w:style>
  <w:style w:type="paragraph" w:styleId="EndnoteText">
    <w:name w:val="endnote text"/>
    <w:basedOn w:val="Normal"/>
    <w:link w:val="EndnoteTextChar"/>
    <w:semiHidden/>
    <w:unhideWhenUsed/>
    <w:rsid w:val="00077D60"/>
    <w:pPr>
      <w:spacing w:line="240" w:lineRule="auto"/>
    </w:pPr>
  </w:style>
  <w:style w:type="character" w:customStyle="1" w:styleId="EndnoteTextChar">
    <w:name w:val="Endnote Text Char"/>
    <w:link w:val="EndnoteText"/>
    <w:semiHidden/>
    <w:rsid w:val="00077D60"/>
    <w:rPr>
      <w:rFonts w:ascii="Palatino Linotype" w:hAnsi="Palatino Linotype"/>
      <w:noProof/>
      <w:color w:val="000000"/>
    </w:rPr>
  </w:style>
  <w:style w:type="character" w:styleId="FollowedHyperlink">
    <w:name w:val="FollowedHyperlink"/>
    <w:rsid w:val="00077D60"/>
    <w:rPr>
      <w:color w:val="954F72"/>
      <w:u w:val="single"/>
    </w:rPr>
  </w:style>
  <w:style w:type="paragraph" w:styleId="FootnoteText">
    <w:name w:val="footnote text"/>
    <w:basedOn w:val="Normal"/>
    <w:link w:val="FootnoteTextChar"/>
    <w:semiHidden/>
    <w:unhideWhenUsed/>
    <w:rsid w:val="00077D60"/>
    <w:pPr>
      <w:spacing w:line="240" w:lineRule="auto"/>
    </w:pPr>
  </w:style>
  <w:style w:type="character" w:customStyle="1" w:styleId="FootnoteTextChar">
    <w:name w:val="Footnote Text Char"/>
    <w:link w:val="FootnoteText"/>
    <w:semiHidden/>
    <w:rsid w:val="00077D60"/>
    <w:rPr>
      <w:rFonts w:ascii="Palatino Linotype" w:hAnsi="Palatino Linotype"/>
      <w:noProof/>
      <w:color w:val="000000"/>
    </w:rPr>
  </w:style>
  <w:style w:type="paragraph" w:styleId="NormalWeb">
    <w:name w:val="Normal (Web)"/>
    <w:basedOn w:val="Normal"/>
    <w:uiPriority w:val="99"/>
    <w:rsid w:val="00077D60"/>
    <w:rPr>
      <w:szCs w:val="24"/>
    </w:rPr>
  </w:style>
  <w:style w:type="paragraph" w:customStyle="1" w:styleId="MsoFootnoteText0">
    <w:name w:val="MsoFootnoteText"/>
    <w:basedOn w:val="NormalWeb"/>
    <w:qFormat/>
    <w:rsid w:val="00077D60"/>
    <w:rPr>
      <w:rFonts w:ascii="Times New Roman" w:hAnsi="Times New Roman"/>
    </w:rPr>
  </w:style>
  <w:style w:type="character" w:styleId="PageNumber">
    <w:name w:val="page number"/>
    <w:rsid w:val="00077D60"/>
  </w:style>
  <w:style w:type="character" w:styleId="PlaceholderText">
    <w:name w:val="Placeholder Text"/>
    <w:uiPriority w:val="99"/>
    <w:semiHidden/>
    <w:rsid w:val="00077D60"/>
    <w:rPr>
      <w:color w:val="808080"/>
    </w:rPr>
  </w:style>
  <w:style w:type="paragraph" w:customStyle="1" w:styleId="MDPI71FootNotes">
    <w:name w:val="MDPI_7.1_FootNotes"/>
    <w:qFormat/>
    <w:rsid w:val="00597522"/>
    <w:pPr>
      <w:numPr>
        <w:numId w:val="17"/>
      </w:numPr>
      <w:adjustRightInd w:val="0"/>
      <w:snapToGrid w:val="0"/>
      <w:spacing w:line="228" w:lineRule="auto"/>
      <w:jc w:val="both"/>
    </w:pPr>
    <w:rPr>
      <w:rFonts w:ascii="Palatino Linotype" w:eastAsiaTheme="minorEastAsia" w:hAnsi="Palatino Linotype"/>
      <w:noProof/>
      <w:color w:val="000000"/>
      <w:sz w:val="18"/>
    </w:rPr>
  </w:style>
  <w:style w:type="paragraph" w:styleId="Caption">
    <w:name w:val="caption"/>
    <w:basedOn w:val="Normal"/>
    <w:next w:val="Normal"/>
    <w:uiPriority w:val="35"/>
    <w:unhideWhenUsed/>
    <w:qFormat/>
    <w:rsid w:val="007F131D"/>
    <w:pPr>
      <w:spacing w:after="200" w:line="240" w:lineRule="auto"/>
    </w:pPr>
    <w:rPr>
      <w:i/>
      <w:iCs/>
      <w:color w:val="44546A" w:themeColor="text2"/>
      <w:sz w:val="18"/>
      <w:szCs w:val="18"/>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3700">
      <w:bodyDiv w:val="1"/>
      <w:marLeft w:val="0"/>
      <w:marRight w:val="0"/>
      <w:marTop w:val="0"/>
      <w:marBottom w:val="0"/>
      <w:divBdr>
        <w:top w:val="none" w:sz="0" w:space="0" w:color="auto"/>
        <w:left w:val="none" w:sz="0" w:space="0" w:color="auto"/>
        <w:bottom w:val="none" w:sz="0" w:space="0" w:color="auto"/>
        <w:right w:val="none" w:sz="0" w:space="0" w:color="auto"/>
      </w:divBdr>
      <w:divsChild>
        <w:div w:id="33040666">
          <w:marLeft w:val="640"/>
          <w:marRight w:val="0"/>
          <w:marTop w:val="0"/>
          <w:marBottom w:val="0"/>
          <w:divBdr>
            <w:top w:val="none" w:sz="0" w:space="0" w:color="auto"/>
            <w:left w:val="none" w:sz="0" w:space="0" w:color="auto"/>
            <w:bottom w:val="none" w:sz="0" w:space="0" w:color="auto"/>
            <w:right w:val="none" w:sz="0" w:space="0" w:color="auto"/>
          </w:divBdr>
        </w:div>
        <w:div w:id="51202054">
          <w:marLeft w:val="640"/>
          <w:marRight w:val="0"/>
          <w:marTop w:val="0"/>
          <w:marBottom w:val="0"/>
          <w:divBdr>
            <w:top w:val="none" w:sz="0" w:space="0" w:color="auto"/>
            <w:left w:val="none" w:sz="0" w:space="0" w:color="auto"/>
            <w:bottom w:val="none" w:sz="0" w:space="0" w:color="auto"/>
            <w:right w:val="none" w:sz="0" w:space="0" w:color="auto"/>
          </w:divBdr>
        </w:div>
        <w:div w:id="53313210">
          <w:marLeft w:val="640"/>
          <w:marRight w:val="0"/>
          <w:marTop w:val="0"/>
          <w:marBottom w:val="0"/>
          <w:divBdr>
            <w:top w:val="none" w:sz="0" w:space="0" w:color="auto"/>
            <w:left w:val="none" w:sz="0" w:space="0" w:color="auto"/>
            <w:bottom w:val="none" w:sz="0" w:space="0" w:color="auto"/>
            <w:right w:val="none" w:sz="0" w:space="0" w:color="auto"/>
          </w:divBdr>
        </w:div>
        <w:div w:id="239482651">
          <w:marLeft w:val="640"/>
          <w:marRight w:val="0"/>
          <w:marTop w:val="0"/>
          <w:marBottom w:val="0"/>
          <w:divBdr>
            <w:top w:val="none" w:sz="0" w:space="0" w:color="auto"/>
            <w:left w:val="none" w:sz="0" w:space="0" w:color="auto"/>
            <w:bottom w:val="none" w:sz="0" w:space="0" w:color="auto"/>
            <w:right w:val="none" w:sz="0" w:space="0" w:color="auto"/>
          </w:divBdr>
        </w:div>
        <w:div w:id="325741903">
          <w:marLeft w:val="640"/>
          <w:marRight w:val="0"/>
          <w:marTop w:val="0"/>
          <w:marBottom w:val="0"/>
          <w:divBdr>
            <w:top w:val="none" w:sz="0" w:space="0" w:color="auto"/>
            <w:left w:val="none" w:sz="0" w:space="0" w:color="auto"/>
            <w:bottom w:val="none" w:sz="0" w:space="0" w:color="auto"/>
            <w:right w:val="none" w:sz="0" w:space="0" w:color="auto"/>
          </w:divBdr>
        </w:div>
        <w:div w:id="337194785">
          <w:marLeft w:val="640"/>
          <w:marRight w:val="0"/>
          <w:marTop w:val="0"/>
          <w:marBottom w:val="0"/>
          <w:divBdr>
            <w:top w:val="none" w:sz="0" w:space="0" w:color="auto"/>
            <w:left w:val="none" w:sz="0" w:space="0" w:color="auto"/>
            <w:bottom w:val="none" w:sz="0" w:space="0" w:color="auto"/>
            <w:right w:val="none" w:sz="0" w:space="0" w:color="auto"/>
          </w:divBdr>
        </w:div>
        <w:div w:id="399401687">
          <w:marLeft w:val="640"/>
          <w:marRight w:val="0"/>
          <w:marTop w:val="0"/>
          <w:marBottom w:val="0"/>
          <w:divBdr>
            <w:top w:val="none" w:sz="0" w:space="0" w:color="auto"/>
            <w:left w:val="none" w:sz="0" w:space="0" w:color="auto"/>
            <w:bottom w:val="none" w:sz="0" w:space="0" w:color="auto"/>
            <w:right w:val="none" w:sz="0" w:space="0" w:color="auto"/>
          </w:divBdr>
        </w:div>
        <w:div w:id="474756618">
          <w:marLeft w:val="640"/>
          <w:marRight w:val="0"/>
          <w:marTop w:val="0"/>
          <w:marBottom w:val="0"/>
          <w:divBdr>
            <w:top w:val="none" w:sz="0" w:space="0" w:color="auto"/>
            <w:left w:val="none" w:sz="0" w:space="0" w:color="auto"/>
            <w:bottom w:val="none" w:sz="0" w:space="0" w:color="auto"/>
            <w:right w:val="none" w:sz="0" w:space="0" w:color="auto"/>
          </w:divBdr>
        </w:div>
        <w:div w:id="530459059">
          <w:marLeft w:val="640"/>
          <w:marRight w:val="0"/>
          <w:marTop w:val="0"/>
          <w:marBottom w:val="0"/>
          <w:divBdr>
            <w:top w:val="none" w:sz="0" w:space="0" w:color="auto"/>
            <w:left w:val="none" w:sz="0" w:space="0" w:color="auto"/>
            <w:bottom w:val="none" w:sz="0" w:space="0" w:color="auto"/>
            <w:right w:val="none" w:sz="0" w:space="0" w:color="auto"/>
          </w:divBdr>
        </w:div>
        <w:div w:id="569735593">
          <w:marLeft w:val="640"/>
          <w:marRight w:val="0"/>
          <w:marTop w:val="0"/>
          <w:marBottom w:val="0"/>
          <w:divBdr>
            <w:top w:val="none" w:sz="0" w:space="0" w:color="auto"/>
            <w:left w:val="none" w:sz="0" w:space="0" w:color="auto"/>
            <w:bottom w:val="none" w:sz="0" w:space="0" w:color="auto"/>
            <w:right w:val="none" w:sz="0" w:space="0" w:color="auto"/>
          </w:divBdr>
        </w:div>
        <w:div w:id="572471595">
          <w:marLeft w:val="640"/>
          <w:marRight w:val="0"/>
          <w:marTop w:val="0"/>
          <w:marBottom w:val="0"/>
          <w:divBdr>
            <w:top w:val="none" w:sz="0" w:space="0" w:color="auto"/>
            <w:left w:val="none" w:sz="0" w:space="0" w:color="auto"/>
            <w:bottom w:val="none" w:sz="0" w:space="0" w:color="auto"/>
            <w:right w:val="none" w:sz="0" w:space="0" w:color="auto"/>
          </w:divBdr>
        </w:div>
        <w:div w:id="575827662">
          <w:marLeft w:val="640"/>
          <w:marRight w:val="0"/>
          <w:marTop w:val="0"/>
          <w:marBottom w:val="0"/>
          <w:divBdr>
            <w:top w:val="none" w:sz="0" w:space="0" w:color="auto"/>
            <w:left w:val="none" w:sz="0" w:space="0" w:color="auto"/>
            <w:bottom w:val="none" w:sz="0" w:space="0" w:color="auto"/>
            <w:right w:val="none" w:sz="0" w:space="0" w:color="auto"/>
          </w:divBdr>
        </w:div>
        <w:div w:id="632520309">
          <w:marLeft w:val="640"/>
          <w:marRight w:val="0"/>
          <w:marTop w:val="0"/>
          <w:marBottom w:val="0"/>
          <w:divBdr>
            <w:top w:val="none" w:sz="0" w:space="0" w:color="auto"/>
            <w:left w:val="none" w:sz="0" w:space="0" w:color="auto"/>
            <w:bottom w:val="none" w:sz="0" w:space="0" w:color="auto"/>
            <w:right w:val="none" w:sz="0" w:space="0" w:color="auto"/>
          </w:divBdr>
        </w:div>
        <w:div w:id="667754975">
          <w:marLeft w:val="640"/>
          <w:marRight w:val="0"/>
          <w:marTop w:val="0"/>
          <w:marBottom w:val="0"/>
          <w:divBdr>
            <w:top w:val="none" w:sz="0" w:space="0" w:color="auto"/>
            <w:left w:val="none" w:sz="0" w:space="0" w:color="auto"/>
            <w:bottom w:val="none" w:sz="0" w:space="0" w:color="auto"/>
            <w:right w:val="none" w:sz="0" w:space="0" w:color="auto"/>
          </w:divBdr>
        </w:div>
        <w:div w:id="680160428">
          <w:marLeft w:val="640"/>
          <w:marRight w:val="0"/>
          <w:marTop w:val="0"/>
          <w:marBottom w:val="0"/>
          <w:divBdr>
            <w:top w:val="none" w:sz="0" w:space="0" w:color="auto"/>
            <w:left w:val="none" w:sz="0" w:space="0" w:color="auto"/>
            <w:bottom w:val="none" w:sz="0" w:space="0" w:color="auto"/>
            <w:right w:val="none" w:sz="0" w:space="0" w:color="auto"/>
          </w:divBdr>
        </w:div>
        <w:div w:id="755134780">
          <w:marLeft w:val="640"/>
          <w:marRight w:val="0"/>
          <w:marTop w:val="0"/>
          <w:marBottom w:val="0"/>
          <w:divBdr>
            <w:top w:val="none" w:sz="0" w:space="0" w:color="auto"/>
            <w:left w:val="none" w:sz="0" w:space="0" w:color="auto"/>
            <w:bottom w:val="none" w:sz="0" w:space="0" w:color="auto"/>
            <w:right w:val="none" w:sz="0" w:space="0" w:color="auto"/>
          </w:divBdr>
        </w:div>
        <w:div w:id="811824751">
          <w:marLeft w:val="640"/>
          <w:marRight w:val="0"/>
          <w:marTop w:val="0"/>
          <w:marBottom w:val="0"/>
          <w:divBdr>
            <w:top w:val="none" w:sz="0" w:space="0" w:color="auto"/>
            <w:left w:val="none" w:sz="0" w:space="0" w:color="auto"/>
            <w:bottom w:val="none" w:sz="0" w:space="0" w:color="auto"/>
            <w:right w:val="none" w:sz="0" w:space="0" w:color="auto"/>
          </w:divBdr>
        </w:div>
        <w:div w:id="821388534">
          <w:marLeft w:val="640"/>
          <w:marRight w:val="0"/>
          <w:marTop w:val="0"/>
          <w:marBottom w:val="0"/>
          <w:divBdr>
            <w:top w:val="none" w:sz="0" w:space="0" w:color="auto"/>
            <w:left w:val="none" w:sz="0" w:space="0" w:color="auto"/>
            <w:bottom w:val="none" w:sz="0" w:space="0" w:color="auto"/>
            <w:right w:val="none" w:sz="0" w:space="0" w:color="auto"/>
          </w:divBdr>
        </w:div>
        <w:div w:id="859900947">
          <w:marLeft w:val="640"/>
          <w:marRight w:val="0"/>
          <w:marTop w:val="0"/>
          <w:marBottom w:val="0"/>
          <w:divBdr>
            <w:top w:val="none" w:sz="0" w:space="0" w:color="auto"/>
            <w:left w:val="none" w:sz="0" w:space="0" w:color="auto"/>
            <w:bottom w:val="none" w:sz="0" w:space="0" w:color="auto"/>
            <w:right w:val="none" w:sz="0" w:space="0" w:color="auto"/>
          </w:divBdr>
        </w:div>
        <w:div w:id="900142653">
          <w:marLeft w:val="640"/>
          <w:marRight w:val="0"/>
          <w:marTop w:val="0"/>
          <w:marBottom w:val="0"/>
          <w:divBdr>
            <w:top w:val="none" w:sz="0" w:space="0" w:color="auto"/>
            <w:left w:val="none" w:sz="0" w:space="0" w:color="auto"/>
            <w:bottom w:val="none" w:sz="0" w:space="0" w:color="auto"/>
            <w:right w:val="none" w:sz="0" w:space="0" w:color="auto"/>
          </w:divBdr>
        </w:div>
        <w:div w:id="942614276">
          <w:marLeft w:val="640"/>
          <w:marRight w:val="0"/>
          <w:marTop w:val="0"/>
          <w:marBottom w:val="0"/>
          <w:divBdr>
            <w:top w:val="none" w:sz="0" w:space="0" w:color="auto"/>
            <w:left w:val="none" w:sz="0" w:space="0" w:color="auto"/>
            <w:bottom w:val="none" w:sz="0" w:space="0" w:color="auto"/>
            <w:right w:val="none" w:sz="0" w:space="0" w:color="auto"/>
          </w:divBdr>
        </w:div>
        <w:div w:id="1074546645">
          <w:marLeft w:val="640"/>
          <w:marRight w:val="0"/>
          <w:marTop w:val="0"/>
          <w:marBottom w:val="0"/>
          <w:divBdr>
            <w:top w:val="none" w:sz="0" w:space="0" w:color="auto"/>
            <w:left w:val="none" w:sz="0" w:space="0" w:color="auto"/>
            <w:bottom w:val="none" w:sz="0" w:space="0" w:color="auto"/>
            <w:right w:val="none" w:sz="0" w:space="0" w:color="auto"/>
          </w:divBdr>
        </w:div>
        <w:div w:id="1081757601">
          <w:marLeft w:val="640"/>
          <w:marRight w:val="0"/>
          <w:marTop w:val="0"/>
          <w:marBottom w:val="0"/>
          <w:divBdr>
            <w:top w:val="none" w:sz="0" w:space="0" w:color="auto"/>
            <w:left w:val="none" w:sz="0" w:space="0" w:color="auto"/>
            <w:bottom w:val="none" w:sz="0" w:space="0" w:color="auto"/>
            <w:right w:val="none" w:sz="0" w:space="0" w:color="auto"/>
          </w:divBdr>
        </w:div>
        <w:div w:id="1247377602">
          <w:marLeft w:val="640"/>
          <w:marRight w:val="0"/>
          <w:marTop w:val="0"/>
          <w:marBottom w:val="0"/>
          <w:divBdr>
            <w:top w:val="none" w:sz="0" w:space="0" w:color="auto"/>
            <w:left w:val="none" w:sz="0" w:space="0" w:color="auto"/>
            <w:bottom w:val="none" w:sz="0" w:space="0" w:color="auto"/>
            <w:right w:val="none" w:sz="0" w:space="0" w:color="auto"/>
          </w:divBdr>
        </w:div>
        <w:div w:id="1263999480">
          <w:marLeft w:val="640"/>
          <w:marRight w:val="0"/>
          <w:marTop w:val="0"/>
          <w:marBottom w:val="0"/>
          <w:divBdr>
            <w:top w:val="none" w:sz="0" w:space="0" w:color="auto"/>
            <w:left w:val="none" w:sz="0" w:space="0" w:color="auto"/>
            <w:bottom w:val="none" w:sz="0" w:space="0" w:color="auto"/>
            <w:right w:val="none" w:sz="0" w:space="0" w:color="auto"/>
          </w:divBdr>
        </w:div>
        <w:div w:id="1294412043">
          <w:marLeft w:val="640"/>
          <w:marRight w:val="0"/>
          <w:marTop w:val="0"/>
          <w:marBottom w:val="0"/>
          <w:divBdr>
            <w:top w:val="none" w:sz="0" w:space="0" w:color="auto"/>
            <w:left w:val="none" w:sz="0" w:space="0" w:color="auto"/>
            <w:bottom w:val="none" w:sz="0" w:space="0" w:color="auto"/>
            <w:right w:val="none" w:sz="0" w:space="0" w:color="auto"/>
          </w:divBdr>
        </w:div>
        <w:div w:id="1335451260">
          <w:marLeft w:val="640"/>
          <w:marRight w:val="0"/>
          <w:marTop w:val="0"/>
          <w:marBottom w:val="0"/>
          <w:divBdr>
            <w:top w:val="none" w:sz="0" w:space="0" w:color="auto"/>
            <w:left w:val="none" w:sz="0" w:space="0" w:color="auto"/>
            <w:bottom w:val="none" w:sz="0" w:space="0" w:color="auto"/>
            <w:right w:val="none" w:sz="0" w:space="0" w:color="auto"/>
          </w:divBdr>
        </w:div>
        <w:div w:id="1340304243">
          <w:marLeft w:val="640"/>
          <w:marRight w:val="0"/>
          <w:marTop w:val="0"/>
          <w:marBottom w:val="0"/>
          <w:divBdr>
            <w:top w:val="none" w:sz="0" w:space="0" w:color="auto"/>
            <w:left w:val="none" w:sz="0" w:space="0" w:color="auto"/>
            <w:bottom w:val="none" w:sz="0" w:space="0" w:color="auto"/>
            <w:right w:val="none" w:sz="0" w:space="0" w:color="auto"/>
          </w:divBdr>
        </w:div>
        <w:div w:id="1415933674">
          <w:marLeft w:val="640"/>
          <w:marRight w:val="0"/>
          <w:marTop w:val="0"/>
          <w:marBottom w:val="0"/>
          <w:divBdr>
            <w:top w:val="none" w:sz="0" w:space="0" w:color="auto"/>
            <w:left w:val="none" w:sz="0" w:space="0" w:color="auto"/>
            <w:bottom w:val="none" w:sz="0" w:space="0" w:color="auto"/>
            <w:right w:val="none" w:sz="0" w:space="0" w:color="auto"/>
          </w:divBdr>
        </w:div>
        <w:div w:id="1439132664">
          <w:marLeft w:val="640"/>
          <w:marRight w:val="0"/>
          <w:marTop w:val="0"/>
          <w:marBottom w:val="0"/>
          <w:divBdr>
            <w:top w:val="none" w:sz="0" w:space="0" w:color="auto"/>
            <w:left w:val="none" w:sz="0" w:space="0" w:color="auto"/>
            <w:bottom w:val="none" w:sz="0" w:space="0" w:color="auto"/>
            <w:right w:val="none" w:sz="0" w:space="0" w:color="auto"/>
          </w:divBdr>
        </w:div>
        <w:div w:id="1490365499">
          <w:marLeft w:val="640"/>
          <w:marRight w:val="0"/>
          <w:marTop w:val="0"/>
          <w:marBottom w:val="0"/>
          <w:divBdr>
            <w:top w:val="none" w:sz="0" w:space="0" w:color="auto"/>
            <w:left w:val="none" w:sz="0" w:space="0" w:color="auto"/>
            <w:bottom w:val="none" w:sz="0" w:space="0" w:color="auto"/>
            <w:right w:val="none" w:sz="0" w:space="0" w:color="auto"/>
          </w:divBdr>
        </w:div>
        <w:div w:id="1534267033">
          <w:marLeft w:val="640"/>
          <w:marRight w:val="0"/>
          <w:marTop w:val="0"/>
          <w:marBottom w:val="0"/>
          <w:divBdr>
            <w:top w:val="none" w:sz="0" w:space="0" w:color="auto"/>
            <w:left w:val="none" w:sz="0" w:space="0" w:color="auto"/>
            <w:bottom w:val="none" w:sz="0" w:space="0" w:color="auto"/>
            <w:right w:val="none" w:sz="0" w:space="0" w:color="auto"/>
          </w:divBdr>
        </w:div>
        <w:div w:id="1534725890">
          <w:marLeft w:val="640"/>
          <w:marRight w:val="0"/>
          <w:marTop w:val="0"/>
          <w:marBottom w:val="0"/>
          <w:divBdr>
            <w:top w:val="none" w:sz="0" w:space="0" w:color="auto"/>
            <w:left w:val="none" w:sz="0" w:space="0" w:color="auto"/>
            <w:bottom w:val="none" w:sz="0" w:space="0" w:color="auto"/>
            <w:right w:val="none" w:sz="0" w:space="0" w:color="auto"/>
          </w:divBdr>
        </w:div>
        <w:div w:id="1565069278">
          <w:marLeft w:val="640"/>
          <w:marRight w:val="0"/>
          <w:marTop w:val="0"/>
          <w:marBottom w:val="0"/>
          <w:divBdr>
            <w:top w:val="none" w:sz="0" w:space="0" w:color="auto"/>
            <w:left w:val="none" w:sz="0" w:space="0" w:color="auto"/>
            <w:bottom w:val="none" w:sz="0" w:space="0" w:color="auto"/>
            <w:right w:val="none" w:sz="0" w:space="0" w:color="auto"/>
          </w:divBdr>
        </w:div>
        <w:div w:id="1566721893">
          <w:marLeft w:val="640"/>
          <w:marRight w:val="0"/>
          <w:marTop w:val="0"/>
          <w:marBottom w:val="0"/>
          <w:divBdr>
            <w:top w:val="none" w:sz="0" w:space="0" w:color="auto"/>
            <w:left w:val="none" w:sz="0" w:space="0" w:color="auto"/>
            <w:bottom w:val="none" w:sz="0" w:space="0" w:color="auto"/>
            <w:right w:val="none" w:sz="0" w:space="0" w:color="auto"/>
          </w:divBdr>
        </w:div>
        <w:div w:id="1596400083">
          <w:marLeft w:val="640"/>
          <w:marRight w:val="0"/>
          <w:marTop w:val="0"/>
          <w:marBottom w:val="0"/>
          <w:divBdr>
            <w:top w:val="none" w:sz="0" w:space="0" w:color="auto"/>
            <w:left w:val="none" w:sz="0" w:space="0" w:color="auto"/>
            <w:bottom w:val="none" w:sz="0" w:space="0" w:color="auto"/>
            <w:right w:val="none" w:sz="0" w:space="0" w:color="auto"/>
          </w:divBdr>
        </w:div>
        <w:div w:id="1615021973">
          <w:marLeft w:val="640"/>
          <w:marRight w:val="0"/>
          <w:marTop w:val="0"/>
          <w:marBottom w:val="0"/>
          <w:divBdr>
            <w:top w:val="none" w:sz="0" w:space="0" w:color="auto"/>
            <w:left w:val="none" w:sz="0" w:space="0" w:color="auto"/>
            <w:bottom w:val="none" w:sz="0" w:space="0" w:color="auto"/>
            <w:right w:val="none" w:sz="0" w:space="0" w:color="auto"/>
          </w:divBdr>
        </w:div>
        <w:div w:id="1629503960">
          <w:marLeft w:val="640"/>
          <w:marRight w:val="0"/>
          <w:marTop w:val="0"/>
          <w:marBottom w:val="0"/>
          <w:divBdr>
            <w:top w:val="none" w:sz="0" w:space="0" w:color="auto"/>
            <w:left w:val="none" w:sz="0" w:space="0" w:color="auto"/>
            <w:bottom w:val="none" w:sz="0" w:space="0" w:color="auto"/>
            <w:right w:val="none" w:sz="0" w:space="0" w:color="auto"/>
          </w:divBdr>
        </w:div>
        <w:div w:id="1699355329">
          <w:marLeft w:val="640"/>
          <w:marRight w:val="0"/>
          <w:marTop w:val="0"/>
          <w:marBottom w:val="0"/>
          <w:divBdr>
            <w:top w:val="none" w:sz="0" w:space="0" w:color="auto"/>
            <w:left w:val="none" w:sz="0" w:space="0" w:color="auto"/>
            <w:bottom w:val="none" w:sz="0" w:space="0" w:color="auto"/>
            <w:right w:val="none" w:sz="0" w:space="0" w:color="auto"/>
          </w:divBdr>
        </w:div>
        <w:div w:id="1720013305">
          <w:marLeft w:val="640"/>
          <w:marRight w:val="0"/>
          <w:marTop w:val="0"/>
          <w:marBottom w:val="0"/>
          <w:divBdr>
            <w:top w:val="none" w:sz="0" w:space="0" w:color="auto"/>
            <w:left w:val="none" w:sz="0" w:space="0" w:color="auto"/>
            <w:bottom w:val="none" w:sz="0" w:space="0" w:color="auto"/>
            <w:right w:val="none" w:sz="0" w:space="0" w:color="auto"/>
          </w:divBdr>
        </w:div>
        <w:div w:id="1722558981">
          <w:marLeft w:val="640"/>
          <w:marRight w:val="0"/>
          <w:marTop w:val="0"/>
          <w:marBottom w:val="0"/>
          <w:divBdr>
            <w:top w:val="none" w:sz="0" w:space="0" w:color="auto"/>
            <w:left w:val="none" w:sz="0" w:space="0" w:color="auto"/>
            <w:bottom w:val="none" w:sz="0" w:space="0" w:color="auto"/>
            <w:right w:val="none" w:sz="0" w:space="0" w:color="auto"/>
          </w:divBdr>
        </w:div>
        <w:div w:id="1737823708">
          <w:marLeft w:val="640"/>
          <w:marRight w:val="0"/>
          <w:marTop w:val="0"/>
          <w:marBottom w:val="0"/>
          <w:divBdr>
            <w:top w:val="none" w:sz="0" w:space="0" w:color="auto"/>
            <w:left w:val="none" w:sz="0" w:space="0" w:color="auto"/>
            <w:bottom w:val="none" w:sz="0" w:space="0" w:color="auto"/>
            <w:right w:val="none" w:sz="0" w:space="0" w:color="auto"/>
          </w:divBdr>
        </w:div>
        <w:div w:id="1781684927">
          <w:marLeft w:val="640"/>
          <w:marRight w:val="0"/>
          <w:marTop w:val="0"/>
          <w:marBottom w:val="0"/>
          <w:divBdr>
            <w:top w:val="none" w:sz="0" w:space="0" w:color="auto"/>
            <w:left w:val="none" w:sz="0" w:space="0" w:color="auto"/>
            <w:bottom w:val="none" w:sz="0" w:space="0" w:color="auto"/>
            <w:right w:val="none" w:sz="0" w:space="0" w:color="auto"/>
          </w:divBdr>
        </w:div>
        <w:div w:id="1911765334">
          <w:marLeft w:val="640"/>
          <w:marRight w:val="0"/>
          <w:marTop w:val="0"/>
          <w:marBottom w:val="0"/>
          <w:divBdr>
            <w:top w:val="none" w:sz="0" w:space="0" w:color="auto"/>
            <w:left w:val="none" w:sz="0" w:space="0" w:color="auto"/>
            <w:bottom w:val="none" w:sz="0" w:space="0" w:color="auto"/>
            <w:right w:val="none" w:sz="0" w:space="0" w:color="auto"/>
          </w:divBdr>
        </w:div>
        <w:div w:id="1967588208">
          <w:marLeft w:val="640"/>
          <w:marRight w:val="0"/>
          <w:marTop w:val="0"/>
          <w:marBottom w:val="0"/>
          <w:divBdr>
            <w:top w:val="none" w:sz="0" w:space="0" w:color="auto"/>
            <w:left w:val="none" w:sz="0" w:space="0" w:color="auto"/>
            <w:bottom w:val="none" w:sz="0" w:space="0" w:color="auto"/>
            <w:right w:val="none" w:sz="0" w:space="0" w:color="auto"/>
          </w:divBdr>
        </w:div>
        <w:div w:id="2001424304">
          <w:marLeft w:val="640"/>
          <w:marRight w:val="0"/>
          <w:marTop w:val="0"/>
          <w:marBottom w:val="0"/>
          <w:divBdr>
            <w:top w:val="none" w:sz="0" w:space="0" w:color="auto"/>
            <w:left w:val="none" w:sz="0" w:space="0" w:color="auto"/>
            <w:bottom w:val="none" w:sz="0" w:space="0" w:color="auto"/>
            <w:right w:val="none" w:sz="0" w:space="0" w:color="auto"/>
          </w:divBdr>
        </w:div>
        <w:div w:id="2042436679">
          <w:marLeft w:val="640"/>
          <w:marRight w:val="0"/>
          <w:marTop w:val="0"/>
          <w:marBottom w:val="0"/>
          <w:divBdr>
            <w:top w:val="none" w:sz="0" w:space="0" w:color="auto"/>
            <w:left w:val="none" w:sz="0" w:space="0" w:color="auto"/>
            <w:bottom w:val="none" w:sz="0" w:space="0" w:color="auto"/>
            <w:right w:val="none" w:sz="0" w:space="0" w:color="auto"/>
          </w:divBdr>
        </w:div>
        <w:div w:id="2078362541">
          <w:marLeft w:val="640"/>
          <w:marRight w:val="0"/>
          <w:marTop w:val="0"/>
          <w:marBottom w:val="0"/>
          <w:divBdr>
            <w:top w:val="none" w:sz="0" w:space="0" w:color="auto"/>
            <w:left w:val="none" w:sz="0" w:space="0" w:color="auto"/>
            <w:bottom w:val="none" w:sz="0" w:space="0" w:color="auto"/>
            <w:right w:val="none" w:sz="0" w:space="0" w:color="auto"/>
          </w:divBdr>
        </w:div>
        <w:div w:id="2100248574">
          <w:marLeft w:val="640"/>
          <w:marRight w:val="0"/>
          <w:marTop w:val="0"/>
          <w:marBottom w:val="0"/>
          <w:divBdr>
            <w:top w:val="none" w:sz="0" w:space="0" w:color="auto"/>
            <w:left w:val="none" w:sz="0" w:space="0" w:color="auto"/>
            <w:bottom w:val="none" w:sz="0" w:space="0" w:color="auto"/>
            <w:right w:val="none" w:sz="0" w:space="0" w:color="auto"/>
          </w:divBdr>
        </w:div>
        <w:div w:id="2131168173">
          <w:marLeft w:val="640"/>
          <w:marRight w:val="0"/>
          <w:marTop w:val="0"/>
          <w:marBottom w:val="0"/>
          <w:divBdr>
            <w:top w:val="none" w:sz="0" w:space="0" w:color="auto"/>
            <w:left w:val="none" w:sz="0" w:space="0" w:color="auto"/>
            <w:bottom w:val="none" w:sz="0" w:space="0" w:color="auto"/>
            <w:right w:val="none" w:sz="0" w:space="0" w:color="auto"/>
          </w:divBdr>
        </w:div>
      </w:divsChild>
    </w:div>
    <w:div w:id="1010448982">
      <w:bodyDiv w:val="1"/>
      <w:marLeft w:val="0"/>
      <w:marRight w:val="0"/>
      <w:marTop w:val="0"/>
      <w:marBottom w:val="0"/>
      <w:divBdr>
        <w:top w:val="none" w:sz="0" w:space="0" w:color="auto"/>
        <w:left w:val="none" w:sz="0" w:space="0" w:color="auto"/>
        <w:bottom w:val="none" w:sz="0" w:space="0" w:color="auto"/>
        <w:right w:val="none" w:sz="0" w:space="0" w:color="auto"/>
      </w:divBdr>
      <w:divsChild>
        <w:div w:id="40177321">
          <w:marLeft w:val="640"/>
          <w:marRight w:val="0"/>
          <w:marTop w:val="0"/>
          <w:marBottom w:val="0"/>
          <w:divBdr>
            <w:top w:val="none" w:sz="0" w:space="0" w:color="auto"/>
            <w:left w:val="none" w:sz="0" w:space="0" w:color="auto"/>
            <w:bottom w:val="none" w:sz="0" w:space="0" w:color="auto"/>
            <w:right w:val="none" w:sz="0" w:space="0" w:color="auto"/>
          </w:divBdr>
        </w:div>
        <w:div w:id="57217887">
          <w:marLeft w:val="640"/>
          <w:marRight w:val="0"/>
          <w:marTop w:val="0"/>
          <w:marBottom w:val="0"/>
          <w:divBdr>
            <w:top w:val="none" w:sz="0" w:space="0" w:color="auto"/>
            <w:left w:val="none" w:sz="0" w:space="0" w:color="auto"/>
            <w:bottom w:val="none" w:sz="0" w:space="0" w:color="auto"/>
            <w:right w:val="none" w:sz="0" w:space="0" w:color="auto"/>
          </w:divBdr>
        </w:div>
        <w:div w:id="63382241">
          <w:marLeft w:val="640"/>
          <w:marRight w:val="0"/>
          <w:marTop w:val="0"/>
          <w:marBottom w:val="0"/>
          <w:divBdr>
            <w:top w:val="none" w:sz="0" w:space="0" w:color="auto"/>
            <w:left w:val="none" w:sz="0" w:space="0" w:color="auto"/>
            <w:bottom w:val="none" w:sz="0" w:space="0" w:color="auto"/>
            <w:right w:val="none" w:sz="0" w:space="0" w:color="auto"/>
          </w:divBdr>
        </w:div>
        <w:div w:id="135683780">
          <w:marLeft w:val="640"/>
          <w:marRight w:val="0"/>
          <w:marTop w:val="0"/>
          <w:marBottom w:val="0"/>
          <w:divBdr>
            <w:top w:val="none" w:sz="0" w:space="0" w:color="auto"/>
            <w:left w:val="none" w:sz="0" w:space="0" w:color="auto"/>
            <w:bottom w:val="none" w:sz="0" w:space="0" w:color="auto"/>
            <w:right w:val="none" w:sz="0" w:space="0" w:color="auto"/>
          </w:divBdr>
        </w:div>
        <w:div w:id="142236050">
          <w:marLeft w:val="640"/>
          <w:marRight w:val="0"/>
          <w:marTop w:val="0"/>
          <w:marBottom w:val="0"/>
          <w:divBdr>
            <w:top w:val="none" w:sz="0" w:space="0" w:color="auto"/>
            <w:left w:val="none" w:sz="0" w:space="0" w:color="auto"/>
            <w:bottom w:val="none" w:sz="0" w:space="0" w:color="auto"/>
            <w:right w:val="none" w:sz="0" w:space="0" w:color="auto"/>
          </w:divBdr>
        </w:div>
        <w:div w:id="145249634">
          <w:marLeft w:val="640"/>
          <w:marRight w:val="0"/>
          <w:marTop w:val="0"/>
          <w:marBottom w:val="0"/>
          <w:divBdr>
            <w:top w:val="none" w:sz="0" w:space="0" w:color="auto"/>
            <w:left w:val="none" w:sz="0" w:space="0" w:color="auto"/>
            <w:bottom w:val="none" w:sz="0" w:space="0" w:color="auto"/>
            <w:right w:val="none" w:sz="0" w:space="0" w:color="auto"/>
          </w:divBdr>
        </w:div>
        <w:div w:id="262149974">
          <w:marLeft w:val="640"/>
          <w:marRight w:val="0"/>
          <w:marTop w:val="0"/>
          <w:marBottom w:val="0"/>
          <w:divBdr>
            <w:top w:val="none" w:sz="0" w:space="0" w:color="auto"/>
            <w:left w:val="none" w:sz="0" w:space="0" w:color="auto"/>
            <w:bottom w:val="none" w:sz="0" w:space="0" w:color="auto"/>
            <w:right w:val="none" w:sz="0" w:space="0" w:color="auto"/>
          </w:divBdr>
        </w:div>
        <w:div w:id="289089785">
          <w:marLeft w:val="640"/>
          <w:marRight w:val="0"/>
          <w:marTop w:val="0"/>
          <w:marBottom w:val="0"/>
          <w:divBdr>
            <w:top w:val="none" w:sz="0" w:space="0" w:color="auto"/>
            <w:left w:val="none" w:sz="0" w:space="0" w:color="auto"/>
            <w:bottom w:val="none" w:sz="0" w:space="0" w:color="auto"/>
            <w:right w:val="none" w:sz="0" w:space="0" w:color="auto"/>
          </w:divBdr>
        </w:div>
        <w:div w:id="408159847">
          <w:marLeft w:val="640"/>
          <w:marRight w:val="0"/>
          <w:marTop w:val="0"/>
          <w:marBottom w:val="0"/>
          <w:divBdr>
            <w:top w:val="none" w:sz="0" w:space="0" w:color="auto"/>
            <w:left w:val="none" w:sz="0" w:space="0" w:color="auto"/>
            <w:bottom w:val="none" w:sz="0" w:space="0" w:color="auto"/>
            <w:right w:val="none" w:sz="0" w:space="0" w:color="auto"/>
          </w:divBdr>
        </w:div>
        <w:div w:id="533809153">
          <w:marLeft w:val="640"/>
          <w:marRight w:val="0"/>
          <w:marTop w:val="0"/>
          <w:marBottom w:val="0"/>
          <w:divBdr>
            <w:top w:val="none" w:sz="0" w:space="0" w:color="auto"/>
            <w:left w:val="none" w:sz="0" w:space="0" w:color="auto"/>
            <w:bottom w:val="none" w:sz="0" w:space="0" w:color="auto"/>
            <w:right w:val="none" w:sz="0" w:space="0" w:color="auto"/>
          </w:divBdr>
        </w:div>
        <w:div w:id="569115574">
          <w:marLeft w:val="640"/>
          <w:marRight w:val="0"/>
          <w:marTop w:val="0"/>
          <w:marBottom w:val="0"/>
          <w:divBdr>
            <w:top w:val="none" w:sz="0" w:space="0" w:color="auto"/>
            <w:left w:val="none" w:sz="0" w:space="0" w:color="auto"/>
            <w:bottom w:val="none" w:sz="0" w:space="0" w:color="auto"/>
            <w:right w:val="none" w:sz="0" w:space="0" w:color="auto"/>
          </w:divBdr>
        </w:div>
        <w:div w:id="580338424">
          <w:marLeft w:val="640"/>
          <w:marRight w:val="0"/>
          <w:marTop w:val="0"/>
          <w:marBottom w:val="0"/>
          <w:divBdr>
            <w:top w:val="none" w:sz="0" w:space="0" w:color="auto"/>
            <w:left w:val="none" w:sz="0" w:space="0" w:color="auto"/>
            <w:bottom w:val="none" w:sz="0" w:space="0" w:color="auto"/>
            <w:right w:val="none" w:sz="0" w:space="0" w:color="auto"/>
          </w:divBdr>
        </w:div>
        <w:div w:id="582027624">
          <w:marLeft w:val="640"/>
          <w:marRight w:val="0"/>
          <w:marTop w:val="0"/>
          <w:marBottom w:val="0"/>
          <w:divBdr>
            <w:top w:val="none" w:sz="0" w:space="0" w:color="auto"/>
            <w:left w:val="none" w:sz="0" w:space="0" w:color="auto"/>
            <w:bottom w:val="none" w:sz="0" w:space="0" w:color="auto"/>
            <w:right w:val="none" w:sz="0" w:space="0" w:color="auto"/>
          </w:divBdr>
        </w:div>
        <w:div w:id="588731197">
          <w:marLeft w:val="640"/>
          <w:marRight w:val="0"/>
          <w:marTop w:val="0"/>
          <w:marBottom w:val="0"/>
          <w:divBdr>
            <w:top w:val="none" w:sz="0" w:space="0" w:color="auto"/>
            <w:left w:val="none" w:sz="0" w:space="0" w:color="auto"/>
            <w:bottom w:val="none" w:sz="0" w:space="0" w:color="auto"/>
            <w:right w:val="none" w:sz="0" w:space="0" w:color="auto"/>
          </w:divBdr>
        </w:div>
        <w:div w:id="631180638">
          <w:marLeft w:val="640"/>
          <w:marRight w:val="0"/>
          <w:marTop w:val="0"/>
          <w:marBottom w:val="0"/>
          <w:divBdr>
            <w:top w:val="none" w:sz="0" w:space="0" w:color="auto"/>
            <w:left w:val="none" w:sz="0" w:space="0" w:color="auto"/>
            <w:bottom w:val="none" w:sz="0" w:space="0" w:color="auto"/>
            <w:right w:val="none" w:sz="0" w:space="0" w:color="auto"/>
          </w:divBdr>
        </w:div>
        <w:div w:id="650134175">
          <w:marLeft w:val="640"/>
          <w:marRight w:val="0"/>
          <w:marTop w:val="0"/>
          <w:marBottom w:val="0"/>
          <w:divBdr>
            <w:top w:val="none" w:sz="0" w:space="0" w:color="auto"/>
            <w:left w:val="none" w:sz="0" w:space="0" w:color="auto"/>
            <w:bottom w:val="none" w:sz="0" w:space="0" w:color="auto"/>
            <w:right w:val="none" w:sz="0" w:space="0" w:color="auto"/>
          </w:divBdr>
        </w:div>
        <w:div w:id="676006462">
          <w:marLeft w:val="640"/>
          <w:marRight w:val="0"/>
          <w:marTop w:val="0"/>
          <w:marBottom w:val="0"/>
          <w:divBdr>
            <w:top w:val="none" w:sz="0" w:space="0" w:color="auto"/>
            <w:left w:val="none" w:sz="0" w:space="0" w:color="auto"/>
            <w:bottom w:val="none" w:sz="0" w:space="0" w:color="auto"/>
            <w:right w:val="none" w:sz="0" w:space="0" w:color="auto"/>
          </w:divBdr>
        </w:div>
        <w:div w:id="709378568">
          <w:marLeft w:val="640"/>
          <w:marRight w:val="0"/>
          <w:marTop w:val="0"/>
          <w:marBottom w:val="0"/>
          <w:divBdr>
            <w:top w:val="none" w:sz="0" w:space="0" w:color="auto"/>
            <w:left w:val="none" w:sz="0" w:space="0" w:color="auto"/>
            <w:bottom w:val="none" w:sz="0" w:space="0" w:color="auto"/>
            <w:right w:val="none" w:sz="0" w:space="0" w:color="auto"/>
          </w:divBdr>
        </w:div>
        <w:div w:id="730426262">
          <w:marLeft w:val="640"/>
          <w:marRight w:val="0"/>
          <w:marTop w:val="0"/>
          <w:marBottom w:val="0"/>
          <w:divBdr>
            <w:top w:val="none" w:sz="0" w:space="0" w:color="auto"/>
            <w:left w:val="none" w:sz="0" w:space="0" w:color="auto"/>
            <w:bottom w:val="none" w:sz="0" w:space="0" w:color="auto"/>
            <w:right w:val="none" w:sz="0" w:space="0" w:color="auto"/>
          </w:divBdr>
        </w:div>
        <w:div w:id="840893601">
          <w:marLeft w:val="640"/>
          <w:marRight w:val="0"/>
          <w:marTop w:val="0"/>
          <w:marBottom w:val="0"/>
          <w:divBdr>
            <w:top w:val="none" w:sz="0" w:space="0" w:color="auto"/>
            <w:left w:val="none" w:sz="0" w:space="0" w:color="auto"/>
            <w:bottom w:val="none" w:sz="0" w:space="0" w:color="auto"/>
            <w:right w:val="none" w:sz="0" w:space="0" w:color="auto"/>
          </w:divBdr>
        </w:div>
        <w:div w:id="911547580">
          <w:marLeft w:val="640"/>
          <w:marRight w:val="0"/>
          <w:marTop w:val="0"/>
          <w:marBottom w:val="0"/>
          <w:divBdr>
            <w:top w:val="none" w:sz="0" w:space="0" w:color="auto"/>
            <w:left w:val="none" w:sz="0" w:space="0" w:color="auto"/>
            <w:bottom w:val="none" w:sz="0" w:space="0" w:color="auto"/>
            <w:right w:val="none" w:sz="0" w:space="0" w:color="auto"/>
          </w:divBdr>
        </w:div>
        <w:div w:id="980039532">
          <w:marLeft w:val="640"/>
          <w:marRight w:val="0"/>
          <w:marTop w:val="0"/>
          <w:marBottom w:val="0"/>
          <w:divBdr>
            <w:top w:val="none" w:sz="0" w:space="0" w:color="auto"/>
            <w:left w:val="none" w:sz="0" w:space="0" w:color="auto"/>
            <w:bottom w:val="none" w:sz="0" w:space="0" w:color="auto"/>
            <w:right w:val="none" w:sz="0" w:space="0" w:color="auto"/>
          </w:divBdr>
        </w:div>
        <w:div w:id="985478055">
          <w:marLeft w:val="640"/>
          <w:marRight w:val="0"/>
          <w:marTop w:val="0"/>
          <w:marBottom w:val="0"/>
          <w:divBdr>
            <w:top w:val="none" w:sz="0" w:space="0" w:color="auto"/>
            <w:left w:val="none" w:sz="0" w:space="0" w:color="auto"/>
            <w:bottom w:val="none" w:sz="0" w:space="0" w:color="auto"/>
            <w:right w:val="none" w:sz="0" w:space="0" w:color="auto"/>
          </w:divBdr>
        </w:div>
        <w:div w:id="1001544300">
          <w:marLeft w:val="640"/>
          <w:marRight w:val="0"/>
          <w:marTop w:val="0"/>
          <w:marBottom w:val="0"/>
          <w:divBdr>
            <w:top w:val="none" w:sz="0" w:space="0" w:color="auto"/>
            <w:left w:val="none" w:sz="0" w:space="0" w:color="auto"/>
            <w:bottom w:val="none" w:sz="0" w:space="0" w:color="auto"/>
            <w:right w:val="none" w:sz="0" w:space="0" w:color="auto"/>
          </w:divBdr>
        </w:div>
        <w:div w:id="1014115588">
          <w:marLeft w:val="640"/>
          <w:marRight w:val="0"/>
          <w:marTop w:val="0"/>
          <w:marBottom w:val="0"/>
          <w:divBdr>
            <w:top w:val="none" w:sz="0" w:space="0" w:color="auto"/>
            <w:left w:val="none" w:sz="0" w:space="0" w:color="auto"/>
            <w:bottom w:val="none" w:sz="0" w:space="0" w:color="auto"/>
            <w:right w:val="none" w:sz="0" w:space="0" w:color="auto"/>
          </w:divBdr>
        </w:div>
        <w:div w:id="1070687557">
          <w:marLeft w:val="640"/>
          <w:marRight w:val="0"/>
          <w:marTop w:val="0"/>
          <w:marBottom w:val="0"/>
          <w:divBdr>
            <w:top w:val="none" w:sz="0" w:space="0" w:color="auto"/>
            <w:left w:val="none" w:sz="0" w:space="0" w:color="auto"/>
            <w:bottom w:val="none" w:sz="0" w:space="0" w:color="auto"/>
            <w:right w:val="none" w:sz="0" w:space="0" w:color="auto"/>
          </w:divBdr>
        </w:div>
        <w:div w:id="1097866364">
          <w:marLeft w:val="640"/>
          <w:marRight w:val="0"/>
          <w:marTop w:val="0"/>
          <w:marBottom w:val="0"/>
          <w:divBdr>
            <w:top w:val="none" w:sz="0" w:space="0" w:color="auto"/>
            <w:left w:val="none" w:sz="0" w:space="0" w:color="auto"/>
            <w:bottom w:val="none" w:sz="0" w:space="0" w:color="auto"/>
            <w:right w:val="none" w:sz="0" w:space="0" w:color="auto"/>
          </w:divBdr>
        </w:div>
        <w:div w:id="1112633079">
          <w:marLeft w:val="640"/>
          <w:marRight w:val="0"/>
          <w:marTop w:val="0"/>
          <w:marBottom w:val="0"/>
          <w:divBdr>
            <w:top w:val="none" w:sz="0" w:space="0" w:color="auto"/>
            <w:left w:val="none" w:sz="0" w:space="0" w:color="auto"/>
            <w:bottom w:val="none" w:sz="0" w:space="0" w:color="auto"/>
            <w:right w:val="none" w:sz="0" w:space="0" w:color="auto"/>
          </w:divBdr>
        </w:div>
        <w:div w:id="1151605652">
          <w:marLeft w:val="640"/>
          <w:marRight w:val="0"/>
          <w:marTop w:val="0"/>
          <w:marBottom w:val="0"/>
          <w:divBdr>
            <w:top w:val="none" w:sz="0" w:space="0" w:color="auto"/>
            <w:left w:val="none" w:sz="0" w:space="0" w:color="auto"/>
            <w:bottom w:val="none" w:sz="0" w:space="0" w:color="auto"/>
            <w:right w:val="none" w:sz="0" w:space="0" w:color="auto"/>
          </w:divBdr>
        </w:div>
        <w:div w:id="1172531787">
          <w:marLeft w:val="640"/>
          <w:marRight w:val="0"/>
          <w:marTop w:val="0"/>
          <w:marBottom w:val="0"/>
          <w:divBdr>
            <w:top w:val="none" w:sz="0" w:space="0" w:color="auto"/>
            <w:left w:val="none" w:sz="0" w:space="0" w:color="auto"/>
            <w:bottom w:val="none" w:sz="0" w:space="0" w:color="auto"/>
            <w:right w:val="none" w:sz="0" w:space="0" w:color="auto"/>
          </w:divBdr>
        </w:div>
        <w:div w:id="1251935983">
          <w:marLeft w:val="640"/>
          <w:marRight w:val="0"/>
          <w:marTop w:val="0"/>
          <w:marBottom w:val="0"/>
          <w:divBdr>
            <w:top w:val="none" w:sz="0" w:space="0" w:color="auto"/>
            <w:left w:val="none" w:sz="0" w:space="0" w:color="auto"/>
            <w:bottom w:val="none" w:sz="0" w:space="0" w:color="auto"/>
            <w:right w:val="none" w:sz="0" w:space="0" w:color="auto"/>
          </w:divBdr>
        </w:div>
        <w:div w:id="1315335604">
          <w:marLeft w:val="640"/>
          <w:marRight w:val="0"/>
          <w:marTop w:val="0"/>
          <w:marBottom w:val="0"/>
          <w:divBdr>
            <w:top w:val="none" w:sz="0" w:space="0" w:color="auto"/>
            <w:left w:val="none" w:sz="0" w:space="0" w:color="auto"/>
            <w:bottom w:val="none" w:sz="0" w:space="0" w:color="auto"/>
            <w:right w:val="none" w:sz="0" w:space="0" w:color="auto"/>
          </w:divBdr>
        </w:div>
        <w:div w:id="1385331005">
          <w:marLeft w:val="640"/>
          <w:marRight w:val="0"/>
          <w:marTop w:val="0"/>
          <w:marBottom w:val="0"/>
          <w:divBdr>
            <w:top w:val="none" w:sz="0" w:space="0" w:color="auto"/>
            <w:left w:val="none" w:sz="0" w:space="0" w:color="auto"/>
            <w:bottom w:val="none" w:sz="0" w:space="0" w:color="auto"/>
            <w:right w:val="none" w:sz="0" w:space="0" w:color="auto"/>
          </w:divBdr>
        </w:div>
        <w:div w:id="1395742951">
          <w:marLeft w:val="640"/>
          <w:marRight w:val="0"/>
          <w:marTop w:val="0"/>
          <w:marBottom w:val="0"/>
          <w:divBdr>
            <w:top w:val="none" w:sz="0" w:space="0" w:color="auto"/>
            <w:left w:val="none" w:sz="0" w:space="0" w:color="auto"/>
            <w:bottom w:val="none" w:sz="0" w:space="0" w:color="auto"/>
            <w:right w:val="none" w:sz="0" w:space="0" w:color="auto"/>
          </w:divBdr>
        </w:div>
        <w:div w:id="1407386196">
          <w:marLeft w:val="640"/>
          <w:marRight w:val="0"/>
          <w:marTop w:val="0"/>
          <w:marBottom w:val="0"/>
          <w:divBdr>
            <w:top w:val="none" w:sz="0" w:space="0" w:color="auto"/>
            <w:left w:val="none" w:sz="0" w:space="0" w:color="auto"/>
            <w:bottom w:val="none" w:sz="0" w:space="0" w:color="auto"/>
            <w:right w:val="none" w:sz="0" w:space="0" w:color="auto"/>
          </w:divBdr>
        </w:div>
        <w:div w:id="1484814225">
          <w:marLeft w:val="640"/>
          <w:marRight w:val="0"/>
          <w:marTop w:val="0"/>
          <w:marBottom w:val="0"/>
          <w:divBdr>
            <w:top w:val="none" w:sz="0" w:space="0" w:color="auto"/>
            <w:left w:val="none" w:sz="0" w:space="0" w:color="auto"/>
            <w:bottom w:val="none" w:sz="0" w:space="0" w:color="auto"/>
            <w:right w:val="none" w:sz="0" w:space="0" w:color="auto"/>
          </w:divBdr>
        </w:div>
        <w:div w:id="1506901108">
          <w:marLeft w:val="640"/>
          <w:marRight w:val="0"/>
          <w:marTop w:val="0"/>
          <w:marBottom w:val="0"/>
          <w:divBdr>
            <w:top w:val="none" w:sz="0" w:space="0" w:color="auto"/>
            <w:left w:val="none" w:sz="0" w:space="0" w:color="auto"/>
            <w:bottom w:val="none" w:sz="0" w:space="0" w:color="auto"/>
            <w:right w:val="none" w:sz="0" w:space="0" w:color="auto"/>
          </w:divBdr>
        </w:div>
        <w:div w:id="1511523483">
          <w:marLeft w:val="640"/>
          <w:marRight w:val="0"/>
          <w:marTop w:val="0"/>
          <w:marBottom w:val="0"/>
          <w:divBdr>
            <w:top w:val="none" w:sz="0" w:space="0" w:color="auto"/>
            <w:left w:val="none" w:sz="0" w:space="0" w:color="auto"/>
            <w:bottom w:val="none" w:sz="0" w:space="0" w:color="auto"/>
            <w:right w:val="none" w:sz="0" w:space="0" w:color="auto"/>
          </w:divBdr>
        </w:div>
        <w:div w:id="1685092613">
          <w:marLeft w:val="640"/>
          <w:marRight w:val="0"/>
          <w:marTop w:val="0"/>
          <w:marBottom w:val="0"/>
          <w:divBdr>
            <w:top w:val="none" w:sz="0" w:space="0" w:color="auto"/>
            <w:left w:val="none" w:sz="0" w:space="0" w:color="auto"/>
            <w:bottom w:val="none" w:sz="0" w:space="0" w:color="auto"/>
            <w:right w:val="none" w:sz="0" w:space="0" w:color="auto"/>
          </w:divBdr>
        </w:div>
        <w:div w:id="1710182116">
          <w:marLeft w:val="640"/>
          <w:marRight w:val="0"/>
          <w:marTop w:val="0"/>
          <w:marBottom w:val="0"/>
          <w:divBdr>
            <w:top w:val="none" w:sz="0" w:space="0" w:color="auto"/>
            <w:left w:val="none" w:sz="0" w:space="0" w:color="auto"/>
            <w:bottom w:val="none" w:sz="0" w:space="0" w:color="auto"/>
            <w:right w:val="none" w:sz="0" w:space="0" w:color="auto"/>
          </w:divBdr>
        </w:div>
        <w:div w:id="1744140958">
          <w:marLeft w:val="640"/>
          <w:marRight w:val="0"/>
          <w:marTop w:val="0"/>
          <w:marBottom w:val="0"/>
          <w:divBdr>
            <w:top w:val="none" w:sz="0" w:space="0" w:color="auto"/>
            <w:left w:val="none" w:sz="0" w:space="0" w:color="auto"/>
            <w:bottom w:val="none" w:sz="0" w:space="0" w:color="auto"/>
            <w:right w:val="none" w:sz="0" w:space="0" w:color="auto"/>
          </w:divBdr>
        </w:div>
        <w:div w:id="1760908576">
          <w:marLeft w:val="640"/>
          <w:marRight w:val="0"/>
          <w:marTop w:val="0"/>
          <w:marBottom w:val="0"/>
          <w:divBdr>
            <w:top w:val="none" w:sz="0" w:space="0" w:color="auto"/>
            <w:left w:val="none" w:sz="0" w:space="0" w:color="auto"/>
            <w:bottom w:val="none" w:sz="0" w:space="0" w:color="auto"/>
            <w:right w:val="none" w:sz="0" w:space="0" w:color="auto"/>
          </w:divBdr>
        </w:div>
        <w:div w:id="1767070382">
          <w:marLeft w:val="640"/>
          <w:marRight w:val="0"/>
          <w:marTop w:val="0"/>
          <w:marBottom w:val="0"/>
          <w:divBdr>
            <w:top w:val="none" w:sz="0" w:space="0" w:color="auto"/>
            <w:left w:val="none" w:sz="0" w:space="0" w:color="auto"/>
            <w:bottom w:val="none" w:sz="0" w:space="0" w:color="auto"/>
            <w:right w:val="none" w:sz="0" w:space="0" w:color="auto"/>
          </w:divBdr>
        </w:div>
        <w:div w:id="1828520785">
          <w:marLeft w:val="640"/>
          <w:marRight w:val="0"/>
          <w:marTop w:val="0"/>
          <w:marBottom w:val="0"/>
          <w:divBdr>
            <w:top w:val="none" w:sz="0" w:space="0" w:color="auto"/>
            <w:left w:val="none" w:sz="0" w:space="0" w:color="auto"/>
            <w:bottom w:val="none" w:sz="0" w:space="0" w:color="auto"/>
            <w:right w:val="none" w:sz="0" w:space="0" w:color="auto"/>
          </w:divBdr>
        </w:div>
        <w:div w:id="1837384204">
          <w:marLeft w:val="640"/>
          <w:marRight w:val="0"/>
          <w:marTop w:val="0"/>
          <w:marBottom w:val="0"/>
          <w:divBdr>
            <w:top w:val="none" w:sz="0" w:space="0" w:color="auto"/>
            <w:left w:val="none" w:sz="0" w:space="0" w:color="auto"/>
            <w:bottom w:val="none" w:sz="0" w:space="0" w:color="auto"/>
            <w:right w:val="none" w:sz="0" w:space="0" w:color="auto"/>
          </w:divBdr>
        </w:div>
        <w:div w:id="1874267508">
          <w:marLeft w:val="640"/>
          <w:marRight w:val="0"/>
          <w:marTop w:val="0"/>
          <w:marBottom w:val="0"/>
          <w:divBdr>
            <w:top w:val="none" w:sz="0" w:space="0" w:color="auto"/>
            <w:left w:val="none" w:sz="0" w:space="0" w:color="auto"/>
            <w:bottom w:val="none" w:sz="0" w:space="0" w:color="auto"/>
            <w:right w:val="none" w:sz="0" w:space="0" w:color="auto"/>
          </w:divBdr>
        </w:div>
        <w:div w:id="1898583919">
          <w:marLeft w:val="640"/>
          <w:marRight w:val="0"/>
          <w:marTop w:val="0"/>
          <w:marBottom w:val="0"/>
          <w:divBdr>
            <w:top w:val="none" w:sz="0" w:space="0" w:color="auto"/>
            <w:left w:val="none" w:sz="0" w:space="0" w:color="auto"/>
            <w:bottom w:val="none" w:sz="0" w:space="0" w:color="auto"/>
            <w:right w:val="none" w:sz="0" w:space="0" w:color="auto"/>
          </w:divBdr>
        </w:div>
        <w:div w:id="1917284620">
          <w:marLeft w:val="640"/>
          <w:marRight w:val="0"/>
          <w:marTop w:val="0"/>
          <w:marBottom w:val="0"/>
          <w:divBdr>
            <w:top w:val="none" w:sz="0" w:space="0" w:color="auto"/>
            <w:left w:val="none" w:sz="0" w:space="0" w:color="auto"/>
            <w:bottom w:val="none" w:sz="0" w:space="0" w:color="auto"/>
            <w:right w:val="none" w:sz="0" w:space="0" w:color="auto"/>
          </w:divBdr>
        </w:div>
        <w:div w:id="2044405238">
          <w:marLeft w:val="640"/>
          <w:marRight w:val="0"/>
          <w:marTop w:val="0"/>
          <w:marBottom w:val="0"/>
          <w:divBdr>
            <w:top w:val="none" w:sz="0" w:space="0" w:color="auto"/>
            <w:left w:val="none" w:sz="0" w:space="0" w:color="auto"/>
            <w:bottom w:val="none" w:sz="0" w:space="0" w:color="auto"/>
            <w:right w:val="none" w:sz="0" w:space="0" w:color="auto"/>
          </w:divBdr>
        </w:div>
        <w:div w:id="2047294042">
          <w:marLeft w:val="640"/>
          <w:marRight w:val="0"/>
          <w:marTop w:val="0"/>
          <w:marBottom w:val="0"/>
          <w:divBdr>
            <w:top w:val="none" w:sz="0" w:space="0" w:color="auto"/>
            <w:left w:val="none" w:sz="0" w:space="0" w:color="auto"/>
            <w:bottom w:val="none" w:sz="0" w:space="0" w:color="auto"/>
            <w:right w:val="none" w:sz="0" w:space="0" w:color="auto"/>
          </w:divBdr>
        </w:div>
        <w:div w:id="2056155351">
          <w:marLeft w:val="640"/>
          <w:marRight w:val="0"/>
          <w:marTop w:val="0"/>
          <w:marBottom w:val="0"/>
          <w:divBdr>
            <w:top w:val="none" w:sz="0" w:space="0" w:color="auto"/>
            <w:left w:val="none" w:sz="0" w:space="0" w:color="auto"/>
            <w:bottom w:val="none" w:sz="0" w:space="0" w:color="auto"/>
            <w:right w:val="none" w:sz="0" w:space="0" w:color="auto"/>
          </w:divBdr>
        </w:div>
        <w:div w:id="2071683444">
          <w:marLeft w:val="640"/>
          <w:marRight w:val="0"/>
          <w:marTop w:val="0"/>
          <w:marBottom w:val="0"/>
          <w:divBdr>
            <w:top w:val="none" w:sz="0" w:space="0" w:color="auto"/>
            <w:left w:val="none" w:sz="0" w:space="0" w:color="auto"/>
            <w:bottom w:val="none" w:sz="0" w:space="0" w:color="auto"/>
            <w:right w:val="none" w:sz="0" w:space="0" w:color="auto"/>
          </w:divBdr>
        </w:div>
      </w:divsChild>
    </w:div>
    <w:div w:id="1014116539">
      <w:bodyDiv w:val="1"/>
      <w:marLeft w:val="0"/>
      <w:marRight w:val="0"/>
      <w:marTop w:val="0"/>
      <w:marBottom w:val="0"/>
      <w:divBdr>
        <w:top w:val="none" w:sz="0" w:space="0" w:color="auto"/>
        <w:left w:val="none" w:sz="0" w:space="0" w:color="auto"/>
        <w:bottom w:val="none" w:sz="0" w:space="0" w:color="auto"/>
        <w:right w:val="none" w:sz="0" w:space="0" w:color="auto"/>
      </w:divBdr>
      <w:divsChild>
        <w:div w:id="86121199">
          <w:marLeft w:val="640"/>
          <w:marRight w:val="0"/>
          <w:marTop w:val="0"/>
          <w:marBottom w:val="0"/>
          <w:divBdr>
            <w:top w:val="none" w:sz="0" w:space="0" w:color="auto"/>
            <w:left w:val="none" w:sz="0" w:space="0" w:color="auto"/>
            <w:bottom w:val="none" w:sz="0" w:space="0" w:color="auto"/>
            <w:right w:val="none" w:sz="0" w:space="0" w:color="auto"/>
          </w:divBdr>
        </w:div>
        <w:div w:id="117458197">
          <w:marLeft w:val="640"/>
          <w:marRight w:val="0"/>
          <w:marTop w:val="0"/>
          <w:marBottom w:val="0"/>
          <w:divBdr>
            <w:top w:val="none" w:sz="0" w:space="0" w:color="auto"/>
            <w:left w:val="none" w:sz="0" w:space="0" w:color="auto"/>
            <w:bottom w:val="none" w:sz="0" w:space="0" w:color="auto"/>
            <w:right w:val="none" w:sz="0" w:space="0" w:color="auto"/>
          </w:divBdr>
        </w:div>
        <w:div w:id="153643470">
          <w:marLeft w:val="640"/>
          <w:marRight w:val="0"/>
          <w:marTop w:val="0"/>
          <w:marBottom w:val="0"/>
          <w:divBdr>
            <w:top w:val="none" w:sz="0" w:space="0" w:color="auto"/>
            <w:left w:val="none" w:sz="0" w:space="0" w:color="auto"/>
            <w:bottom w:val="none" w:sz="0" w:space="0" w:color="auto"/>
            <w:right w:val="none" w:sz="0" w:space="0" w:color="auto"/>
          </w:divBdr>
        </w:div>
        <w:div w:id="167067010">
          <w:marLeft w:val="640"/>
          <w:marRight w:val="0"/>
          <w:marTop w:val="0"/>
          <w:marBottom w:val="0"/>
          <w:divBdr>
            <w:top w:val="none" w:sz="0" w:space="0" w:color="auto"/>
            <w:left w:val="none" w:sz="0" w:space="0" w:color="auto"/>
            <w:bottom w:val="none" w:sz="0" w:space="0" w:color="auto"/>
            <w:right w:val="none" w:sz="0" w:space="0" w:color="auto"/>
          </w:divBdr>
        </w:div>
        <w:div w:id="194582281">
          <w:marLeft w:val="640"/>
          <w:marRight w:val="0"/>
          <w:marTop w:val="0"/>
          <w:marBottom w:val="0"/>
          <w:divBdr>
            <w:top w:val="none" w:sz="0" w:space="0" w:color="auto"/>
            <w:left w:val="none" w:sz="0" w:space="0" w:color="auto"/>
            <w:bottom w:val="none" w:sz="0" w:space="0" w:color="auto"/>
            <w:right w:val="none" w:sz="0" w:space="0" w:color="auto"/>
          </w:divBdr>
        </w:div>
        <w:div w:id="235214876">
          <w:marLeft w:val="640"/>
          <w:marRight w:val="0"/>
          <w:marTop w:val="0"/>
          <w:marBottom w:val="0"/>
          <w:divBdr>
            <w:top w:val="none" w:sz="0" w:space="0" w:color="auto"/>
            <w:left w:val="none" w:sz="0" w:space="0" w:color="auto"/>
            <w:bottom w:val="none" w:sz="0" w:space="0" w:color="auto"/>
            <w:right w:val="none" w:sz="0" w:space="0" w:color="auto"/>
          </w:divBdr>
        </w:div>
        <w:div w:id="262688212">
          <w:marLeft w:val="640"/>
          <w:marRight w:val="0"/>
          <w:marTop w:val="0"/>
          <w:marBottom w:val="0"/>
          <w:divBdr>
            <w:top w:val="none" w:sz="0" w:space="0" w:color="auto"/>
            <w:left w:val="none" w:sz="0" w:space="0" w:color="auto"/>
            <w:bottom w:val="none" w:sz="0" w:space="0" w:color="auto"/>
            <w:right w:val="none" w:sz="0" w:space="0" w:color="auto"/>
          </w:divBdr>
        </w:div>
        <w:div w:id="337467569">
          <w:marLeft w:val="640"/>
          <w:marRight w:val="0"/>
          <w:marTop w:val="0"/>
          <w:marBottom w:val="0"/>
          <w:divBdr>
            <w:top w:val="none" w:sz="0" w:space="0" w:color="auto"/>
            <w:left w:val="none" w:sz="0" w:space="0" w:color="auto"/>
            <w:bottom w:val="none" w:sz="0" w:space="0" w:color="auto"/>
            <w:right w:val="none" w:sz="0" w:space="0" w:color="auto"/>
          </w:divBdr>
        </w:div>
        <w:div w:id="362244389">
          <w:marLeft w:val="640"/>
          <w:marRight w:val="0"/>
          <w:marTop w:val="0"/>
          <w:marBottom w:val="0"/>
          <w:divBdr>
            <w:top w:val="none" w:sz="0" w:space="0" w:color="auto"/>
            <w:left w:val="none" w:sz="0" w:space="0" w:color="auto"/>
            <w:bottom w:val="none" w:sz="0" w:space="0" w:color="auto"/>
            <w:right w:val="none" w:sz="0" w:space="0" w:color="auto"/>
          </w:divBdr>
        </w:div>
        <w:div w:id="382170477">
          <w:marLeft w:val="640"/>
          <w:marRight w:val="0"/>
          <w:marTop w:val="0"/>
          <w:marBottom w:val="0"/>
          <w:divBdr>
            <w:top w:val="none" w:sz="0" w:space="0" w:color="auto"/>
            <w:left w:val="none" w:sz="0" w:space="0" w:color="auto"/>
            <w:bottom w:val="none" w:sz="0" w:space="0" w:color="auto"/>
            <w:right w:val="none" w:sz="0" w:space="0" w:color="auto"/>
          </w:divBdr>
        </w:div>
        <w:div w:id="563024798">
          <w:marLeft w:val="640"/>
          <w:marRight w:val="0"/>
          <w:marTop w:val="0"/>
          <w:marBottom w:val="0"/>
          <w:divBdr>
            <w:top w:val="none" w:sz="0" w:space="0" w:color="auto"/>
            <w:left w:val="none" w:sz="0" w:space="0" w:color="auto"/>
            <w:bottom w:val="none" w:sz="0" w:space="0" w:color="auto"/>
            <w:right w:val="none" w:sz="0" w:space="0" w:color="auto"/>
          </w:divBdr>
        </w:div>
        <w:div w:id="578175538">
          <w:marLeft w:val="640"/>
          <w:marRight w:val="0"/>
          <w:marTop w:val="0"/>
          <w:marBottom w:val="0"/>
          <w:divBdr>
            <w:top w:val="none" w:sz="0" w:space="0" w:color="auto"/>
            <w:left w:val="none" w:sz="0" w:space="0" w:color="auto"/>
            <w:bottom w:val="none" w:sz="0" w:space="0" w:color="auto"/>
            <w:right w:val="none" w:sz="0" w:space="0" w:color="auto"/>
          </w:divBdr>
        </w:div>
        <w:div w:id="611782479">
          <w:marLeft w:val="640"/>
          <w:marRight w:val="0"/>
          <w:marTop w:val="0"/>
          <w:marBottom w:val="0"/>
          <w:divBdr>
            <w:top w:val="none" w:sz="0" w:space="0" w:color="auto"/>
            <w:left w:val="none" w:sz="0" w:space="0" w:color="auto"/>
            <w:bottom w:val="none" w:sz="0" w:space="0" w:color="auto"/>
            <w:right w:val="none" w:sz="0" w:space="0" w:color="auto"/>
          </w:divBdr>
        </w:div>
        <w:div w:id="641691688">
          <w:marLeft w:val="640"/>
          <w:marRight w:val="0"/>
          <w:marTop w:val="0"/>
          <w:marBottom w:val="0"/>
          <w:divBdr>
            <w:top w:val="none" w:sz="0" w:space="0" w:color="auto"/>
            <w:left w:val="none" w:sz="0" w:space="0" w:color="auto"/>
            <w:bottom w:val="none" w:sz="0" w:space="0" w:color="auto"/>
            <w:right w:val="none" w:sz="0" w:space="0" w:color="auto"/>
          </w:divBdr>
        </w:div>
        <w:div w:id="703141621">
          <w:marLeft w:val="640"/>
          <w:marRight w:val="0"/>
          <w:marTop w:val="0"/>
          <w:marBottom w:val="0"/>
          <w:divBdr>
            <w:top w:val="none" w:sz="0" w:space="0" w:color="auto"/>
            <w:left w:val="none" w:sz="0" w:space="0" w:color="auto"/>
            <w:bottom w:val="none" w:sz="0" w:space="0" w:color="auto"/>
            <w:right w:val="none" w:sz="0" w:space="0" w:color="auto"/>
          </w:divBdr>
        </w:div>
        <w:div w:id="704714722">
          <w:marLeft w:val="640"/>
          <w:marRight w:val="0"/>
          <w:marTop w:val="0"/>
          <w:marBottom w:val="0"/>
          <w:divBdr>
            <w:top w:val="none" w:sz="0" w:space="0" w:color="auto"/>
            <w:left w:val="none" w:sz="0" w:space="0" w:color="auto"/>
            <w:bottom w:val="none" w:sz="0" w:space="0" w:color="auto"/>
            <w:right w:val="none" w:sz="0" w:space="0" w:color="auto"/>
          </w:divBdr>
        </w:div>
        <w:div w:id="770856771">
          <w:marLeft w:val="640"/>
          <w:marRight w:val="0"/>
          <w:marTop w:val="0"/>
          <w:marBottom w:val="0"/>
          <w:divBdr>
            <w:top w:val="none" w:sz="0" w:space="0" w:color="auto"/>
            <w:left w:val="none" w:sz="0" w:space="0" w:color="auto"/>
            <w:bottom w:val="none" w:sz="0" w:space="0" w:color="auto"/>
            <w:right w:val="none" w:sz="0" w:space="0" w:color="auto"/>
          </w:divBdr>
        </w:div>
        <w:div w:id="831262829">
          <w:marLeft w:val="640"/>
          <w:marRight w:val="0"/>
          <w:marTop w:val="0"/>
          <w:marBottom w:val="0"/>
          <w:divBdr>
            <w:top w:val="none" w:sz="0" w:space="0" w:color="auto"/>
            <w:left w:val="none" w:sz="0" w:space="0" w:color="auto"/>
            <w:bottom w:val="none" w:sz="0" w:space="0" w:color="auto"/>
            <w:right w:val="none" w:sz="0" w:space="0" w:color="auto"/>
          </w:divBdr>
        </w:div>
        <w:div w:id="849375315">
          <w:marLeft w:val="640"/>
          <w:marRight w:val="0"/>
          <w:marTop w:val="0"/>
          <w:marBottom w:val="0"/>
          <w:divBdr>
            <w:top w:val="none" w:sz="0" w:space="0" w:color="auto"/>
            <w:left w:val="none" w:sz="0" w:space="0" w:color="auto"/>
            <w:bottom w:val="none" w:sz="0" w:space="0" w:color="auto"/>
            <w:right w:val="none" w:sz="0" w:space="0" w:color="auto"/>
          </w:divBdr>
        </w:div>
        <w:div w:id="882907072">
          <w:marLeft w:val="640"/>
          <w:marRight w:val="0"/>
          <w:marTop w:val="0"/>
          <w:marBottom w:val="0"/>
          <w:divBdr>
            <w:top w:val="none" w:sz="0" w:space="0" w:color="auto"/>
            <w:left w:val="none" w:sz="0" w:space="0" w:color="auto"/>
            <w:bottom w:val="none" w:sz="0" w:space="0" w:color="auto"/>
            <w:right w:val="none" w:sz="0" w:space="0" w:color="auto"/>
          </w:divBdr>
        </w:div>
        <w:div w:id="900747272">
          <w:marLeft w:val="640"/>
          <w:marRight w:val="0"/>
          <w:marTop w:val="0"/>
          <w:marBottom w:val="0"/>
          <w:divBdr>
            <w:top w:val="none" w:sz="0" w:space="0" w:color="auto"/>
            <w:left w:val="none" w:sz="0" w:space="0" w:color="auto"/>
            <w:bottom w:val="none" w:sz="0" w:space="0" w:color="auto"/>
            <w:right w:val="none" w:sz="0" w:space="0" w:color="auto"/>
          </w:divBdr>
        </w:div>
        <w:div w:id="908229726">
          <w:marLeft w:val="640"/>
          <w:marRight w:val="0"/>
          <w:marTop w:val="0"/>
          <w:marBottom w:val="0"/>
          <w:divBdr>
            <w:top w:val="none" w:sz="0" w:space="0" w:color="auto"/>
            <w:left w:val="none" w:sz="0" w:space="0" w:color="auto"/>
            <w:bottom w:val="none" w:sz="0" w:space="0" w:color="auto"/>
            <w:right w:val="none" w:sz="0" w:space="0" w:color="auto"/>
          </w:divBdr>
        </w:div>
        <w:div w:id="928003923">
          <w:marLeft w:val="640"/>
          <w:marRight w:val="0"/>
          <w:marTop w:val="0"/>
          <w:marBottom w:val="0"/>
          <w:divBdr>
            <w:top w:val="none" w:sz="0" w:space="0" w:color="auto"/>
            <w:left w:val="none" w:sz="0" w:space="0" w:color="auto"/>
            <w:bottom w:val="none" w:sz="0" w:space="0" w:color="auto"/>
            <w:right w:val="none" w:sz="0" w:space="0" w:color="auto"/>
          </w:divBdr>
        </w:div>
        <w:div w:id="931400912">
          <w:marLeft w:val="640"/>
          <w:marRight w:val="0"/>
          <w:marTop w:val="0"/>
          <w:marBottom w:val="0"/>
          <w:divBdr>
            <w:top w:val="none" w:sz="0" w:space="0" w:color="auto"/>
            <w:left w:val="none" w:sz="0" w:space="0" w:color="auto"/>
            <w:bottom w:val="none" w:sz="0" w:space="0" w:color="auto"/>
            <w:right w:val="none" w:sz="0" w:space="0" w:color="auto"/>
          </w:divBdr>
        </w:div>
        <w:div w:id="939489623">
          <w:marLeft w:val="640"/>
          <w:marRight w:val="0"/>
          <w:marTop w:val="0"/>
          <w:marBottom w:val="0"/>
          <w:divBdr>
            <w:top w:val="none" w:sz="0" w:space="0" w:color="auto"/>
            <w:left w:val="none" w:sz="0" w:space="0" w:color="auto"/>
            <w:bottom w:val="none" w:sz="0" w:space="0" w:color="auto"/>
            <w:right w:val="none" w:sz="0" w:space="0" w:color="auto"/>
          </w:divBdr>
        </w:div>
        <w:div w:id="944262745">
          <w:marLeft w:val="640"/>
          <w:marRight w:val="0"/>
          <w:marTop w:val="0"/>
          <w:marBottom w:val="0"/>
          <w:divBdr>
            <w:top w:val="none" w:sz="0" w:space="0" w:color="auto"/>
            <w:left w:val="none" w:sz="0" w:space="0" w:color="auto"/>
            <w:bottom w:val="none" w:sz="0" w:space="0" w:color="auto"/>
            <w:right w:val="none" w:sz="0" w:space="0" w:color="auto"/>
          </w:divBdr>
        </w:div>
        <w:div w:id="1028260949">
          <w:marLeft w:val="640"/>
          <w:marRight w:val="0"/>
          <w:marTop w:val="0"/>
          <w:marBottom w:val="0"/>
          <w:divBdr>
            <w:top w:val="none" w:sz="0" w:space="0" w:color="auto"/>
            <w:left w:val="none" w:sz="0" w:space="0" w:color="auto"/>
            <w:bottom w:val="none" w:sz="0" w:space="0" w:color="auto"/>
            <w:right w:val="none" w:sz="0" w:space="0" w:color="auto"/>
          </w:divBdr>
        </w:div>
        <w:div w:id="1059593840">
          <w:marLeft w:val="640"/>
          <w:marRight w:val="0"/>
          <w:marTop w:val="0"/>
          <w:marBottom w:val="0"/>
          <w:divBdr>
            <w:top w:val="none" w:sz="0" w:space="0" w:color="auto"/>
            <w:left w:val="none" w:sz="0" w:space="0" w:color="auto"/>
            <w:bottom w:val="none" w:sz="0" w:space="0" w:color="auto"/>
            <w:right w:val="none" w:sz="0" w:space="0" w:color="auto"/>
          </w:divBdr>
        </w:div>
        <w:div w:id="1060058202">
          <w:marLeft w:val="640"/>
          <w:marRight w:val="0"/>
          <w:marTop w:val="0"/>
          <w:marBottom w:val="0"/>
          <w:divBdr>
            <w:top w:val="none" w:sz="0" w:space="0" w:color="auto"/>
            <w:left w:val="none" w:sz="0" w:space="0" w:color="auto"/>
            <w:bottom w:val="none" w:sz="0" w:space="0" w:color="auto"/>
            <w:right w:val="none" w:sz="0" w:space="0" w:color="auto"/>
          </w:divBdr>
        </w:div>
        <w:div w:id="1078866935">
          <w:marLeft w:val="640"/>
          <w:marRight w:val="0"/>
          <w:marTop w:val="0"/>
          <w:marBottom w:val="0"/>
          <w:divBdr>
            <w:top w:val="none" w:sz="0" w:space="0" w:color="auto"/>
            <w:left w:val="none" w:sz="0" w:space="0" w:color="auto"/>
            <w:bottom w:val="none" w:sz="0" w:space="0" w:color="auto"/>
            <w:right w:val="none" w:sz="0" w:space="0" w:color="auto"/>
          </w:divBdr>
        </w:div>
        <w:div w:id="1137918653">
          <w:marLeft w:val="640"/>
          <w:marRight w:val="0"/>
          <w:marTop w:val="0"/>
          <w:marBottom w:val="0"/>
          <w:divBdr>
            <w:top w:val="none" w:sz="0" w:space="0" w:color="auto"/>
            <w:left w:val="none" w:sz="0" w:space="0" w:color="auto"/>
            <w:bottom w:val="none" w:sz="0" w:space="0" w:color="auto"/>
            <w:right w:val="none" w:sz="0" w:space="0" w:color="auto"/>
          </w:divBdr>
        </w:div>
        <w:div w:id="1180705428">
          <w:marLeft w:val="640"/>
          <w:marRight w:val="0"/>
          <w:marTop w:val="0"/>
          <w:marBottom w:val="0"/>
          <w:divBdr>
            <w:top w:val="none" w:sz="0" w:space="0" w:color="auto"/>
            <w:left w:val="none" w:sz="0" w:space="0" w:color="auto"/>
            <w:bottom w:val="none" w:sz="0" w:space="0" w:color="auto"/>
            <w:right w:val="none" w:sz="0" w:space="0" w:color="auto"/>
          </w:divBdr>
        </w:div>
        <w:div w:id="1187720316">
          <w:marLeft w:val="640"/>
          <w:marRight w:val="0"/>
          <w:marTop w:val="0"/>
          <w:marBottom w:val="0"/>
          <w:divBdr>
            <w:top w:val="none" w:sz="0" w:space="0" w:color="auto"/>
            <w:left w:val="none" w:sz="0" w:space="0" w:color="auto"/>
            <w:bottom w:val="none" w:sz="0" w:space="0" w:color="auto"/>
            <w:right w:val="none" w:sz="0" w:space="0" w:color="auto"/>
          </w:divBdr>
        </w:div>
        <w:div w:id="1201553676">
          <w:marLeft w:val="640"/>
          <w:marRight w:val="0"/>
          <w:marTop w:val="0"/>
          <w:marBottom w:val="0"/>
          <w:divBdr>
            <w:top w:val="none" w:sz="0" w:space="0" w:color="auto"/>
            <w:left w:val="none" w:sz="0" w:space="0" w:color="auto"/>
            <w:bottom w:val="none" w:sz="0" w:space="0" w:color="auto"/>
            <w:right w:val="none" w:sz="0" w:space="0" w:color="auto"/>
          </w:divBdr>
        </w:div>
        <w:div w:id="1219781957">
          <w:marLeft w:val="640"/>
          <w:marRight w:val="0"/>
          <w:marTop w:val="0"/>
          <w:marBottom w:val="0"/>
          <w:divBdr>
            <w:top w:val="none" w:sz="0" w:space="0" w:color="auto"/>
            <w:left w:val="none" w:sz="0" w:space="0" w:color="auto"/>
            <w:bottom w:val="none" w:sz="0" w:space="0" w:color="auto"/>
            <w:right w:val="none" w:sz="0" w:space="0" w:color="auto"/>
          </w:divBdr>
        </w:div>
        <w:div w:id="1292320877">
          <w:marLeft w:val="640"/>
          <w:marRight w:val="0"/>
          <w:marTop w:val="0"/>
          <w:marBottom w:val="0"/>
          <w:divBdr>
            <w:top w:val="none" w:sz="0" w:space="0" w:color="auto"/>
            <w:left w:val="none" w:sz="0" w:space="0" w:color="auto"/>
            <w:bottom w:val="none" w:sz="0" w:space="0" w:color="auto"/>
            <w:right w:val="none" w:sz="0" w:space="0" w:color="auto"/>
          </w:divBdr>
        </w:div>
        <w:div w:id="1305623241">
          <w:marLeft w:val="640"/>
          <w:marRight w:val="0"/>
          <w:marTop w:val="0"/>
          <w:marBottom w:val="0"/>
          <w:divBdr>
            <w:top w:val="none" w:sz="0" w:space="0" w:color="auto"/>
            <w:left w:val="none" w:sz="0" w:space="0" w:color="auto"/>
            <w:bottom w:val="none" w:sz="0" w:space="0" w:color="auto"/>
            <w:right w:val="none" w:sz="0" w:space="0" w:color="auto"/>
          </w:divBdr>
        </w:div>
        <w:div w:id="1319722022">
          <w:marLeft w:val="640"/>
          <w:marRight w:val="0"/>
          <w:marTop w:val="0"/>
          <w:marBottom w:val="0"/>
          <w:divBdr>
            <w:top w:val="none" w:sz="0" w:space="0" w:color="auto"/>
            <w:left w:val="none" w:sz="0" w:space="0" w:color="auto"/>
            <w:bottom w:val="none" w:sz="0" w:space="0" w:color="auto"/>
            <w:right w:val="none" w:sz="0" w:space="0" w:color="auto"/>
          </w:divBdr>
        </w:div>
        <w:div w:id="1337997185">
          <w:marLeft w:val="640"/>
          <w:marRight w:val="0"/>
          <w:marTop w:val="0"/>
          <w:marBottom w:val="0"/>
          <w:divBdr>
            <w:top w:val="none" w:sz="0" w:space="0" w:color="auto"/>
            <w:left w:val="none" w:sz="0" w:space="0" w:color="auto"/>
            <w:bottom w:val="none" w:sz="0" w:space="0" w:color="auto"/>
            <w:right w:val="none" w:sz="0" w:space="0" w:color="auto"/>
          </w:divBdr>
        </w:div>
        <w:div w:id="1367097396">
          <w:marLeft w:val="640"/>
          <w:marRight w:val="0"/>
          <w:marTop w:val="0"/>
          <w:marBottom w:val="0"/>
          <w:divBdr>
            <w:top w:val="none" w:sz="0" w:space="0" w:color="auto"/>
            <w:left w:val="none" w:sz="0" w:space="0" w:color="auto"/>
            <w:bottom w:val="none" w:sz="0" w:space="0" w:color="auto"/>
            <w:right w:val="none" w:sz="0" w:space="0" w:color="auto"/>
          </w:divBdr>
        </w:div>
        <w:div w:id="1421953311">
          <w:marLeft w:val="640"/>
          <w:marRight w:val="0"/>
          <w:marTop w:val="0"/>
          <w:marBottom w:val="0"/>
          <w:divBdr>
            <w:top w:val="none" w:sz="0" w:space="0" w:color="auto"/>
            <w:left w:val="none" w:sz="0" w:space="0" w:color="auto"/>
            <w:bottom w:val="none" w:sz="0" w:space="0" w:color="auto"/>
            <w:right w:val="none" w:sz="0" w:space="0" w:color="auto"/>
          </w:divBdr>
        </w:div>
        <w:div w:id="1456873643">
          <w:marLeft w:val="640"/>
          <w:marRight w:val="0"/>
          <w:marTop w:val="0"/>
          <w:marBottom w:val="0"/>
          <w:divBdr>
            <w:top w:val="none" w:sz="0" w:space="0" w:color="auto"/>
            <w:left w:val="none" w:sz="0" w:space="0" w:color="auto"/>
            <w:bottom w:val="none" w:sz="0" w:space="0" w:color="auto"/>
            <w:right w:val="none" w:sz="0" w:space="0" w:color="auto"/>
          </w:divBdr>
        </w:div>
        <w:div w:id="1490093736">
          <w:marLeft w:val="640"/>
          <w:marRight w:val="0"/>
          <w:marTop w:val="0"/>
          <w:marBottom w:val="0"/>
          <w:divBdr>
            <w:top w:val="none" w:sz="0" w:space="0" w:color="auto"/>
            <w:left w:val="none" w:sz="0" w:space="0" w:color="auto"/>
            <w:bottom w:val="none" w:sz="0" w:space="0" w:color="auto"/>
            <w:right w:val="none" w:sz="0" w:space="0" w:color="auto"/>
          </w:divBdr>
        </w:div>
        <w:div w:id="1527867383">
          <w:marLeft w:val="640"/>
          <w:marRight w:val="0"/>
          <w:marTop w:val="0"/>
          <w:marBottom w:val="0"/>
          <w:divBdr>
            <w:top w:val="none" w:sz="0" w:space="0" w:color="auto"/>
            <w:left w:val="none" w:sz="0" w:space="0" w:color="auto"/>
            <w:bottom w:val="none" w:sz="0" w:space="0" w:color="auto"/>
            <w:right w:val="none" w:sz="0" w:space="0" w:color="auto"/>
          </w:divBdr>
        </w:div>
        <w:div w:id="1568491759">
          <w:marLeft w:val="640"/>
          <w:marRight w:val="0"/>
          <w:marTop w:val="0"/>
          <w:marBottom w:val="0"/>
          <w:divBdr>
            <w:top w:val="none" w:sz="0" w:space="0" w:color="auto"/>
            <w:left w:val="none" w:sz="0" w:space="0" w:color="auto"/>
            <w:bottom w:val="none" w:sz="0" w:space="0" w:color="auto"/>
            <w:right w:val="none" w:sz="0" w:space="0" w:color="auto"/>
          </w:divBdr>
        </w:div>
        <w:div w:id="1636063022">
          <w:marLeft w:val="640"/>
          <w:marRight w:val="0"/>
          <w:marTop w:val="0"/>
          <w:marBottom w:val="0"/>
          <w:divBdr>
            <w:top w:val="none" w:sz="0" w:space="0" w:color="auto"/>
            <w:left w:val="none" w:sz="0" w:space="0" w:color="auto"/>
            <w:bottom w:val="none" w:sz="0" w:space="0" w:color="auto"/>
            <w:right w:val="none" w:sz="0" w:space="0" w:color="auto"/>
          </w:divBdr>
        </w:div>
        <w:div w:id="1718778060">
          <w:marLeft w:val="640"/>
          <w:marRight w:val="0"/>
          <w:marTop w:val="0"/>
          <w:marBottom w:val="0"/>
          <w:divBdr>
            <w:top w:val="none" w:sz="0" w:space="0" w:color="auto"/>
            <w:left w:val="none" w:sz="0" w:space="0" w:color="auto"/>
            <w:bottom w:val="none" w:sz="0" w:space="0" w:color="auto"/>
            <w:right w:val="none" w:sz="0" w:space="0" w:color="auto"/>
          </w:divBdr>
        </w:div>
        <w:div w:id="1837766508">
          <w:marLeft w:val="640"/>
          <w:marRight w:val="0"/>
          <w:marTop w:val="0"/>
          <w:marBottom w:val="0"/>
          <w:divBdr>
            <w:top w:val="none" w:sz="0" w:space="0" w:color="auto"/>
            <w:left w:val="none" w:sz="0" w:space="0" w:color="auto"/>
            <w:bottom w:val="none" w:sz="0" w:space="0" w:color="auto"/>
            <w:right w:val="none" w:sz="0" w:space="0" w:color="auto"/>
          </w:divBdr>
        </w:div>
        <w:div w:id="1857695101">
          <w:marLeft w:val="640"/>
          <w:marRight w:val="0"/>
          <w:marTop w:val="0"/>
          <w:marBottom w:val="0"/>
          <w:divBdr>
            <w:top w:val="none" w:sz="0" w:space="0" w:color="auto"/>
            <w:left w:val="none" w:sz="0" w:space="0" w:color="auto"/>
            <w:bottom w:val="none" w:sz="0" w:space="0" w:color="auto"/>
            <w:right w:val="none" w:sz="0" w:space="0" w:color="auto"/>
          </w:divBdr>
        </w:div>
        <w:div w:id="1910114408">
          <w:marLeft w:val="640"/>
          <w:marRight w:val="0"/>
          <w:marTop w:val="0"/>
          <w:marBottom w:val="0"/>
          <w:divBdr>
            <w:top w:val="none" w:sz="0" w:space="0" w:color="auto"/>
            <w:left w:val="none" w:sz="0" w:space="0" w:color="auto"/>
            <w:bottom w:val="none" w:sz="0" w:space="0" w:color="auto"/>
            <w:right w:val="none" w:sz="0" w:space="0" w:color="auto"/>
          </w:divBdr>
        </w:div>
        <w:div w:id="1986160063">
          <w:marLeft w:val="640"/>
          <w:marRight w:val="0"/>
          <w:marTop w:val="0"/>
          <w:marBottom w:val="0"/>
          <w:divBdr>
            <w:top w:val="none" w:sz="0" w:space="0" w:color="auto"/>
            <w:left w:val="none" w:sz="0" w:space="0" w:color="auto"/>
            <w:bottom w:val="none" w:sz="0" w:space="0" w:color="auto"/>
            <w:right w:val="none" w:sz="0" w:space="0" w:color="auto"/>
          </w:divBdr>
        </w:div>
        <w:div w:id="2070692910">
          <w:marLeft w:val="640"/>
          <w:marRight w:val="0"/>
          <w:marTop w:val="0"/>
          <w:marBottom w:val="0"/>
          <w:divBdr>
            <w:top w:val="none" w:sz="0" w:space="0" w:color="auto"/>
            <w:left w:val="none" w:sz="0" w:space="0" w:color="auto"/>
            <w:bottom w:val="none" w:sz="0" w:space="0" w:color="auto"/>
            <w:right w:val="none" w:sz="0" w:space="0" w:color="auto"/>
          </w:divBdr>
        </w:div>
      </w:divsChild>
    </w:div>
    <w:div w:id="1264147265">
      <w:bodyDiv w:val="1"/>
      <w:marLeft w:val="0"/>
      <w:marRight w:val="0"/>
      <w:marTop w:val="0"/>
      <w:marBottom w:val="0"/>
      <w:divBdr>
        <w:top w:val="none" w:sz="0" w:space="0" w:color="auto"/>
        <w:left w:val="none" w:sz="0" w:space="0" w:color="auto"/>
        <w:bottom w:val="none" w:sz="0" w:space="0" w:color="auto"/>
        <w:right w:val="none" w:sz="0" w:space="0" w:color="auto"/>
      </w:divBdr>
      <w:divsChild>
        <w:div w:id="165705574">
          <w:marLeft w:val="640"/>
          <w:marRight w:val="0"/>
          <w:marTop w:val="0"/>
          <w:marBottom w:val="0"/>
          <w:divBdr>
            <w:top w:val="none" w:sz="0" w:space="0" w:color="auto"/>
            <w:left w:val="none" w:sz="0" w:space="0" w:color="auto"/>
            <w:bottom w:val="none" w:sz="0" w:space="0" w:color="auto"/>
            <w:right w:val="none" w:sz="0" w:space="0" w:color="auto"/>
          </w:divBdr>
        </w:div>
        <w:div w:id="208613078">
          <w:marLeft w:val="640"/>
          <w:marRight w:val="0"/>
          <w:marTop w:val="0"/>
          <w:marBottom w:val="0"/>
          <w:divBdr>
            <w:top w:val="none" w:sz="0" w:space="0" w:color="auto"/>
            <w:left w:val="none" w:sz="0" w:space="0" w:color="auto"/>
            <w:bottom w:val="none" w:sz="0" w:space="0" w:color="auto"/>
            <w:right w:val="none" w:sz="0" w:space="0" w:color="auto"/>
          </w:divBdr>
        </w:div>
        <w:div w:id="223757818">
          <w:marLeft w:val="640"/>
          <w:marRight w:val="0"/>
          <w:marTop w:val="0"/>
          <w:marBottom w:val="0"/>
          <w:divBdr>
            <w:top w:val="none" w:sz="0" w:space="0" w:color="auto"/>
            <w:left w:val="none" w:sz="0" w:space="0" w:color="auto"/>
            <w:bottom w:val="none" w:sz="0" w:space="0" w:color="auto"/>
            <w:right w:val="none" w:sz="0" w:space="0" w:color="auto"/>
          </w:divBdr>
        </w:div>
        <w:div w:id="224264283">
          <w:marLeft w:val="640"/>
          <w:marRight w:val="0"/>
          <w:marTop w:val="0"/>
          <w:marBottom w:val="0"/>
          <w:divBdr>
            <w:top w:val="none" w:sz="0" w:space="0" w:color="auto"/>
            <w:left w:val="none" w:sz="0" w:space="0" w:color="auto"/>
            <w:bottom w:val="none" w:sz="0" w:space="0" w:color="auto"/>
            <w:right w:val="none" w:sz="0" w:space="0" w:color="auto"/>
          </w:divBdr>
        </w:div>
        <w:div w:id="290021572">
          <w:marLeft w:val="640"/>
          <w:marRight w:val="0"/>
          <w:marTop w:val="0"/>
          <w:marBottom w:val="0"/>
          <w:divBdr>
            <w:top w:val="none" w:sz="0" w:space="0" w:color="auto"/>
            <w:left w:val="none" w:sz="0" w:space="0" w:color="auto"/>
            <w:bottom w:val="none" w:sz="0" w:space="0" w:color="auto"/>
            <w:right w:val="none" w:sz="0" w:space="0" w:color="auto"/>
          </w:divBdr>
        </w:div>
        <w:div w:id="323356193">
          <w:marLeft w:val="640"/>
          <w:marRight w:val="0"/>
          <w:marTop w:val="0"/>
          <w:marBottom w:val="0"/>
          <w:divBdr>
            <w:top w:val="none" w:sz="0" w:space="0" w:color="auto"/>
            <w:left w:val="none" w:sz="0" w:space="0" w:color="auto"/>
            <w:bottom w:val="none" w:sz="0" w:space="0" w:color="auto"/>
            <w:right w:val="none" w:sz="0" w:space="0" w:color="auto"/>
          </w:divBdr>
        </w:div>
        <w:div w:id="376857733">
          <w:marLeft w:val="640"/>
          <w:marRight w:val="0"/>
          <w:marTop w:val="0"/>
          <w:marBottom w:val="0"/>
          <w:divBdr>
            <w:top w:val="none" w:sz="0" w:space="0" w:color="auto"/>
            <w:left w:val="none" w:sz="0" w:space="0" w:color="auto"/>
            <w:bottom w:val="none" w:sz="0" w:space="0" w:color="auto"/>
            <w:right w:val="none" w:sz="0" w:space="0" w:color="auto"/>
          </w:divBdr>
        </w:div>
        <w:div w:id="381711828">
          <w:marLeft w:val="640"/>
          <w:marRight w:val="0"/>
          <w:marTop w:val="0"/>
          <w:marBottom w:val="0"/>
          <w:divBdr>
            <w:top w:val="none" w:sz="0" w:space="0" w:color="auto"/>
            <w:left w:val="none" w:sz="0" w:space="0" w:color="auto"/>
            <w:bottom w:val="none" w:sz="0" w:space="0" w:color="auto"/>
            <w:right w:val="none" w:sz="0" w:space="0" w:color="auto"/>
          </w:divBdr>
        </w:div>
        <w:div w:id="444153845">
          <w:marLeft w:val="640"/>
          <w:marRight w:val="0"/>
          <w:marTop w:val="0"/>
          <w:marBottom w:val="0"/>
          <w:divBdr>
            <w:top w:val="none" w:sz="0" w:space="0" w:color="auto"/>
            <w:left w:val="none" w:sz="0" w:space="0" w:color="auto"/>
            <w:bottom w:val="none" w:sz="0" w:space="0" w:color="auto"/>
            <w:right w:val="none" w:sz="0" w:space="0" w:color="auto"/>
          </w:divBdr>
        </w:div>
        <w:div w:id="468328188">
          <w:marLeft w:val="640"/>
          <w:marRight w:val="0"/>
          <w:marTop w:val="0"/>
          <w:marBottom w:val="0"/>
          <w:divBdr>
            <w:top w:val="none" w:sz="0" w:space="0" w:color="auto"/>
            <w:left w:val="none" w:sz="0" w:space="0" w:color="auto"/>
            <w:bottom w:val="none" w:sz="0" w:space="0" w:color="auto"/>
            <w:right w:val="none" w:sz="0" w:space="0" w:color="auto"/>
          </w:divBdr>
        </w:div>
        <w:div w:id="484054724">
          <w:marLeft w:val="640"/>
          <w:marRight w:val="0"/>
          <w:marTop w:val="0"/>
          <w:marBottom w:val="0"/>
          <w:divBdr>
            <w:top w:val="none" w:sz="0" w:space="0" w:color="auto"/>
            <w:left w:val="none" w:sz="0" w:space="0" w:color="auto"/>
            <w:bottom w:val="none" w:sz="0" w:space="0" w:color="auto"/>
            <w:right w:val="none" w:sz="0" w:space="0" w:color="auto"/>
          </w:divBdr>
        </w:div>
        <w:div w:id="510341226">
          <w:marLeft w:val="640"/>
          <w:marRight w:val="0"/>
          <w:marTop w:val="0"/>
          <w:marBottom w:val="0"/>
          <w:divBdr>
            <w:top w:val="none" w:sz="0" w:space="0" w:color="auto"/>
            <w:left w:val="none" w:sz="0" w:space="0" w:color="auto"/>
            <w:bottom w:val="none" w:sz="0" w:space="0" w:color="auto"/>
            <w:right w:val="none" w:sz="0" w:space="0" w:color="auto"/>
          </w:divBdr>
        </w:div>
        <w:div w:id="537402370">
          <w:marLeft w:val="640"/>
          <w:marRight w:val="0"/>
          <w:marTop w:val="0"/>
          <w:marBottom w:val="0"/>
          <w:divBdr>
            <w:top w:val="none" w:sz="0" w:space="0" w:color="auto"/>
            <w:left w:val="none" w:sz="0" w:space="0" w:color="auto"/>
            <w:bottom w:val="none" w:sz="0" w:space="0" w:color="auto"/>
            <w:right w:val="none" w:sz="0" w:space="0" w:color="auto"/>
          </w:divBdr>
        </w:div>
        <w:div w:id="543441412">
          <w:marLeft w:val="640"/>
          <w:marRight w:val="0"/>
          <w:marTop w:val="0"/>
          <w:marBottom w:val="0"/>
          <w:divBdr>
            <w:top w:val="none" w:sz="0" w:space="0" w:color="auto"/>
            <w:left w:val="none" w:sz="0" w:space="0" w:color="auto"/>
            <w:bottom w:val="none" w:sz="0" w:space="0" w:color="auto"/>
            <w:right w:val="none" w:sz="0" w:space="0" w:color="auto"/>
          </w:divBdr>
        </w:div>
        <w:div w:id="545685110">
          <w:marLeft w:val="640"/>
          <w:marRight w:val="0"/>
          <w:marTop w:val="0"/>
          <w:marBottom w:val="0"/>
          <w:divBdr>
            <w:top w:val="none" w:sz="0" w:space="0" w:color="auto"/>
            <w:left w:val="none" w:sz="0" w:space="0" w:color="auto"/>
            <w:bottom w:val="none" w:sz="0" w:space="0" w:color="auto"/>
            <w:right w:val="none" w:sz="0" w:space="0" w:color="auto"/>
          </w:divBdr>
        </w:div>
        <w:div w:id="554197540">
          <w:marLeft w:val="640"/>
          <w:marRight w:val="0"/>
          <w:marTop w:val="0"/>
          <w:marBottom w:val="0"/>
          <w:divBdr>
            <w:top w:val="none" w:sz="0" w:space="0" w:color="auto"/>
            <w:left w:val="none" w:sz="0" w:space="0" w:color="auto"/>
            <w:bottom w:val="none" w:sz="0" w:space="0" w:color="auto"/>
            <w:right w:val="none" w:sz="0" w:space="0" w:color="auto"/>
          </w:divBdr>
        </w:div>
        <w:div w:id="599145575">
          <w:marLeft w:val="640"/>
          <w:marRight w:val="0"/>
          <w:marTop w:val="0"/>
          <w:marBottom w:val="0"/>
          <w:divBdr>
            <w:top w:val="none" w:sz="0" w:space="0" w:color="auto"/>
            <w:left w:val="none" w:sz="0" w:space="0" w:color="auto"/>
            <w:bottom w:val="none" w:sz="0" w:space="0" w:color="auto"/>
            <w:right w:val="none" w:sz="0" w:space="0" w:color="auto"/>
          </w:divBdr>
        </w:div>
        <w:div w:id="711001222">
          <w:marLeft w:val="640"/>
          <w:marRight w:val="0"/>
          <w:marTop w:val="0"/>
          <w:marBottom w:val="0"/>
          <w:divBdr>
            <w:top w:val="none" w:sz="0" w:space="0" w:color="auto"/>
            <w:left w:val="none" w:sz="0" w:space="0" w:color="auto"/>
            <w:bottom w:val="none" w:sz="0" w:space="0" w:color="auto"/>
            <w:right w:val="none" w:sz="0" w:space="0" w:color="auto"/>
          </w:divBdr>
        </w:div>
        <w:div w:id="721633275">
          <w:marLeft w:val="640"/>
          <w:marRight w:val="0"/>
          <w:marTop w:val="0"/>
          <w:marBottom w:val="0"/>
          <w:divBdr>
            <w:top w:val="none" w:sz="0" w:space="0" w:color="auto"/>
            <w:left w:val="none" w:sz="0" w:space="0" w:color="auto"/>
            <w:bottom w:val="none" w:sz="0" w:space="0" w:color="auto"/>
            <w:right w:val="none" w:sz="0" w:space="0" w:color="auto"/>
          </w:divBdr>
        </w:div>
        <w:div w:id="730614490">
          <w:marLeft w:val="640"/>
          <w:marRight w:val="0"/>
          <w:marTop w:val="0"/>
          <w:marBottom w:val="0"/>
          <w:divBdr>
            <w:top w:val="none" w:sz="0" w:space="0" w:color="auto"/>
            <w:left w:val="none" w:sz="0" w:space="0" w:color="auto"/>
            <w:bottom w:val="none" w:sz="0" w:space="0" w:color="auto"/>
            <w:right w:val="none" w:sz="0" w:space="0" w:color="auto"/>
          </w:divBdr>
        </w:div>
        <w:div w:id="733435720">
          <w:marLeft w:val="640"/>
          <w:marRight w:val="0"/>
          <w:marTop w:val="0"/>
          <w:marBottom w:val="0"/>
          <w:divBdr>
            <w:top w:val="none" w:sz="0" w:space="0" w:color="auto"/>
            <w:left w:val="none" w:sz="0" w:space="0" w:color="auto"/>
            <w:bottom w:val="none" w:sz="0" w:space="0" w:color="auto"/>
            <w:right w:val="none" w:sz="0" w:space="0" w:color="auto"/>
          </w:divBdr>
        </w:div>
        <w:div w:id="769010958">
          <w:marLeft w:val="640"/>
          <w:marRight w:val="0"/>
          <w:marTop w:val="0"/>
          <w:marBottom w:val="0"/>
          <w:divBdr>
            <w:top w:val="none" w:sz="0" w:space="0" w:color="auto"/>
            <w:left w:val="none" w:sz="0" w:space="0" w:color="auto"/>
            <w:bottom w:val="none" w:sz="0" w:space="0" w:color="auto"/>
            <w:right w:val="none" w:sz="0" w:space="0" w:color="auto"/>
          </w:divBdr>
        </w:div>
        <w:div w:id="792872583">
          <w:marLeft w:val="640"/>
          <w:marRight w:val="0"/>
          <w:marTop w:val="0"/>
          <w:marBottom w:val="0"/>
          <w:divBdr>
            <w:top w:val="none" w:sz="0" w:space="0" w:color="auto"/>
            <w:left w:val="none" w:sz="0" w:space="0" w:color="auto"/>
            <w:bottom w:val="none" w:sz="0" w:space="0" w:color="auto"/>
            <w:right w:val="none" w:sz="0" w:space="0" w:color="auto"/>
          </w:divBdr>
        </w:div>
        <w:div w:id="817845705">
          <w:marLeft w:val="640"/>
          <w:marRight w:val="0"/>
          <w:marTop w:val="0"/>
          <w:marBottom w:val="0"/>
          <w:divBdr>
            <w:top w:val="none" w:sz="0" w:space="0" w:color="auto"/>
            <w:left w:val="none" w:sz="0" w:space="0" w:color="auto"/>
            <w:bottom w:val="none" w:sz="0" w:space="0" w:color="auto"/>
            <w:right w:val="none" w:sz="0" w:space="0" w:color="auto"/>
          </w:divBdr>
        </w:div>
        <w:div w:id="821043872">
          <w:marLeft w:val="640"/>
          <w:marRight w:val="0"/>
          <w:marTop w:val="0"/>
          <w:marBottom w:val="0"/>
          <w:divBdr>
            <w:top w:val="none" w:sz="0" w:space="0" w:color="auto"/>
            <w:left w:val="none" w:sz="0" w:space="0" w:color="auto"/>
            <w:bottom w:val="none" w:sz="0" w:space="0" w:color="auto"/>
            <w:right w:val="none" w:sz="0" w:space="0" w:color="auto"/>
          </w:divBdr>
        </w:div>
        <w:div w:id="852450248">
          <w:marLeft w:val="640"/>
          <w:marRight w:val="0"/>
          <w:marTop w:val="0"/>
          <w:marBottom w:val="0"/>
          <w:divBdr>
            <w:top w:val="none" w:sz="0" w:space="0" w:color="auto"/>
            <w:left w:val="none" w:sz="0" w:space="0" w:color="auto"/>
            <w:bottom w:val="none" w:sz="0" w:space="0" w:color="auto"/>
            <w:right w:val="none" w:sz="0" w:space="0" w:color="auto"/>
          </w:divBdr>
        </w:div>
        <w:div w:id="864245100">
          <w:marLeft w:val="640"/>
          <w:marRight w:val="0"/>
          <w:marTop w:val="0"/>
          <w:marBottom w:val="0"/>
          <w:divBdr>
            <w:top w:val="none" w:sz="0" w:space="0" w:color="auto"/>
            <w:left w:val="none" w:sz="0" w:space="0" w:color="auto"/>
            <w:bottom w:val="none" w:sz="0" w:space="0" w:color="auto"/>
            <w:right w:val="none" w:sz="0" w:space="0" w:color="auto"/>
          </w:divBdr>
        </w:div>
        <w:div w:id="913510485">
          <w:marLeft w:val="640"/>
          <w:marRight w:val="0"/>
          <w:marTop w:val="0"/>
          <w:marBottom w:val="0"/>
          <w:divBdr>
            <w:top w:val="none" w:sz="0" w:space="0" w:color="auto"/>
            <w:left w:val="none" w:sz="0" w:space="0" w:color="auto"/>
            <w:bottom w:val="none" w:sz="0" w:space="0" w:color="auto"/>
            <w:right w:val="none" w:sz="0" w:space="0" w:color="auto"/>
          </w:divBdr>
        </w:div>
        <w:div w:id="947083896">
          <w:marLeft w:val="640"/>
          <w:marRight w:val="0"/>
          <w:marTop w:val="0"/>
          <w:marBottom w:val="0"/>
          <w:divBdr>
            <w:top w:val="none" w:sz="0" w:space="0" w:color="auto"/>
            <w:left w:val="none" w:sz="0" w:space="0" w:color="auto"/>
            <w:bottom w:val="none" w:sz="0" w:space="0" w:color="auto"/>
            <w:right w:val="none" w:sz="0" w:space="0" w:color="auto"/>
          </w:divBdr>
        </w:div>
        <w:div w:id="965551350">
          <w:marLeft w:val="640"/>
          <w:marRight w:val="0"/>
          <w:marTop w:val="0"/>
          <w:marBottom w:val="0"/>
          <w:divBdr>
            <w:top w:val="none" w:sz="0" w:space="0" w:color="auto"/>
            <w:left w:val="none" w:sz="0" w:space="0" w:color="auto"/>
            <w:bottom w:val="none" w:sz="0" w:space="0" w:color="auto"/>
            <w:right w:val="none" w:sz="0" w:space="0" w:color="auto"/>
          </w:divBdr>
        </w:div>
        <w:div w:id="986394942">
          <w:marLeft w:val="640"/>
          <w:marRight w:val="0"/>
          <w:marTop w:val="0"/>
          <w:marBottom w:val="0"/>
          <w:divBdr>
            <w:top w:val="none" w:sz="0" w:space="0" w:color="auto"/>
            <w:left w:val="none" w:sz="0" w:space="0" w:color="auto"/>
            <w:bottom w:val="none" w:sz="0" w:space="0" w:color="auto"/>
            <w:right w:val="none" w:sz="0" w:space="0" w:color="auto"/>
          </w:divBdr>
        </w:div>
        <w:div w:id="1100033138">
          <w:marLeft w:val="640"/>
          <w:marRight w:val="0"/>
          <w:marTop w:val="0"/>
          <w:marBottom w:val="0"/>
          <w:divBdr>
            <w:top w:val="none" w:sz="0" w:space="0" w:color="auto"/>
            <w:left w:val="none" w:sz="0" w:space="0" w:color="auto"/>
            <w:bottom w:val="none" w:sz="0" w:space="0" w:color="auto"/>
            <w:right w:val="none" w:sz="0" w:space="0" w:color="auto"/>
          </w:divBdr>
        </w:div>
        <w:div w:id="1146094779">
          <w:marLeft w:val="640"/>
          <w:marRight w:val="0"/>
          <w:marTop w:val="0"/>
          <w:marBottom w:val="0"/>
          <w:divBdr>
            <w:top w:val="none" w:sz="0" w:space="0" w:color="auto"/>
            <w:left w:val="none" w:sz="0" w:space="0" w:color="auto"/>
            <w:bottom w:val="none" w:sz="0" w:space="0" w:color="auto"/>
            <w:right w:val="none" w:sz="0" w:space="0" w:color="auto"/>
          </w:divBdr>
        </w:div>
        <w:div w:id="1253394244">
          <w:marLeft w:val="640"/>
          <w:marRight w:val="0"/>
          <w:marTop w:val="0"/>
          <w:marBottom w:val="0"/>
          <w:divBdr>
            <w:top w:val="none" w:sz="0" w:space="0" w:color="auto"/>
            <w:left w:val="none" w:sz="0" w:space="0" w:color="auto"/>
            <w:bottom w:val="none" w:sz="0" w:space="0" w:color="auto"/>
            <w:right w:val="none" w:sz="0" w:space="0" w:color="auto"/>
          </w:divBdr>
        </w:div>
        <w:div w:id="1283880942">
          <w:marLeft w:val="640"/>
          <w:marRight w:val="0"/>
          <w:marTop w:val="0"/>
          <w:marBottom w:val="0"/>
          <w:divBdr>
            <w:top w:val="none" w:sz="0" w:space="0" w:color="auto"/>
            <w:left w:val="none" w:sz="0" w:space="0" w:color="auto"/>
            <w:bottom w:val="none" w:sz="0" w:space="0" w:color="auto"/>
            <w:right w:val="none" w:sz="0" w:space="0" w:color="auto"/>
          </w:divBdr>
        </w:div>
        <w:div w:id="1325820213">
          <w:marLeft w:val="640"/>
          <w:marRight w:val="0"/>
          <w:marTop w:val="0"/>
          <w:marBottom w:val="0"/>
          <w:divBdr>
            <w:top w:val="none" w:sz="0" w:space="0" w:color="auto"/>
            <w:left w:val="none" w:sz="0" w:space="0" w:color="auto"/>
            <w:bottom w:val="none" w:sz="0" w:space="0" w:color="auto"/>
            <w:right w:val="none" w:sz="0" w:space="0" w:color="auto"/>
          </w:divBdr>
        </w:div>
        <w:div w:id="1337733617">
          <w:marLeft w:val="640"/>
          <w:marRight w:val="0"/>
          <w:marTop w:val="0"/>
          <w:marBottom w:val="0"/>
          <w:divBdr>
            <w:top w:val="none" w:sz="0" w:space="0" w:color="auto"/>
            <w:left w:val="none" w:sz="0" w:space="0" w:color="auto"/>
            <w:bottom w:val="none" w:sz="0" w:space="0" w:color="auto"/>
            <w:right w:val="none" w:sz="0" w:space="0" w:color="auto"/>
          </w:divBdr>
        </w:div>
        <w:div w:id="1487740625">
          <w:marLeft w:val="640"/>
          <w:marRight w:val="0"/>
          <w:marTop w:val="0"/>
          <w:marBottom w:val="0"/>
          <w:divBdr>
            <w:top w:val="none" w:sz="0" w:space="0" w:color="auto"/>
            <w:left w:val="none" w:sz="0" w:space="0" w:color="auto"/>
            <w:bottom w:val="none" w:sz="0" w:space="0" w:color="auto"/>
            <w:right w:val="none" w:sz="0" w:space="0" w:color="auto"/>
          </w:divBdr>
        </w:div>
        <w:div w:id="1510172467">
          <w:marLeft w:val="640"/>
          <w:marRight w:val="0"/>
          <w:marTop w:val="0"/>
          <w:marBottom w:val="0"/>
          <w:divBdr>
            <w:top w:val="none" w:sz="0" w:space="0" w:color="auto"/>
            <w:left w:val="none" w:sz="0" w:space="0" w:color="auto"/>
            <w:bottom w:val="none" w:sz="0" w:space="0" w:color="auto"/>
            <w:right w:val="none" w:sz="0" w:space="0" w:color="auto"/>
          </w:divBdr>
        </w:div>
        <w:div w:id="1525483505">
          <w:marLeft w:val="640"/>
          <w:marRight w:val="0"/>
          <w:marTop w:val="0"/>
          <w:marBottom w:val="0"/>
          <w:divBdr>
            <w:top w:val="none" w:sz="0" w:space="0" w:color="auto"/>
            <w:left w:val="none" w:sz="0" w:space="0" w:color="auto"/>
            <w:bottom w:val="none" w:sz="0" w:space="0" w:color="auto"/>
            <w:right w:val="none" w:sz="0" w:space="0" w:color="auto"/>
          </w:divBdr>
        </w:div>
        <w:div w:id="1648822905">
          <w:marLeft w:val="640"/>
          <w:marRight w:val="0"/>
          <w:marTop w:val="0"/>
          <w:marBottom w:val="0"/>
          <w:divBdr>
            <w:top w:val="none" w:sz="0" w:space="0" w:color="auto"/>
            <w:left w:val="none" w:sz="0" w:space="0" w:color="auto"/>
            <w:bottom w:val="none" w:sz="0" w:space="0" w:color="auto"/>
            <w:right w:val="none" w:sz="0" w:space="0" w:color="auto"/>
          </w:divBdr>
        </w:div>
        <w:div w:id="1669360198">
          <w:marLeft w:val="640"/>
          <w:marRight w:val="0"/>
          <w:marTop w:val="0"/>
          <w:marBottom w:val="0"/>
          <w:divBdr>
            <w:top w:val="none" w:sz="0" w:space="0" w:color="auto"/>
            <w:left w:val="none" w:sz="0" w:space="0" w:color="auto"/>
            <w:bottom w:val="none" w:sz="0" w:space="0" w:color="auto"/>
            <w:right w:val="none" w:sz="0" w:space="0" w:color="auto"/>
          </w:divBdr>
        </w:div>
        <w:div w:id="1682702759">
          <w:marLeft w:val="640"/>
          <w:marRight w:val="0"/>
          <w:marTop w:val="0"/>
          <w:marBottom w:val="0"/>
          <w:divBdr>
            <w:top w:val="none" w:sz="0" w:space="0" w:color="auto"/>
            <w:left w:val="none" w:sz="0" w:space="0" w:color="auto"/>
            <w:bottom w:val="none" w:sz="0" w:space="0" w:color="auto"/>
            <w:right w:val="none" w:sz="0" w:space="0" w:color="auto"/>
          </w:divBdr>
        </w:div>
        <w:div w:id="1780181656">
          <w:marLeft w:val="640"/>
          <w:marRight w:val="0"/>
          <w:marTop w:val="0"/>
          <w:marBottom w:val="0"/>
          <w:divBdr>
            <w:top w:val="none" w:sz="0" w:space="0" w:color="auto"/>
            <w:left w:val="none" w:sz="0" w:space="0" w:color="auto"/>
            <w:bottom w:val="none" w:sz="0" w:space="0" w:color="auto"/>
            <w:right w:val="none" w:sz="0" w:space="0" w:color="auto"/>
          </w:divBdr>
        </w:div>
        <w:div w:id="1830636676">
          <w:marLeft w:val="640"/>
          <w:marRight w:val="0"/>
          <w:marTop w:val="0"/>
          <w:marBottom w:val="0"/>
          <w:divBdr>
            <w:top w:val="none" w:sz="0" w:space="0" w:color="auto"/>
            <w:left w:val="none" w:sz="0" w:space="0" w:color="auto"/>
            <w:bottom w:val="none" w:sz="0" w:space="0" w:color="auto"/>
            <w:right w:val="none" w:sz="0" w:space="0" w:color="auto"/>
          </w:divBdr>
        </w:div>
        <w:div w:id="1837768869">
          <w:marLeft w:val="640"/>
          <w:marRight w:val="0"/>
          <w:marTop w:val="0"/>
          <w:marBottom w:val="0"/>
          <w:divBdr>
            <w:top w:val="none" w:sz="0" w:space="0" w:color="auto"/>
            <w:left w:val="none" w:sz="0" w:space="0" w:color="auto"/>
            <w:bottom w:val="none" w:sz="0" w:space="0" w:color="auto"/>
            <w:right w:val="none" w:sz="0" w:space="0" w:color="auto"/>
          </w:divBdr>
        </w:div>
        <w:div w:id="1934893506">
          <w:marLeft w:val="640"/>
          <w:marRight w:val="0"/>
          <w:marTop w:val="0"/>
          <w:marBottom w:val="0"/>
          <w:divBdr>
            <w:top w:val="none" w:sz="0" w:space="0" w:color="auto"/>
            <w:left w:val="none" w:sz="0" w:space="0" w:color="auto"/>
            <w:bottom w:val="none" w:sz="0" w:space="0" w:color="auto"/>
            <w:right w:val="none" w:sz="0" w:space="0" w:color="auto"/>
          </w:divBdr>
        </w:div>
        <w:div w:id="1990397054">
          <w:marLeft w:val="640"/>
          <w:marRight w:val="0"/>
          <w:marTop w:val="0"/>
          <w:marBottom w:val="0"/>
          <w:divBdr>
            <w:top w:val="none" w:sz="0" w:space="0" w:color="auto"/>
            <w:left w:val="none" w:sz="0" w:space="0" w:color="auto"/>
            <w:bottom w:val="none" w:sz="0" w:space="0" w:color="auto"/>
            <w:right w:val="none" w:sz="0" w:space="0" w:color="auto"/>
          </w:divBdr>
        </w:div>
        <w:div w:id="2002200607">
          <w:marLeft w:val="640"/>
          <w:marRight w:val="0"/>
          <w:marTop w:val="0"/>
          <w:marBottom w:val="0"/>
          <w:divBdr>
            <w:top w:val="none" w:sz="0" w:space="0" w:color="auto"/>
            <w:left w:val="none" w:sz="0" w:space="0" w:color="auto"/>
            <w:bottom w:val="none" w:sz="0" w:space="0" w:color="auto"/>
            <w:right w:val="none" w:sz="0" w:space="0" w:color="auto"/>
          </w:divBdr>
        </w:div>
        <w:div w:id="2003846064">
          <w:marLeft w:val="640"/>
          <w:marRight w:val="0"/>
          <w:marTop w:val="0"/>
          <w:marBottom w:val="0"/>
          <w:divBdr>
            <w:top w:val="none" w:sz="0" w:space="0" w:color="auto"/>
            <w:left w:val="none" w:sz="0" w:space="0" w:color="auto"/>
            <w:bottom w:val="none" w:sz="0" w:space="0" w:color="auto"/>
            <w:right w:val="none" w:sz="0" w:space="0" w:color="auto"/>
          </w:divBdr>
        </w:div>
        <w:div w:id="2039308806">
          <w:marLeft w:val="640"/>
          <w:marRight w:val="0"/>
          <w:marTop w:val="0"/>
          <w:marBottom w:val="0"/>
          <w:divBdr>
            <w:top w:val="none" w:sz="0" w:space="0" w:color="auto"/>
            <w:left w:val="none" w:sz="0" w:space="0" w:color="auto"/>
            <w:bottom w:val="none" w:sz="0" w:space="0" w:color="auto"/>
            <w:right w:val="none" w:sz="0" w:space="0" w:color="auto"/>
          </w:divBdr>
        </w:div>
        <w:div w:id="2053652215">
          <w:marLeft w:val="640"/>
          <w:marRight w:val="0"/>
          <w:marTop w:val="0"/>
          <w:marBottom w:val="0"/>
          <w:divBdr>
            <w:top w:val="none" w:sz="0" w:space="0" w:color="auto"/>
            <w:left w:val="none" w:sz="0" w:space="0" w:color="auto"/>
            <w:bottom w:val="none" w:sz="0" w:space="0" w:color="auto"/>
            <w:right w:val="none" w:sz="0" w:space="0" w:color="auto"/>
          </w:divBdr>
        </w:div>
      </w:divsChild>
    </w:div>
    <w:div w:id="1852841877">
      <w:bodyDiv w:val="1"/>
      <w:marLeft w:val="0"/>
      <w:marRight w:val="0"/>
      <w:marTop w:val="0"/>
      <w:marBottom w:val="0"/>
      <w:divBdr>
        <w:top w:val="none" w:sz="0" w:space="0" w:color="auto"/>
        <w:left w:val="none" w:sz="0" w:space="0" w:color="auto"/>
        <w:bottom w:val="none" w:sz="0" w:space="0" w:color="auto"/>
        <w:right w:val="none" w:sz="0" w:space="0" w:color="auto"/>
      </w:divBdr>
      <w:divsChild>
        <w:div w:id="12464785">
          <w:marLeft w:val="640"/>
          <w:marRight w:val="0"/>
          <w:marTop w:val="0"/>
          <w:marBottom w:val="0"/>
          <w:divBdr>
            <w:top w:val="none" w:sz="0" w:space="0" w:color="auto"/>
            <w:left w:val="none" w:sz="0" w:space="0" w:color="auto"/>
            <w:bottom w:val="none" w:sz="0" w:space="0" w:color="auto"/>
            <w:right w:val="none" w:sz="0" w:space="0" w:color="auto"/>
          </w:divBdr>
        </w:div>
        <w:div w:id="41827172">
          <w:marLeft w:val="640"/>
          <w:marRight w:val="0"/>
          <w:marTop w:val="0"/>
          <w:marBottom w:val="0"/>
          <w:divBdr>
            <w:top w:val="none" w:sz="0" w:space="0" w:color="auto"/>
            <w:left w:val="none" w:sz="0" w:space="0" w:color="auto"/>
            <w:bottom w:val="none" w:sz="0" w:space="0" w:color="auto"/>
            <w:right w:val="none" w:sz="0" w:space="0" w:color="auto"/>
          </w:divBdr>
        </w:div>
        <w:div w:id="46345816">
          <w:marLeft w:val="640"/>
          <w:marRight w:val="0"/>
          <w:marTop w:val="0"/>
          <w:marBottom w:val="0"/>
          <w:divBdr>
            <w:top w:val="none" w:sz="0" w:space="0" w:color="auto"/>
            <w:left w:val="none" w:sz="0" w:space="0" w:color="auto"/>
            <w:bottom w:val="none" w:sz="0" w:space="0" w:color="auto"/>
            <w:right w:val="none" w:sz="0" w:space="0" w:color="auto"/>
          </w:divBdr>
        </w:div>
        <w:div w:id="56558583">
          <w:marLeft w:val="640"/>
          <w:marRight w:val="0"/>
          <w:marTop w:val="0"/>
          <w:marBottom w:val="0"/>
          <w:divBdr>
            <w:top w:val="none" w:sz="0" w:space="0" w:color="auto"/>
            <w:left w:val="none" w:sz="0" w:space="0" w:color="auto"/>
            <w:bottom w:val="none" w:sz="0" w:space="0" w:color="auto"/>
            <w:right w:val="none" w:sz="0" w:space="0" w:color="auto"/>
          </w:divBdr>
        </w:div>
        <w:div w:id="172496208">
          <w:marLeft w:val="640"/>
          <w:marRight w:val="0"/>
          <w:marTop w:val="0"/>
          <w:marBottom w:val="0"/>
          <w:divBdr>
            <w:top w:val="none" w:sz="0" w:space="0" w:color="auto"/>
            <w:left w:val="none" w:sz="0" w:space="0" w:color="auto"/>
            <w:bottom w:val="none" w:sz="0" w:space="0" w:color="auto"/>
            <w:right w:val="none" w:sz="0" w:space="0" w:color="auto"/>
          </w:divBdr>
        </w:div>
        <w:div w:id="224075018">
          <w:marLeft w:val="640"/>
          <w:marRight w:val="0"/>
          <w:marTop w:val="0"/>
          <w:marBottom w:val="0"/>
          <w:divBdr>
            <w:top w:val="none" w:sz="0" w:space="0" w:color="auto"/>
            <w:left w:val="none" w:sz="0" w:space="0" w:color="auto"/>
            <w:bottom w:val="none" w:sz="0" w:space="0" w:color="auto"/>
            <w:right w:val="none" w:sz="0" w:space="0" w:color="auto"/>
          </w:divBdr>
        </w:div>
        <w:div w:id="230585792">
          <w:marLeft w:val="640"/>
          <w:marRight w:val="0"/>
          <w:marTop w:val="0"/>
          <w:marBottom w:val="0"/>
          <w:divBdr>
            <w:top w:val="none" w:sz="0" w:space="0" w:color="auto"/>
            <w:left w:val="none" w:sz="0" w:space="0" w:color="auto"/>
            <w:bottom w:val="none" w:sz="0" w:space="0" w:color="auto"/>
            <w:right w:val="none" w:sz="0" w:space="0" w:color="auto"/>
          </w:divBdr>
        </w:div>
        <w:div w:id="241648226">
          <w:marLeft w:val="640"/>
          <w:marRight w:val="0"/>
          <w:marTop w:val="0"/>
          <w:marBottom w:val="0"/>
          <w:divBdr>
            <w:top w:val="none" w:sz="0" w:space="0" w:color="auto"/>
            <w:left w:val="none" w:sz="0" w:space="0" w:color="auto"/>
            <w:bottom w:val="none" w:sz="0" w:space="0" w:color="auto"/>
            <w:right w:val="none" w:sz="0" w:space="0" w:color="auto"/>
          </w:divBdr>
        </w:div>
        <w:div w:id="254482758">
          <w:marLeft w:val="640"/>
          <w:marRight w:val="0"/>
          <w:marTop w:val="0"/>
          <w:marBottom w:val="0"/>
          <w:divBdr>
            <w:top w:val="none" w:sz="0" w:space="0" w:color="auto"/>
            <w:left w:val="none" w:sz="0" w:space="0" w:color="auto"/>
            <w:bottom w:val="none" w:sz="0" w:space="0" w:color="auto"/>
            <w:right w:val="none" w:sz="0" w:space="0" w:color="auto"/>
          </w:divBdr>
        </w:div>
        <w:div w:id="332687207">
          <w:marLeft w:val="640"/>
          <w:marRight w:val="0"/>
          <w:marTop w:val="0"/>
          <w:marBottom w:val="0"/>
          <w:divBdr>
            <w:top w:val="none" w:sz="0" w:space="0" w:color="auto"/>
            <w:left w:val="none" w:sz="0" w:space="0" w:color="auto"/>
            <w:bottom w:val="none" w:sz="0" w:space="0" w:color="auto"/>
            <w:right w:val="none" w:sz="0" w:space="0" w:color="auto"/>
          </w:divBdr>
        </w:div>
        <w:div w:id="440497627">
          <w:marLeft w:val="640"/>
          <w:marRight w:val="0"/>
          <w:marTop w:val="0"/>
          <w:marBottom w:val="0"/>
          <w:divBdr>
            <w:top w:val="none" w:sz="0" w:space="0" w:color="auto"/>
            <w:left w:val="none" w:sz="0" w:space="0" w:color="auto"/>
            <w:bottom w:val="none" w:sz="0" w:space="0" w:color="auto"/>
            <w:right w:val="none" w:sz="0" w:space="0" w:color="auto"/>
          </w:divBdr>
        </w:div>
        <w:div w:id="444037753">
          <w:marLeft w:val="640"/>
          <w:marRight w:val="0"/>
          <w:marTop w:val="0"/>
          <w:marBottom w:val="0"/>
          <w:divBdr>
            <w:top w:val="none" w:sz="0" w:space="0" w:color="auto"/>
            <w:left w:val="none" w:sz="0" w:space="0" w:color="auto"/>
            <w:bottom w:val="none" w:sz="0" w:space="0" w:color="auto"/>
            <w:right w:val="none" w:sz="0" w:space="0" w:color="auto"/>
          </w:divBdr>
        </w:div>
        <w:div w:id="532226480">
          <w:marLeft w:val="640"/>
          <w:marRight w:val="0"/>
          <w:marTop w:val="0"/>
          <w:marBottom w:val="0"/>
          <w:divBdr>
            <w:top w:val="none" w:sz="0" w:space="0" w:color="auto"/>
            <w:left w:val="none" w:sz="0" w:space="0" w:color="auto"/>
            <w:bottom w:val="none" w:sz="0" w:space="0" w:color="auto"/>
            <w:right w:val="none" w:sz="0" w:space="0" w:color="auto"/>
          </w:divBdr>
        </w:div>
        <w:div w:id="571233838">
          <w:marLeft w:val="640"/>
          <w:marRight w:val="0"/>
          <w:marTop w:val="0"/>
          <w:marBottom w:val="0"/>
          <w:divBdr>
            <w:top w:val="none" w:sz="0" w:space="0" w:color="auto"/>
            <w:left w:val="none" w:sz="0" w:space="0" w:color="auto"/>
            <w:bottom w:val="none" w:sz="0" w:space="0" w:color="auto"/>
            <w:right w:val="none" w:sz="0" w:space="0" w:color="auto"/>
          </w:divBdr>
        </w:div>
        <w:div w:id="588392350">
          <w:marLeft w:val="640"/>
          <w:marRight w:val="0"/>
          <w:marTop w:val="0"/>
          <w:marBottom w:val="0"/>
          <w:divBdr>
            <w:top w:val="none" w:sz="0" w:space="0" w:color="auto"/>
            <w:left w:val="none" w:sz="0" w:space="0" w:color="auto"/>
            <w:bottom w:val="none" w:sz="0" w:space="0" w:color="auto"/>
            <w:right w:val="none" w:sz="0" w:space="0" w:color="auto"/>
          </w:divBdr>
        </w:div>
        <w:div w:id="594901643">
          <w:marLeft w:val="640"/>
          <w:marRight w:val="0"/>
          <w:marTop w:val="0"/>
          <w:marBottom w:val="0"/>
          <w:divBdr>
            <w:top w:val="none" w:sz="0" w:space="0" w:color="auto"/>
            <w:left w:val="none" w:sz="0" w:space="0" w:color="auto"/>
            <w:bottom w:val="none" w:sz="0" w:space="0" w:color="auto"/>
            <w:right w:val="none" w:sz="0" w:space="0" w:color="auto"/>
          </w:divBdr>
        </w:div>
        <w:div w:id="610432415">
          <w:marLeft w:val="640"/>
          <w:marRight w:val="0"/>
          <w:marTop w:val="0"/>
          <w:marBottom w:val="0"/>
          <w:divBdr>
            <w:top w:val="none" w:sz="0" w:space="0" w:color="auto"/>
            <w:left w:val="none" w:sz="0" w:space="0" w:color="auto"/>
            <w:bottom w:val="none" w:sz="0" w:space="0" w:color="auto"/>
            <w:right w:val="none" w:sz="0" w:space="0" w:color="auto"/>
          </w:divBdr>
        </w:div>
        <w:div w:id="630862174">
          <w:marLeft w:val="640"/>
          <w:marRight w:val="0"/>
          <w:marTop w:val="0"/>
          <w:marBottom w:val="0"/>
          <w:divBdr>
            <w:top w:val="none" w:sz="0" w:space="0" w:color="auto"/>
            <w:left w:val="none" w:sz="0" w:space="0" w:color="auto"/>
            <w:bottom w:val="none" w:sz="0" w:space="0" w:color="auto"/>
            <w:right w:val="none" w:sz="0" w:space="0" w:color="auto"/>
          </w:divBdr>
        </w:div>
        <w:div w:id="653677518">
          <w:marLeft w:val="640"/>
          <w:marRight w:val="0"/>
          <w:marTop w:val="0"/>
          <w:marBottom w:val="0"/>
          <w:divBdr>
            <w:top w:val="none" w:sz="0" w:space="0" w:color="auto"/>
            <w:left w:val="none" w:sz="0" w:space="0" w:color="auto"/>
            <w:bottom w:val="none" w:sz="0" w:space="0" w:color="auto"/>
            <w:right w:val="none" w:sz="0" w:space="0" w:color="auto"/>
          </w:divBdr>
        </w:div>
        <w:div w:id="717245886">
          <w:marLeft w:val="640"/>
          <w:marRight w:val="0"/>
          <w:marTop w:val="0"/>
          <w:marBottom w:val="0"/>
          <w:divBdr>
            <w:top w:val="none" w:sz="0" w:space="0" w:color="auto"/>
            <w:left w:val="none" w:sz="0" w:space="0" w:color="auto"/>
            <w:bottom w:val="none" w:sz="0" w:space="0" w:color="auto"/>
            <w:right w:val="none" w:sz="0" w:space="0" w:color="auto"/>
          </w:divBdr>
        </w:div>
        <w:div w:id="742610045">
          <w:marLeft w:val="640"/>
          <w:marRight w:val="0"/>
          <w:marTop w:val="0"/>
          <w:marBottom w:val="0"/>
          <w:divBdr>
            <w:top w:val="none" w:sz="0" w:space="0" w:color="auto"/>
            <w:left w:val="none" w:sz="0" w:space="0" w:color="auto"/>
            <w:bottom w:val="none" w:sz="0" w:space="0" w:color="auto"/>
            <w:right w:val="none" w:sz="0" w:space="0" w:color="auto"/>
          </w:divBdr>
        </w:div>
        <w:div w:id="747727119">
          <w:marLeft w:val="640"/>
          <w:marRight w:val="0"/>
          <w:marTop w:val="0"/>
          <w:marBottom w:val="0"/>
          <w:divBdr>
            <w:top w:val="none" w:sz="0" w:space="0" w:color="auto"/>
            <w:left w:val="none" w:sz="0" w:space="0" w:color="auto"/>
            <w:bottom w:val="none" w:sz="0" w:space="0" w:color="auto"/>
            <w:right w:val="none" w:sz="0" w:space="0" w:color="auto"/>
          </w:divBdr>
        </w:div>
        <w:div w:id="777795976">
          <w:marLeft w:val="640"/>
          <w:marRight w:val="0"/>
          <w:marTop w:val="0"/>
          <w:marBottom w:val="0"/>
          <w:divBdr>
            <w:top w:val="none" w:sz="0" w:space="0" w:color="auto"/>
            <w:left w:val="none" w:sz="0" w:space="0" w:color="auto"/>
            <w:bottom w:val="none" w:sz="0" w:space="0" w:color="auto"/>
            <w:right w:val="none" w:sz="0" w:space="0" w:color="auto"/>
          </w:divBdr>
        </w:div>
        <w:div w:id="788474341">
          <w:marLeft w:val="640"/>
          <w:marRight w:val="0"/>
          <w:marTop w:val="0"/>
          <w:marBottom w:val="0"/>
          <w:divBdr>
            <w:top w:val="none" w:sz="0" w:space="0" w:color="auto"/>
            <w:left w:val="none" w:sz="0" w:space="0" w:color="auto"/>
            <w:bottom w:val="none" w:sz="0" w:space="0" w:color="auto"/>
            <w:right w:val="none" w:sz="0" w:space="0" w:color="auto"/>
          </w:divBdr>
        </w:div>
        <w:div w:id="910501935">
          <w:marLeft w:val="640"/>
          <w:marRight w:val="0"/>
          <w:marTop w:val="0"/>
          <w:marBottom w:val="0"/>
          <w:divBdr>
            <w:top w:val="none" w:sz="0" w:space="0" w:color="auto"/>
            <w:left w:val="none" w:sz="0" w:space="0" w:color="auto"/>
            <w:bottom w:val="none" w:sz="0" w:space="0" w:color="auto"/>
            <w:right w:val="none" w:sz="0" w:space="0" w:color="auto"/>
          </w:divBdr>
        </w:div>
        <w:div w:id="958028879">
          <w:marLeft w:val="640"/>
          <w:marRight w:val="0"/>
          <w:marTop w:val="0"/>
          <w:marBottom w:val="0"/>
          <w:divBdr>
            <w:top w:val="none" w:sz="0" w:space="0" w:color="auto"/>
            <w:left w:val="none" w:sz="0" w:space="0" w:color="auto"/>
            <w:bottom w:val="none" w:sz="0" w:space="0" w:color="auto"/>
            <w:right w:val="none" w:sz="0" w:space="0" w:color="auto"/>
          </w:divBdr>
        </w:div>
        <w:div w:id="1077478610">
          <w:marLeft w:val="640"/>
          <w:marRight w:val="0"/>
          <w:marTop w:val="0"/>
          <w:marBottom w:val="0"/>
          <w:divBdr>
            <w:top w:val="none" w:sz="0" w:space="0" w:color="auto"/>
            <w:left w:val="none" w:sz="0" w:space="0" w:color="auto"/>
            <w:bottom w:val="none" w:sz="0" w:space="0" w:color="auto"/>
            <w:right w:val="none" w:sz="0" w:space="0" w:color="auto"/>
          </w:divBdr>
        </w:div>
        <w:div w:id="1111316944">
          <w:marLeft w:val="640"/>
          <w:marRight w:val="0"/>
          <w:marTop w:val="0"/>
          <w:marBottom w:val="0"/>
          <w:divBdr>
            <w:top w:val="none" w:sz="0" w:space="0" w:color="auto"/>
            <w:left w:val="none" w:sz="0" w:space="0" w:color="auto"/>
            <w:bottom w:val="none" w:sz="0" w:space="0" w:color="auto"/>
            <w:right w:val="none" w:sz="0" w:space="0" w:color="auto"/>
          </w:divBdr>
        </w:div>
        <w:div w:id="1115321633">
          <w:marLeft w:val="640"/>
          <w:marRight w:val="0"/>
          <w:marTop w:val="0"/>
          <w:marBottom w:val="0"/>
          <w:divBdr>
            <w:top w:val="none" w:sz="0" w:space="0" w:color="auto"/>
            <w:left w:val="none" w:sz="0" w:space="0" w:color="auto"/>
            <w:bottom w:val="none" w:sz="0" w:space="0" w:color="auto"/>
            <w:right w:val="none" w:sz="0" w:space="0" w:color="auto"/>
          </w:divBdr>
        </w:div>
        <w:div w:id="1143235068">
          <w:marLeft w:val="640"/>
          <w:marRight w:val="0"/>
          <w:marTop w:val="0"/>
          <w:marBottom w:val="0"/>
          <w:divBdr>
            <w:top w:val="none" w:sz="0" w:space="0" w:color="auto"/>
            <w:left w:val="none" w:sz="0" w:space="0" w:color="auto"/>
            <w:bottom w:val="none" w:sz="0" w:space="0" w:color="auto"/>
            <w:right w:val="none" w:sz="0" w:space="0" w:color="auto"/>
          </w:divBdr>
        </w:div>
        <w:div w:id="1301418693">
          <w:marLeft w:val="640"/>
          <w:marRight w:val="0"/>
          <w:marTop w:val="0"/>
          <w:marBottom w:val="0"/>
          <w:divBdr>
            <w:top w:val="none" w:sz="0" w:space="0" w:color="auto"/>
            <w:left w:val="none" w:sz="0" w:space="0" w:color="auto"/>
            <w:bottom w:val="none" w:sz="0" w:space="0" w:color="auto"/>
            <w:right w:val="none" w:sz="0" w:space="0" w:color="auto"/>
          </w:divBdr>
        </w:div>
        <w:div w:id="1334837713">
          <w:marLeft w:val="640"/>
          <w:marRight w:val="0"/>
          <w:marTop w:val="0"/>
          <w:marBottom w:val="0"/>
          <w:divBdr>
            <w:top w:val="none" w:sz="0" w:space="0" w:color="auto"/>
            <w:left w:val="none" w:sz="0" w:space="0" w:color="auto"/>
            <w:bottom w:val="none" w:sz="0" w:space="0" w:color="auto"/>
            <w:right w:val="none" w:sz="0" w:space="0" w:color="auto"/>
          </w:divBdr>
        </w:div>
        <w:div w:id="1338196218">
          <w:marLeft w:val="640"/>
          <w:marRight w:val="0"/>
          <w:marTop w:val="0"/>
          <w:marBottom w:val="0"/>
          <w:divBdr>
            <w:top w:val="none" w:sz="0" w:space="0" w:color="auto"/>
            <w:left w:val="none" w:sz="0" w:space="0" w:color="auto"/>
            <w:bottom w:val="none" w:sz="0" w:space="0" w:color="auto"/>
            <w:right w:val="none" w:sz="0" w:space="0" w:color="auto"/>
          </w:divBdr>
        </w:div>
        <w:div w:id="1347243292">
          <w:marLeft w:val="640"/>
          <w:marRight w:val="0"/>
          <w:marTop w:val="0"/>
          <w:marBottom w:val="0"/>
          <w:divBdr>
            <w:top w:val="none" w:sz="0" w:space="0" w:color="auto"/>
            <w:left w:val="none" w:sz="0" w:space="0" w:color="auto"/>
            <w:bottom w:val="none" w:sz="0" w:space="0" w:color="auto"/>
            <w:right w:val="none" w:sz="0" w:space="0" w:color="auto"/>
          </w:divBdr>
        </w:div>
        <w:div w:id="1354460734">
          <w:marLeft w:val="640"/>
          <w:marRight w:val="0"/>
          <w:marTop w:val="0"/>
          <w:marBottom w:val="0"/>
          <w:divBdr>
            <w:top w:val="none" w:sz="0" w:space="0" w:color="auto"/>
            <w:left w:val="none" w:sz="0" w:space="0" w:color="auto"/>
            <w:bottom w:val="none" w:sz="0" w:space="0" w:color="auto"/>
            <w:right w:val="none" w:sz="0" w:space="0" w:color="auto"/>
          </w:divBdr>
        </w:div>
        <w:div w:id="1401947201">
          <w:marLeft w:val="640"/>
          <w:marRight w:val="0"/>
          <w:marTop w:val="0"/>
          <w:marBottom w:val="0"/>
          <w:divBdr>
            <w:top w:val="none" w:sz="0" w:space="0" w:color="auto"/>
            <w:left w:val="none" w:sz="0" w:space="0" w:color="auto"/>
            <w:bottom w:val="none" w:sz="0" w:space="0" w:color="auto"/>
            <w:right w:val="none" w:sz="0" w:space="0" w:color="auto"/>
          </w:divBdr>
        </w:div>
        <w:div w:id="1409577533">
          <w:marLeft w:val="640"/>
          <w:marRight w:val="0"/>
          <w:marTop w:val="0"/>
          <w:marBottom w:val="0"/>
          <w:divBdr>
            <w:top w:val="none" w:sz="0" w:space="0" w:color="auto"/>
            <w:left w:val="none" w:sz="0" w:space="0" w:color="auto"/>
            <w:bottom w:val="none" w:sz="0" w:space="0" w:color="auto"/>
            <w:right w:val="none" w:sz="0" w:space="0" w:color="auto"/>
          </w:divBdr>
        </w:div>
        <w:div w:id="1514034511">
          <w:marLeft w:val="640"/>
          <w:marRight w:val="0"/>
          <w:marTop w:val="0"/>
          <w:marBottom w:val="0"/>
          <w:divBdr>
            <w:top w:val="none" w:sz="0" w:space="0" w:color="auto"/>
            <w:left w:val="none" w:sz="0" w:space="0" w:color="auto"/>
            <w:bottom w:val="none" w:sz="0" w:space="0" w:color="auto"/>
            <w:right w:val="none" w:sz="0" w:space="0" w:color="auto"/>
          </w:divBdr>
        </w:div>
        <w:div w:id="1523740954">
          <w:marLeft w:val="640"/>
          <w:marRight w:val="0"/>
          <w:marTop w:val="0"/>
          <w:marBottom w:val="0"/>
          <w:divBdr>
            <w:top w:val="none" w:sz="0" w:space="0" w:color="auto"/>
            <w:left w:val="none" w:sz="0" w:space="0" w:color="auto"/>
            <w:bottom w:val="none" w:sz="0" w:space="0" w:color="auto"/>
            <w:right w:val="none" w:sz="0" w:space="0" w:color="auto"/>
          </w:divBdr>
        </w:div>
        <w:div w:id="1660116257">
          <w:marLeft w:val="640"/>
          <w:marRight w:val="0"/>
          <w:marTop w:val="0"/>
          <w:marBottom w:val="0"/>
          <w:divBdr>
            <w:top w:val="none" w:sz="0" w:space="0" w:color="auto"/>
            <w:left w:val="none" w:sz="0" w:space="0" w:color="auto"/>
            <w:bottom w:val="none" w:sz="0" w:space="0" w:color="auto"/>
            <w:right w:val="none" w:sz="0" w:space="0" w:color="auto"/>
          </w:divBdr>
        </w:div>
        <w:div w:id="1667123900">
          <w:marLeft w:val="640"/>
          <w:marRight w:val="0"/>
          <w:marTop w:val="0"/>
          <w:marBottom w:val="0"/>
          <w:divBdr>
            <w:top w:val="none" w:sz="0" w:space="0" w:color="auto"/>
            <w:left w:val="none" w:sz="0" w:space="0" w:color="auto"/>
            <w:bottom w:val="none" w:sz="0" w:space="0" w:color="auto"/>
            <w:right w:val="none" w:sz="0" w:space="0" w:color="auto"/>
          </w:divBdr>
        </w:div>
        <w:div w:id="1698193862">
          <w:marLeft w:val="640"/>
          <w:marRight w:val="0"/>
          <w:marTop w:val="0"/>
          <w:marBottom w:val="0"/>
          <w:divBdr>
            <w:top w:val="none" w:sz="0" w:space="0" w:color="auto"/>
            <w:left w:val="none" w:sz="0" w:space="0" w:color="auto"/>
            <w:bottom w:val="none" w:sz="0" w:space="0" w:color="auto"/>
            <w:right w:val="none" w:sz="0" w:space="0" w:color="auto"/>
          </w:divBdr>
        </w:div>
        <w:div w:id="1713655752">
          <w:marLeft w:val="640"/>
          <w:marRight w:val="0"/>
          <w:marTop w:val="0"/>
          <w:marBottom w:val="0"/>
          <w:divBdr>
            <w:top w:val="none" w:sz="0" w:space="0" w:color="auto"/>
            <w:left w:val="none" w:sz="0" w:space="0" w:color="auto"/>
            <w:bottom w:val="none" w:sz="0" w:space="0" w:color="auto"/>
            <w:right w:val="none" w:sz="0" w:space="0" w:color="auto"/>
          </w:divBdr>
        </w:div>
        <w:div w:id="1755012435">
          <w:marLeft w:val="640"/>
          <w:marRight w:val="0"/>
          <w:marTop w:val="0"/>
          <w:marBottom w:val="0"/>
          <w:divBdr>
            <w:top w:val="none" w:sz="0" w:space="0" w:color="auto"/>
            <w:left w:val="none" w:sz="0" w:space="0" w:color="auto"/>
            <w:bottom w:val="none" w:sz="0" w:space="0" w:color="auto"/>
            <w:right w:val="none" w:sz="0" w:space="0" w:color="auto"/>
          </w:divBdr>
        </w:div>
        <w:div w:id="1758208909">
          <w:marLeft w:val="640"/>
          <w:marRight w:val="0"/>
          <w:marTop w:val="0"/>
          <w:marBottom w:val="0"/>
          <w:divBdr>
            <w:top w:val="none" w:sz="0" w:space="0" w:color="auto"/>
            <w:left w:val="none" w:sz="0" w:space="0" w:color="auto"/>
            <w:bottom w:val="none" w:sz="0" w:space="0" w:color="auto"/>
            <w:right w:val="none" w:sz="0" w:space="0" w:color="auto"/>
          </w:divBdr>
        </w:div>
        <w:div w:id="1761682993">
          <w:marLeft w:val="640"/>
          <w:marRight w:val="0"/>
          <w:marTop w:val="0"/>
          <w:marBottom w:val="0"/>
          <w:divBdr>
            <w:top w:val="none" w:sz="0" w:space="0" w:color="auto"/>
            <w:left w:val="none" w:sz="0" w:space="0" w:color="auto"/>
            <w:bottom w:val="none" w:sz="0" w:space="0" w:color="auto"/>
            <w:right w:val="none" w:sz="0" w:space="0" w:color="auto"/>
          </w:divBdr>
        </w:div>
        <w:div w:id="1819610763">
          <w:marLeft w:val="640"/>
          <w:marRight w:val="0"/>
          <w:marTop w:val="0"/>
          <w:marBottom w:val="0"/>
          <w:divBdr>
            <w:top w:val="none" w:sz="0" w:space="0" w:color="auto"/>
            <w:left w:val="none" w:sz="0" w:space="0" w:color="auto"/>
            <w:bottom w:val="none" w:sz="0" w:space="0" w:color="auto"/>
            <w:right w:val="none" w:sz="0" w:space="0" w:color="auto"/>
          </w:divBdr>
        </w:div>
        <w:div w:id="1842624726">
          <w:marLeft w:val="640"/>
          <w:marRight w:val="0"/>
          <w:marTop w:val="0"/>
          <w:marBottom w:val="0"/>
          <w:divBdr>
            <w:top w:val="none" w:sz="0" w:space="0" w:color="auto"/>
            <w:left w:val="none" w:sz="0" w:space="0" w:color="auto"/>
            <w:bottom w:val="none" w:sz="0" w:space="0" w:color="auto"/>
            <w:right w:val="none" w:sz="0" w:space="0" w:color="auto"/>
          </w:divBdr>
        </w:div>
        <w:div w:id="1873768125">
          <w:marLeft w:val="640"/>
          <w:marRight w:val="0"/>
          <w:marTop w:val="0"/>
          <w:marBottom w:val="0"/>
          <w:divBdr>
            <w:top w:val="none" w:sz="0" w:space="0" w:color="auto"/>
            <w:left w:val="none" w:sz="0" w:space="0" w:color="auto"/>
            <w:bottom w:val="none" w:sz="0" w:space="0" w:color="auto"/>
            <w:right w:val="none" w:sz="0" w:space="0" w:color="auto"/>
          </w:divBdr>
        </w:div>
        <w:div w:id="2023622718">
          <w:marLeft w:val="640"/>
          <w:marRight w:val="0"/>
          <w:marTop w:val="0"/>
          <w:marBottom w:val="0"/>
          <w:divBdr>
            <w:top w:val="none" w:sz="0" w:space="0" w:color="auto"/>
            <w:left w:val="none" w:sz="0" w:space="0" w:color="auto"/>
            <w:bottom w:val="none" w:sz="0" w:space="0" w:color="auto"/>
            <w:right w:val="none" w:sz="0" w:space="0" w:color="auto"/>
          </w:divBdr>
        </w:div>
        <w:div w:id="2090301337">
          <w:marLeft w:val="640"/>
          <w:marRight w:val="0"/>
          <w:marTop w:val="0"/>
          <w:marBottom w:val="0"/>
          <w:divBdr>
            <w:top w:val="none" w:sz="0" w:space="0" w:color="auto"/>
            <w:left w:val="none" w:sz="0" w:space="0" w:color="auto"/>
            <w:bottom w:val="none" w:sz="0" w:space="0" w:color="auto"/>
            <w:right w:val="none" w:sz="0" w:space="0" w:color="auto"/>
          </w:divBdr>
        </w:div>
        <w:div w:id="2140368245">
          <w:marLeft w:val="640"/>
          <w:marRight w:val="0"/>
          <w:marTop w:val="0"/>
          <w:marBottom w:val="0"/>
          <w:divBdr>
            <w:top w:val="none" w:sz="0" w:space="0" w:color="auto"/>
            <w:left w:val="none" w:sz="0" w:space="0" w:color="auto"/>
            <w:bottom w:val="none" w:sz="0" w:space="0" w:color="auto"/>
            <w:right w:val="none" w:sz="0" w:space="0" w:color="auto"/>
          </w:divBdr>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ch1rlt\Downloads\polymers-template.dot" TargetMode="External"/></Relationships>
</file>

<file path=word/documenttasks/documenttasks1.xml><?xml version="1.0" encoding="utf-8"?>
<t:Tasks xmlns:t="http://schemas.microsoft.com/office/tasks/2019/documenttasks" xmlns:oel="http://schemas.microsoft.com/office/2019/extlst">
  <t:Task id="{30E3C974-3EFE-43BD-9815-E9DFFF9B3BB8}">
    <t:Anchor>
      <t:Comment id="1394401452"/>
    </t:Anchor>
    <t:History>
      <t:Event id="{72D1359B-E9BC-4A94-8CFD-30DEA49BFF6A}" time="2021-07-05T11:05:20.792Z">
        <t:Attribution userId="S::dch1rlt@durham.ac.uk::a4468416-b71a-4df3-8183-69ce0b26fff2" userProvider="AD" userName="THOMPSON, RICHARD L."/>
        <t:Anchor>
          <t:Comment id="1394401452"/>
        </t:Anchor>
        <t:Create/>
      </t:Event>
      <t:Event id="{0AA673A7-7A79-4270-8B45-822D07C7639C}" time="2021-07-05T11:05:20.792Z">
        <t:Attribution userId="S::dch1rlt@durham.ac.uk::a4468416-b71a-4df3-8183-69ce0b26fff2" userProvider="AD" userName="THOMPSON, RICHARD L."/>
        <t:Anchor>
          <t:Comment id="1394401452"/>
        </t:Anchor>
        <t:Assign userId="S::mflr33@durham.ac.uk::f5282e74-5ae2-457b-8d71-96f24cbd8e25" userProvider="AD" userName="GIBSON, COLIN P."/>
      </t:Event>
      <t:Event id="{652888B1-54BA-47BB-8F9E-945A465E5EDD}" time="2021-07-05T11:05:20.792Z">
        <t:Attribution userId="S::dch1rlt@durham.ac.uk::a4468416-b71a-4df3-8183-69ce0b26fff2" userProvider="AD" userName="THOMPSON, RICHARD L."/>
        <t:Anchor>
          <t:Comment id="1394401452"/>
        </t:Anchor>
        <t:SetTitle title="see guidance on multi-panel figures below @GIBSON, COLIN P."/>
      </t:Event>
      <t:Event id="{E930BDCD-5AB6-482A-937C-DCD02068C082}" time="2021-07-19T14:31:15.472Z">
        <t:Attribution userId="S::dch1rlt@durham.ac.uk::a4468416-b71a-4df3-8183-69ce0b26fff2" userProvider="AD" userName="THOMPSON, RICHARD L."/>
        <t:Progress percentComplete="100"/>
      </t:Event>
    </t:History>
  </t:Task>
  <t:Task id="{081374A5-26B6-47D2-8929-D4053C34AF23}">
    <t:Anchor>
      <t:Comment id="313532563"/>
    </t:Anchor>
    <t:History>
      <t:Event id="{CCD400F0-47B6-4099-9C77-DA121B9741ED}" time="2021-07-05T11:22:43.715Z">
        <t:Attribution userId="S::dch1rlt@durham.ac.uk::a4468416-b71a-4df3-8183-69ce0b26fff2" userProvider="AD" userName="THOMPSON, RICHARD L."/>
        <t:Anchor>
          <t:Comment id="313532563"/>
        </t:Anchor>
        <t:Create/>
      </t:Event>
      <t:Event id="{EEC7BEE5-8DC1-4B9C-A3BA-72CEB53410B3}" time="2021-07-05T11:22:43.715Z">
        <t:Attribution userId="S::dch1rlt@durham.ac.uk::a4468416-b71a-4df3-8183-69ce0b26fff2" userProvider="AD" userName="THOMPSON, RICHARD L."/>
        <t:Anchor>
          <t:Comment id="313532563"/>
        </t:Anchor>
        <t:Assign userId="S::mflr33@durham.ac.uk::f5282e74-5ae2-457b-8d71-96f24cbd8e25" userProvider="AD" userName="GIBSON, COLIN P."/>
      </t:Event>
      <t:Event id="{AF23ECA1-F8EE-4127-8AA5-099E919FA28E}" time="2021-07-05T11:22:43.715Z">
        <t:Attribution userId="S::dch1rlt@durham.ac.uk::a4468416-b71a-4df3-8183-69ce0b26fff2" userProvider="AD" userName="THOMPSON, RICHARD L."/>
        <t:Anchor>
          <t:Comment id="313532563"/>
        </t:Anchor>
        <t:SetTitle title="@GIBSON, COLIN P. Here and elsewhere, where there are multiple figures, the format should be to label them (a), (b) etc - see below in the guidanc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e52129e-ec54-49d1-a78b-658484df2e7c">
  <we:reference id="wa104382081" version="1.20.0.0" store="en-001" storeType="OMEX"/>
  <we:alternateReferences>
    <we:reference id="WA104382081" version="1.20.0.0" store="" storeType="OMEX"/>
  </we:alternateReferences>
  <we:properties>
    <we:property name="MENDELEY_CITATIONS_STYLE" value="&quot;https://www.zotero.org/styles/polymers&quot;"/>
    <we:property name="MENDELEY_CITATIONS" value="[{&quot;citationID&quot;:&quot;MENDELEY_CITATION_8eb7df45-7266-4b80-9d6f-44ab43c7e557&quot;,&quot;citationItems&quot;:[{&quot;id&quot;:&quot;690a9593-80b6-39fb-a071-2c6c85b17963&quot;,&quot;itemData&quot;:{&quot;type&quot;:&quot;article-journal&quot;,&quot;id&quot;:&quot;690a9593-80b6-39fb-a071-2c6c85b17963&quot;,&quot;title&quot;:&quot;On the ethenolysis of natural rubber and squalene&quot;,&quot;author&quot;:[{&quot;family&quot;:&quot;Wolf&quot;,&quot;given&quot;:&quot;Stefanie&quot;,&quot;parse-names&quot;:false,&quot;dropping-particle&quot;:&quot;&quot;,&quot;non-dropping-particle&quot;:&quot;&quot;},{&quot;family&quot;:&quot;Plenio&quot;,&quot;given&quot;:&quot;Herbert&quot;,&quot;parse-names&quot;:false,&quot;dropping-particle&quot;:&quot;&quot;,&quot;non-dropping-particle&quot;:&quot;&quot;}],&quot;container-title&quot;:&quot;Green Chemistry&quot;,&quot;DOI&quot;:&quot;10.1039/c1gc15265c&quot;,&quot;ISSN&quot;:&quot;1463-9262&quot;,&quot;issued&quot;:{&quot;date-parts&quot;:[[2011]]},&quot;page&quot;:&quot;2008-2012&quot;,&quot;issue&quot;:&quot;8&quot;,&quot;volume&quot;:&quot;13&quot;},&quot;isTemporary&quot;:false},{&quot;id&quot;:&quot;2232546e-cc86-33c4-9b9a-7bd45ebf5325&quot;,&quot;itemData&quot;:{&quot;type&quot;:&quot;chapter&quot;,&quot;id&quot;:&quot;2232546e-cc86-33c4-9b9a-7bd45ebf5325&quot;,&quot;title&quot;:&quot;CHAPTER 1. Natural Rubber-Based Composites and Nanocomposites: State of the Art, New Challenges and Opportunities&quot;,&quot;author&quot;:[{&quot;family&quot;:&quot;Chan&quot;,&quot;given&quot;:&quot;C. H.&quot;,&quot;parse-names&quot;:false,&quot;dropping-particle&quot;:&quot;&quot;,&quot;non-dropping-particle&quot;:&quot;&quot;},{&quot;family&quot;:&quot;Joy&quot;,&quot;given&quot;:&quot;Jithin&quot;,&quot;parse-names&quot;:false,&quot;dropping-particle&quot;:&quot;&quot;,&quot;non-dropping-particle&quot;:&quot;&quot;},{&quot;family&quot;:&quot;Maria&quot;,&quot;given&quot;:&quot;Hanna J.&quot;,&quot;parse-names&quot;:false,&quot;dropping-particle&quot;:&quot;&quot;,&quot;non-dropping-particle&quot;:&quot;&quot;},{&quot;family&quot;:&quot;Thomas&quot;,&quot;given&quot;:&quot;S.&quot;,&quot;parse-names&quot;:false,&quot;dropping-particle&quot;:&quot;&quot;,&quot;non-dropping-particle&quot;:&quot;&quot;}],&quot;container-title&quot;:&quot;Natural Rubber Materials: Volume 2: Composites and Nanocomposites&quot;,&quot;editor&quot;:[{&quot;family&quot;:&quot;Thomas&quot;,&quot;given&quot;:&quot;Sabu&quot;,&quot;parse-names&quot;:false,&quot;dropping-particle&quot;:&quot;&quot;,&quot;non-dropping-particle&quot;:&quot;&quot;},{&quot;family&quot;:&quot;Chan&quot;,&quot;given&quot;:&quot;Chin Han&quot;,&quot;parse-names&quot;:false,&quot;dropping-particle&quot;:&quot;&quot;,&quot;non-dropping-particle&quot;:&quot;&quot;},{&quot;family&quot;:&quot;Pothen&quot;,&quot;given&quot;:&quot;Laly&quot;,&quot;parse-names&quot;:false,&quot;dropping-particle&quot;:&quot;&quot;,&quot;non-dropping-particle&quot;:&quot;&quot;},{&quot;family&quot;:&quot;Joy&quot;,&quot;given&quot;:&quot;Jithin&quot;,&quot;parse-names&quot;:false,&quot;dropping-particle&quot;:&quot;&quot;,&quot;non-dropping-particle&quot;:&quot;&quot;},{&quot;family&quot;:&quot;Maria&quot;,&quot;given&quot;:&quot;Hanna&quot;,&quot;parse-names&quot;:false,&quot;dropping-particle&quot;:&quot;&quot;,&quot;non-dropping-particle&quot;:&quot;&quot;}],&quot;DOI&quot;:&quot;10.1039/9781849737654-00001&quot;,&quot;issued&quot;:{&quot;date-parts&quot;:[[2013]]},&quot;publisher&quot;:&quot;The Royal Society of Chemistry&quot;},&quot;isTemporary&quot;:false}],&quot;properties&quot;:{&quot;noteIndex&quot;:0},&quot;isEdited&quot;:false,&quot;manualOverride&quot;:{&quot;isManuallyOverriden&quot;:false,&quot;citeprocText&quot;:&quot;[1,2]&quot;,&quot;manualOverrideText&quot;:&quot;&quot;},&quot;citationTag&quot;:&quot;MENDELEY_CITATION_v3_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&quot;},{&quot;citationID&quot;:&quot;MENDELEY_CITATION_4cb59055-369a-4b04-9f74-6fc2621c20a5&quot;,&quot;citationItems&quot;:[{&quot;id&quot;:&quot;14242bf0-85e9-34ba-b333-e6eb4bd9bad3&quot;,&quot;itemData&quot;:{&quot;abstract&quot;:&quot;Polar monomers have been grafted onto polyolefin surfaces with the aid of inert gas plasma. In the first stage, an inert gas plasma (argon plasma) was used to generate free radicals on the polyolefin surface. In the second stage, the plasma generator was turned off and a vinyl monomer introduced as a vapor. Monomer was surface grafted by free radical polymerization. After cleaning and drying, the samples were analyzed by XPS, IR, and contact angle. LD-PE was successfully grafted with acrylic acid, glycidyl methacrylate, methyl acrylate, and 2-hydroxy ethylacrylate. The grafting of acrylic acid was studied in more detail, and the rate of grafting was observed to increase with increasing monomer pressure and to decrease with time. The increasing of grafting temperature was found to reduce the degree of grafting. This last factor can be explained by the reduced concentration of monomer at the polymer surface or by a deactivation of surface radicals.&quot;,&quot;author&quot;:[{&quot;dropping-particle&quot;:&quot;&quot;,&quot;family&quot;:&quot;Johnsen&quot;,&quot;given&quot;:&quot;K&quot;,&quot;non-dropping-particle&quot;:&quot;&quot;,&quot;parse-names&quot;:false,&quot;suffix&quot;:&quot;&quot;},{&quot;dropping-particle&quot;:&quot;&quot;,&quot;family&quot;:&quot;Kirkhorn&quot;,&quot;given&quot;:&quot;S&quot;,&quot;non-dropping-particle&quot;:&quot;&quot;,&quot;parse-names&quot;:false,&quot;suffix&quot;:&quot;&quot;},{&quot;dropping-particle&quot;:&quot;&quot;,&quot;family&quot;:&quot;Olafsen&quot;,&quot;given&quot;:&quot;K&quot;,&quot;non-dropping-particle&quot;:&quot;&quot;,&quot;parse-names&quot;:false,&quot;suffix&quot;:&quot;&quot;},{&quot;dropping-particle&quot;:&quot;&quot;,&quot;family&quot;:&quot;Redford&quot;,&quot;given&quot;:&quot;K&quot;,&quot;non-dropping-particle&quot;:&quot;&quot;,&quot;parse-names&quot;:false,&quot;suffix&quot;:&quot;&quot;},{&quot;dropping-particle&quot;:&quot;&quot;,&quot;family&quot;:&quot;Stori&quot;,&quot;given&quot;:&quot;A&quot;,&quot;non-dropping-particle&quot;:&quot;&quot;,&quot;parse-names&quot;:false,&quot;suffix&quot;:&quot;&quot;}],&quot;container-title&quot;:&quot;J. Appl. Polym. Sci.&quot;,&quot;id&quot;:&quot;14242bf0-85e9-34ba-b333-e6eb4bd9bad3&quot;,&quot;issue&quot;:&quot;10&quot;,&quot;issued&quot;:{&quot;date-parts&quot;:[[&quot;1996&quot;]]},&quot;page&quot;:&quot;1651-1657&quot;,&quot;title&quot;:&quot;Modification of polyolefin surfaces by plasma-induced grafting&quot;,&quot;type&quot;:&quot;article-journal&quot;,&quot;volume&quot;:&quot;59&quot;},&quot;uris&quot;:[&quot;http://www.mendeley.com/documents/?uuid=749de5df-7657-442a-8441-6a20fc6611e3&quot;,&quot;http://www.mendeley.com/documents/?uuid=c0891df0-f943-4316-a061-cc2bfbb6b21b&quot;],&quot;isTemporary&quot;:false,&quot;legacyDesktopId&quot;:&quot;749de5df-7657-442a-8441-6a20fc6611e3&quot;},{&quot;id&quot;:&quot;14e9266b-dc3c-35d0-9d4e-aa4072c81ef0&quot;,&quot;itemData&quot;:{&quot;DOI&quot;:&quot;10.1016/j.surfcoat.2009.05.050&quot;,&quot;ISSN&quot;:&quot;02578972&quot;,&quot;abstract&quot;:&quot;Polyolefin surfaces (polyethylene and polypropylene) were exposed to haloform (CHX3) plasmas for introduction of monosort halogen groups. Bromoform and chloroform plasmas produced selectively C-Br (100 Br/100 C) and C-Cl (200 Cl/100 C) groups in high yields. The bromoform plasma showed 1-3 and the chloroform plasma 2-7 post-plasma introduced O-functionalities per 100 C. The polyolefin C-Br groups were grafted wet-chemically or by exposure to the vapour of amines, diols and glycols. Thus, spacer molecules could be covalently bonded to maximal 15 spacer molecules per 100 C for the smallest grafted molecules and 1.2 molecules/100 C for larger molecules as octaaminophenylene-POSS. After metal evaporation the end groups of these polymer-bonded spacer molecules formed also covalent bonds to the metal. Thus, flexible, hydrophobic and barrier elements were introduced into the polymer-metal interfaces for high-impact, high-durable and water-resistant metal-polymer composites as measured by means of peel strengths. © 2009 Elsevier B.V. All rights reserved.&quot;,&quot;author&quot;:[{&quot;dropping-particle&quot;:&quot;&quot;,&quot;family&quot;:&quot;Friedrich&quot;,&quot;given&quot;:&quot;J.&quot;,&quot;non-dropping-particle&quot;:&quot;&quot;,&quot;parse-names&quot;:false,&quot;suffix&quot;:&quot;&quot;},{&quot;dropping-particle&quot;:&quot;&quot;,&quot;family&quot;:&quot;Wettmarshausen&quot;,&quot;given&quot;:&quot;S.&quot;,&quot;non-dropping-particle&quot;:&quot;&quot;,&quot;parse-names&quot;:false,&quot;suffix&quot;:&quot;&quot;},{&quot;dropping-particle&quot;:&quot;&quot;,&quot;family&quot;:&quot;Hennecke&quot;,&quot;given&quot;:&quot;M.&quot;,&quot;non-dropping-particle&quot;:&quot;&quot;,&quot;parse-names&quot;:false,&quot;suffix&quot;:&quot;&quot;}],&quot;container-title&quot;:&quot;Surface and Coatings Technology&quot;,&quot;id&quot;:&quot;14e9266b-dc3c-35d0-9d4e-aa4072c81ef0&quot;,&quot;issue&quot;:&quot;23&quot;,&quot;issued&quot;:{&quot;date-parts&quot;:[[&quot;2009&quot;]]},&quot;page&quot;:&quot;3647-3655&quot;,&quot;title&quot;:&quot;Haloform plasma modification of polyolefin surfaces&quot;,&quot;type&quot;:&quot;article-journal&quot;,&quot;volume&quot;:&quot;203&quot;},&quot;uris&quot;:[&quot;http://www.mendeley.com/documents/?uuid=21a0e50b-fd8c-4eaf-80b5-2725a185fc69&quot;,&quot;http://www.mendeley.com/documents/?uuid=cce0edf0-f102-4728-90fa-a02f699b0ba3&quot;],&quot;isTemporary&quot;:false,&quot;legacyDesktopId&quot;:&quot;21a0e50b-fd8c-4eaf-80b5-2725a185fc69&quot;},{&quot;id&quot;:&quot;b861260d-ae44-316a-a856-b50e40a86483&quot;,&quot;itemData&quot;:{&quot;DOI&quot;:&quot;10.1016/j.eurpolymj.2007.06.037&quot;,&quot;ISSN&quot;:&quot;00143057&quot;,&quot;abstract&quot;:&quot;The surface of low density polyethylene (LDPE) was modified by grafting a photoinitiator on it, after an Ar plasma treatment. The functionalisation was characterized by contact angle measurements, XPS analyses and AFM. The grafted LDPE was then coated with a UV-curable formulation based on highly fluorinated oligomers. Although the surface tension of the coating is very low, a good adhesion onto the substrate was obtained due to the surface treatment which was applied. © 2007 Elsevier Ltd. All rights reserved.&quot;,&quot;author&quot;:[{&quot;dropping-particle&quot;:&quot;&quot;,&quot;family&quot;:&quot;Bongiovanni&quot;,&quot;given&quot;:&quot;R.&quot;,&quot;non-dropping-particle&quot;:&quot;&quot;,&quot;parse-names&quot;:false,&quot;suffix&quot;:&quot;&quot;},{&quot;dropping-particle&quot;:&quot;&quot;,&quot;family&quot;:&quot;Gianni&quot;,&quot;given&quot;:&quot;A.&quot;,&quot;non-dropping-particle&quot;:&quot;Di&quot;,&quot;parse-names&quot;:false,&quot;suffix&quot;:&quot;&quot;},{&quot;dropping-particle&quot;:&quot;&quot;,&quot;family&quot;:&quot;Priola&quot;,&quot;given&quot;:&quot;A.&quot;,&quot;non-dropping-particle&quot;:&quot;&quot;,&quot;parse-names&quot;:false,&quot;suffix&quot;:&quot;&quot;},{&quot;dropping-particle&quot;:&quot;&quot;,&quot;family&quot;:&quot;Pollicino&quot;,&quot;given&quot;:&quot;A.&quot;,&quot;non-dropping-particle&quot;:&quot;&quot;,&quot;parse-names&quot;:false,&quot;suffix&quot;:&quot;&quot;}],&quot;container-title&quot;:&quot;European Polymer Journal&quot;,&quot;id&quot;:&quot;b861260d-ae44-316a-a856-b50e40a86483&quot;,&quot;issue&quot;:&quot;9&quot;,&quot;issued&quot;:{&quot;date-parts&quot;:[[&quot;2007&quot;]]},&quot;page&quot;:&quot;3787-3794&quot;,&quot;title&quot;:&quot;Surface modification of polyethylene for improving the adhesion of a highly fluorinated UV-cured coating&quot;,&quot;type&quot;:&quot;article-journal&quot;,&quot;volume&quot;:&quot;43&quot;},&quot;uris&quot;:[&quot;http://www.mendeley.com/documents/?uuid=c075f4ab-03ec-49f7-9718-a091890ea108&quot;,&quot;http://www.mendeley.com/documents/?uuid=b3427974-36d2-4003-9ba6-dd3b2582a02b&quot;],&quot;isTemporary&quot;:false,&quot;legacyDesktopId&quot;:&quot;c075f4ab-03ec-49f7-9718-a091890ea108&quot;},{&quot;id&quot;:&quot;3c6f081a-b2df-367b-80d1-a2538f1e7fb4&quot;,&quot;itemData&quot;:{&quot;DOI&quot;:&quot;10.1016/0143-7496(96)88482-X&quot;,&quot;ISSN&quot;:&quot;01437496&quot;,&quot;abstract&quot;:&quot;An ultraviolet-ozone oxidation process is shown to be an effective adhesion pretreatment for polyethylene (PE) and polyetheretherketone (PEEK). The data obtained indicate that the treatment gives considerable oxidation and improved wettability for PE and PEEK surface types. Treated surfaces were analysed using X-ray photoelectron spectroscopy (XPS) and water contact angles. XPS was also used to follow the chemistry and mechanism of the oxidation. Adhesion with a two-part epoxy was measured for PE and PEEK and was observed to improve significantly after pretreatment.&quot;,&quot;author&quot;:[{&quot;dropping-particle&quot;:&quot;&quot;,&quot;family&quot;:&quot;Mathieson&quot;,&quot;given&quot;:&quot;I.&quot;,&quot;non-dropping-particle&quot;:&quot;&quot;,&quot;parse-names&quot;:false,&quot;suffix&quot;:&quot;&quot;},{&quot;dropping-particle&quot;:&quot;&quot;,&quot;family&quot;:&quot;Bradley&quot;,&quot;given&quot;:&quot;R. H.&quot;,&quot;non-dropping-particle&quot;:&quot;&quot;,&quot;parse-names&quot;:false,&quot;suffix&quot;:&quot;&quot;}],&quot;container-title&quot;:&quot;International Journal of Adhesion and Adhesives&quot;,&quot;id&quot;:&quot;3c6f081a-b2df-367b-80d1-a2538f1e7fb4&quot;,&quot;issue&quot;:&quot;1&quot;,&quot;issued&quot;:{&quot;date-parts&quot;:[[&quot;1996&quot;]]},&quot;page&quot;:&quot;29-31&quot;,&quot;title&quot;:&quot;Improved adhesion to polymers by UV/ozone surface oxidation&quot;,&quot;type&quot;:&quot;article-journal&quot;,&quot;volume&quot;:&quot;16&quot;},&quot;uris&quot;:[&quot;http://www.mendeley.com/documents/?uuid=52ac5b4a-1984-41a8-b762-7ad69f60dcff&quot;,&quot;http://www.mendeley.com/documents/?uuid=78928000-9b12-499f-a9a3-28aaae16d99c&quot;],&quot;isTemporary&quot;:false,&quot;legacyDesktopId&quot;:&quot;52ac5b4a-1984-41a8-b762-7ad69f60dcff&quot;},{&quot;id&quot;:&quot;be0632d8-a8c8-3db8-bb6b-e88288fd61d7&quot;,&quot;itemData&quot;:{&quot;DOI&quot;:&quot;10.1016/0167-5729(96)80003-3&quot;,&quot;ISSN&quot;:&quot;01675729&quot;,&quot;abstract&quot;:&quot;Polymers have been applied successfully in fields such as adhesion, biomaterials, protective coatings, friction and wear, composites, microelectronic devices, and thin-film technology. In general, special surface properties with regard to chemical composition, hydrophilicity, roughness, crystallinity, conductivity, lubricity, and cross-linking density are required for the success of these applications. Polymers very often do not possess the surface properties needed for these applications. However, they have excellent bulk physical and chemical properties, are inexpensive, and are easy to process. For these reasons, surface modification techniques which can transform these inexpensive materials into highly valuable finished products have become an important part of the plastics and many other industries. In recent years, many advances have been made in developing surface treatments to alter the chemical and physical properties of polymer surfaces without affecting bulk properties. Common surface modification techniques include treatments by flame, corona, plasmas, photons, electron beams, ion beams, X-rays, and γ-rays. Plasma treatment is probably the most versatile surface treatment technique. Different types of gases such as argon, oxygen, nitrogen, fluorine, carbon dioxide, and water can produce the unique surface properties required by various applications. For example, oxygen-plasma treatment can increase the surface energy of polymers, whereas fluorine-plasma treatment can decrease the surface energy and improve the chemical inertness. Cross-linking at a polymer surface can be introduced by an inert-gas plasma. Modification by plasma treatment is usually confined to the top several hundred ångstro̊ms and does not affect the bulk properties. The main disadvantage of this technique is that it requires a vacuum system, which increases the cost of operation. Thin polymer films with unique chemical and physical properties are produced by plasma polymerization. This technology is still in its infancy, and the plasma chemical process is not fully understood. The films are prepared by vapor phase deposition and can be formed on practically any substrate with good adhesion between the film and the substrate. These films, which are usually highly cross-linked and pinhole-free, have very good barrier properties. Such films find great potential in biomaterial applications and in the microelectronics industry. Very high-power microwave-driven mercury lamps are…&quot;,&quot;author&quot;:[{&quot;dropping-particle&quot;:&quot;&quot;,&quot;family&quot;:&quot;Chan&quot;,&quot;given&quot;:&quot;C. M.&quot;,&quot;non-dropping-particle&quot;:&quot;&quot;,&quot;parse-names&quot;:false,&quot;suffix&quot;:&quot;&quot;},{&quot;dropping-particle&quot;:&quot;&quot;,&quot;family&quot;:&quot;Ko&quot;,&quot;given&quot;:&quot;T. M.&quot;,&quot;non-dropping-particle&quot;:&quot;&quot;,&quot;parse-names&quot;:false,&quot;suffix&quot;:&quot;&quot;},{&quot;dropping-particle&quot;:&quot;&quot;,&quot;family&quot;:&quot;Hiraoka&quot;,&quot;given&quot;:&quot;H.&quot;,&quot;non-dropping-particle&quot;:&quot;&quot;,&quot;parse-names&quot;:false,&quot;suffix&quot;:&quot;&quot;}],&quot;container-title&quot;:&quot;Surface Science Reports&quot;,&quot;id&quot;:&quot;be0632d8-a8c8-3db8-bb6b-e88288fd61d7&quot;,&quot;issued&quot;:{&quot;date-parts&quot;:[[&quot;1996&quot;]]},&quot;page&quot;:&quot;1-54&quot;,&quot;title&quot;:&quot;Polymer surface modification by plasmas and photons&quot;,&quot;type&quot;:&quot;article-journal&quot;,&quot;volume&quot;:&quot;24&quot;},&quot;uris&quot;:[&quot;http://www.mendeley.com/documents/?uuid=bdc1b265-f92a-4411-828f-1c4a94f10885&quot;,&quot;http://www.mendeley.com/documents/?uuid=99eb7f7c-14ca-404f-a463-069f8b113def&quot;],&quot;isTemporary&quot;:false,&quot;legacyDesktopId&quot;:&quot;bdc1b265-f92a-4411-828f-1c4a94f10885&quot;}],&quot;properties&quot;:{&quot;noteIndex&quot;:0},&quot;isEdited&quot;:false,&quot;manualOverride&quot;:{&quot;citeprocText&quot;:&quot;[3–7]&quot;,&quot;isManuallyOverriden&quot;:false,&quot;manualOverrideText&quot;:&quot;&quot;},&quot;citationTag&quot;:&quot;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&quot;},{&quot;citationID&quot;:&quot;MENDELEY_CITATION_22ce9e74-5d45-44da-9843-1751d44ee06a&quot;,&quot;citationItems&quot;:[{&quot;id&quot;:&quot;e4837005-c264-38eb-a83a-a41ae28c2409&quot;,&quot;itemData&quot;:{&quot;ISSN&quot;:&quot;21967350&quot;,&quot;abstract&quot;:&quot;Low cost, controlled crystallinity, chemical, and mechanical stability enable application of polymers in energy, water, electronics, and biomedical industries. Recent studies have shown that tailoring surface properties of polymers impacts their durability and functionality in these applications. However, the functionality and performance of polymer-based devices and systems are greatly affected by the modification method and the process parameters, highlighting the need for understanding these methods and their mechanisms of operation in detail. The selection of the modification method invariably decides the properties enhanced in the polymer. In this review, various polymer surface modification treatments are discussed. These methods are categorized into physical, chemical, thermal, and optical ways, while illustrating their advantages and disadvantages. This review also explores the surface modification of polymers by patterning which encompasses one or more surface treatment methods. An application-oriented study is presented discussing the relative importance of a method pertaining to a specific field of end-application.&quot;,&quot;author&quot;:[{&quot;dropping-particle&quot;:&quot;&quot;,&quot;family&quot;:&quot;Nemani&quot;,&quot;given&quot;:&quot;Srinivasa Kartik&quot;,&quot;non-dropping-particle&quot;:&quot;&quot;,&quot;parse-names&quot;:false,&quot;suffix&quot;:&quot;&quot;},{&quot;dropping-particle&quot;:&quot;&quot;,&quot;family&quot;:&quot;Annavarapu&quot;,&quot;given&quot;:&quot;Rama Kishore&quot;,&quot;non-dropping-particle&quot;:&quot;&quot;,&quot;parse-names&quot;:false,&quot;suffix&quot;:&quot;&quot;},{&quot;dropping-particle&quot;:&quot;&quot;,&quot;family&quot;:&quot;Mohammadian&quot;,&quot;given&quot;:&quot;Behrouz&quot;,&quot;non-dropping-particle&quot;:&quot;&quot;,&quot;parse-names&quot;:false,&quot;suffix&quot;:&quot;&quot;},{&quot;dropping-particle&quot;:&quot;&quot;,&quot;family&quot;:&quot;Raiyan&quot;,&quot;given&quot;:&quot;Asif&quot;,&quot;non-dropping-particle&quot;:&quot;&quot;,&quot;parse-names&quot;:false,&quot;suffix&quot;:&quot;&quot;},{&quot;dropping-particle&quot;:&quot;&quot;,&quot;family&quot;:&quot;Heil&quot;,&quot;given&quot;:&quot;Jamie&quot;,&quot;non-dropping-particle&quot;:&quot;&quot;,&quot;parse-names&quot;:false,&quot;suffix&quot;:&quot;&quot;},{&quot;dropping-particle&quot;:&quot;&quot;,&quot;family&quot;:&quot;Haque&quot;,&quot;given&quot;:&quot;Md Ashraful&quot;,&quot;non-dropping-particle&quot;:&quot;&quot;,&quot;parse-names&quot;:false,&quot;suffix&quot;:&quot;&quot;},{&quot;dropping-particle&quot;:&quot;&quot;,&quot;family&quot;:&quot;Abdelaal&quot;,&quot;given&quot;:&quot;Ahmed&quot;,&quot;non-dropping-particle&quot;:&quot;&quot;,&quot;parse-names&quot;:false,&quot;suffix&quot;:&quot;&quot;},{&quot;dropping-particle&quot;:&quot;&quot;,&quot;family&quot;:&quot;Sojoudi&quot;,&quot;given&quot;:&quot;Hossein&quot;,&quot;non-dropping-particle&quot;:&quot;&quot;,&quot;parse-names&quot;:false,&quot;suffix&quot;:&quot;&quot;}],&quot;container-title&quot;:&quot;Advanced Materials Interfaces&quot;,&quot;id&quot;:&quot;e4837005-c264-38eb-a83a-a41ae28c2409&quot;,&quot;issue&quot;:&quot;24&quot;,&quot;issued&quot;:{&quot;date-parts&quot;:[[&quot;2018&quot;]]},&quot;title&quot;:&quot;Surface Modification of Polymers: Methods and Applications&quot;,&quot;type&quot;:&quot;article-journal&quot;,&quot;volume&quot;:&quot;5&quot;},&quot;uris&quot;:[&quot;http://www.mendeley.com/documents/?uuid=cfc74b01-32d9-4238-bc9f-736ca8b11441&quot;,&quot;http://www.mendeley.com/documents/?uuid=29029639-a195-457d-bdd3-4d603cb90b92&quot;],&quot;isTemporary&quot;:false,&quot;legacyDesktopId&quot;:&quot;cfc74b01-32d9-4238-bc9f-736ca8b11441&quot;},{&quot;id&quot;:&quot;2232546e-cc86-33c4-9b9a-7bd45ebf5325&quot;,&quot;itemData&quot;:{&quot;type&quot;:&quot;chapter&quot;,&quot;id&quot;:&quot;2232546e-cc86-33c4-9b9a-7bd45ebf5325&quot;,&quot;title&quot;:&quot;CHAPTER 1. Natural Rubber-Based Composites and Nanocomposites: State of the Art, New Challenges and Opportunities&quot;,&quot;author&quot;:[{&quot;family&quot;:&quot;Chan&quot;,&quot;given&quot;:&quot;C. H.&quot;,&quot;parse-names&quot;:false,&quot;dropping-particle&quot;:&quot;&quot;,&quot;non-dropping-particle&quot;:&quot;&quot;},{&quot;family&quot;:&quot;Joy&quot;,&quot;given&quot;:&quot;Jithin&quot;,&quot;parse-names&quot;:false,&quot;dropping-particle&quot;:&quot;&quot;,&quot;non-dropping-particle&quot;:&quot;&quot;},{&quot;family&quot;:&quot;Maria&quot;,&quot;given&quot;:&quot;Hanna J.&quot;,&quot;parse-names&quot;:false,&quot;dropping-particle&quot;:&quot;&quot;,&quot;non-dropping-particle&quot;:&quot;&quot;},{&quot;family&quot;:&quot;Thomas&quot;,&quot;given&quot;:&quot;S.&quot;,&quot;parse-names&quot;:false,&quot;dropping-particle&quot;:&quot;&quot;,&quot;non-dropping-particle&quot;:&quot;&quot;}],&quot;container-title&quot;:&quot;Natural Rubber Materials: Volume 2: Composites and Nanocomposites&quot;,&quot;editor&quot;:[{&quot;family&quot;:&quot;Thomas&quot;,&quot;given&quot;:&quot;Sabu&quot;,&quot;parse-names&quot;:false,&quot;dropping-particle&quot;:&quot;&quot;,&quot;non-dropping-particle&quot;:&quot;&quot;},{&quot;family&quot;:&quot;Chan&quot;,&quot;given&quot;:&quot;Chin Han&quot;,&quot;parse-names&quot;:false,&quot;dropping-particle&quot;:&quot;&quot;,&quot;non-dropping-particle&quot;:&quot;&quot;},{&quot;family&quot;:&quot;Pothen&quot;,&quot;given&quot;:&quot;Laly&quot;,&quot;parse-names&quot;:false,&quot;dropping-particle&quot;:&quot;&quot;,&quot;non-dropping-particle&quot;:&quot;&quot;},{&quot;family&quot;:&quot;Joy&quot;,&quot;given&quot;:&quot;Jithin&quot;,&quot;parse-names&quot;:false,&quot;dropping-particle&quot;:&quot;&quot;,&quot;non-dropping-particle&quot;:&quot;&quot;},{&quot;family&quot;:&quot;Maria&quot;,&quot;given&quot;:&quot;Hanna&quot;,&quot;parse-names&quot;:false,&quot;dropping-particle&quot;:&quot;&quot;,&quot;non-dropping-particle&quot;:&quot;&quot;}],&quot;DOI&quot;:&quot;10.1039/9781849737654-00001&quot;,&quot;issued&quot;:{&quot;date-parts&quot;:[[2013]]},&quot;publisher&quot;:&quot;The Royal Society of Chemistry&quot;},&quot;isTemporary&quot;:false}],&quot;properties&quot;:{&quot;noteIndex&quot;:0},&quot;isEdited&quot;:false,&quot;manualOverride&quot;:{&quot;citeprocText&quot;:&quot;[2,8]&quot;,&quot;isManuallyOverriden&quot;:false,&quot;manualOverrideText&quot;:&quot;&quot;},&quot;citationTag&quot;:&quot;MENDELEY_CITATION_v3_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&quot;},{&quot;citationID&quot;:&quot;MENDELEY_CITATION_ebbfe6b0-f95c-4113-84e1-cdd7b0dbae2a&quot;,&quot;citationItems&quot;:[{&quot;id&quot;:&quot;14242bf0-85e9-34ba-b333-e6eb4bd9bad3&quot;,&quot;itemData&quot;:{&quot;abstract&quot;:&quot;Polar monomers have been grafted onto polyolefin surfaces with the aid of inert gas plasma. In the first stage, an inert gas plasma (argon plasma) was used to generate free radicals on the polyolefin surface. In the second stage, the plasma generator was turned off and a vinyl monomer introduced as a vapor. Monomer was surface grafted by free radical polymerization. After cleaning and drying, the samples were analyzed by XPS, IR, and contact angle. LD-PE was successfully grafted with acrylic acid, glycidyl methacrylate, methyl acrylate, and 2-hydroxy ethylacrylate. The grafting of acrylic acid was studied in more detail, and the rate of grafting was observed to increase with increasing monomer pressure and to decrease with time. The increasing of grafting temperature was found to reduce the degree of grafting. This last factor can be explained by the reduced concentration of monomer at the polymer surface or by a deactivation of surface radicals.&quot;,&quot;author&quot;:[{&quot;dropping-particle&quot;:&quot;&quot;,&quot;family&quot;:&quot;Johnsen&quot;,&quot;given&quot;:&quot;K&quot;,&quot;non-dropping-particle&quot;:&quot;&quot;,&quot;parse-names&quot;:false,&quot;suffix&quot;:&quot;&quot;},{&quot;dropping-particle&quot;:&quot;&quot;,&quot;family&quot;:&quot;Kirkhorn&quot;,&quot;given&quot;:&quot;S&quot;,&quot;non-dropping-particle&quot;:&quot;&quot;,&quot;parse-names&quot;:false,&quot;suffix&quot;:&quot;&quot;},{&quot;dropping-particle&quot;:&quot;&quot;,&quot;family&quot;:&quot;Olafsen&quot;,&quot;given&quot;:&quot;K&quot;,&quot;non-dropping-particle&quot;:&quot;&quot;,&quot;parse-names&quot;:false,&quot;suffix&quot;:&quot;&quot;},{&quot;dropping-particle&quot;:&quot;&quot;,&quot;family&quot;:&quot;Redford&quot;,&quot;given&quot;:&quot;K&quot;,&quot;non-dropping-particle&quot;:&quot;&quot;,&quot;parse-names&quot;:false,&quot;suffix&quot;:&quot;&quot;},{&quot;dropping-particle&quot;:&quot;&quot;,&quot;family&quot;:&quot;Stori&quot;,&quot;given&quot;:&quot;A&quot;,&quot;non-dropping-particle&quot;:&quot;&quot;,&quot;parse-names&quot;:false,&quot;suffix&quot;:&quot;&quot;}],&quot;container-title&quot;:&quot;J. Appl. Polym. Sci.&quot;,&quot;id&quot;:&quot;14242bf0-85e9-34ba-b333-e6eb4bd9bad3&quot;,&quot;issue&quot;:&quot;10&quot;,&quot;issued&quot;:{&quot;date-parts&quot;:[[&quot;1996&quot;]]},&quot;page&quot;:&quot;1651-1657&quot;,&quot;title&quot;:&quot;Modification of polyolefin surfaces by plasma-induced grafting&quot;,&quot;type&quot;:&quot;article-journal&quot;,&quot;volume&quot;:&quot;59&quot;},&quot;uris&quot;:[&quot;http://www.mendeley.com/documents/?uuid=749de5df-7657-442a-8441-6a20fc6611e3&quot;,&quot;http://www.mendeley.com/documents/?uuid=c0891df0-f943-4316-a061-cc2bfbb6b21b&quot;],&quot;isTemporary&quot;:false,&quot;legacyDesktopId&quot;:&quot;749de5df-7657-442a-8441-6a20fc6611e3&quot;},{&quot;id&quot;:&quot;14e9266b-dc3c-35d0-9d4e-aa4072c81ef0&quot;,&quot;itemData&quot;:{&quot;DOI&quot;:&quot;10.1016/j.surfcoat.2009.05.050&quot;,&quot;ISSN&quot;:&quot;02578972&quot;,&quot;abstract&quot;:&quot;Polyolefin surfaces (polyethylene and polypropylene) were exposed to haloform (CHX3) plasmas for introduction of monosort halogen groups. Bromoform and chloroform plasmas produced selectively C-Br (100 Br/100 C) and C-Cl (200 Cl/100 C) groups in high yields. The bromoform plasma showed 1-3 and the chloroform plasma 2-7 post-plasma introduced O-functionalities per 100 C. The polyolefin C-Br groups were grafted wet-chemically or by exposure to the vapour of amines, diols and glycols. Thus, spacer molecules could be covalently bonded to maximal 15 spacer molecules per 100 C for the smallest grafted molecules and 1.2 molecules/100 C for larger molecules as octaaminophenylene-POSS. After metal evaporation the end groups of these polymer-bonded spacer molecules formed also covalent bonds to the metal. Thus, flexible, hydrophobic and barrier elements were introduced into the polymer-metal interfaces for high-impact, high-durable and water-resistant metal-polymer composites as measured by means of peel strengths. © 2009 Elsevier B.V. All rights reserved.&quot;,&quot;author&quot;:[{&quot;dropping-particle&quot;:&quot;&quot;,&quot;family&quot;:&quot;Friedrich&quot;,&quot;given&quot;:&quot;J.&quot;,&quot;non-dropping-particle&quot;:&quot;&quot;,&quot;parse-names&quot;:false,&quot;suffix&quot;:&quot;&quot;},{&quot;dropping-particle&quot;:&quot;&quot;,&quot;family&quot;:&quot;Wettmarshausen&quot;,&quot;given&quot;:&quot;S.&quot;,&quot;non-dropping-particle&quot;:&quot;&quot;,&quot;parse-names&quot;:false,&quot;suffix&quot;:&quot;&quot;},{&quot;dropping-particle&quot;:&quot;&quot;,&quot;family&quot;:&quot;Hennecke&quot;,&quot;given&quot;:&quot;M.&quot;,&quot;non-dropping-particle&quot;:&quot;&quot;,&quot;parse-names&quot;:false,&quot;suffix&quot;:&quot;&quot;}],&quot;container-title&quot;:&quot;Surface and Coatings Technology&quot;,&quot;id&quot;:&quot;14e9266b-dc3c-35d0-9d4e-aa4072c81ef0&quot;,&quot;issue&quot;:&quot;23&quot;,&quot;issued&quot;:{&quot;date-parts&quot;:[[&quot;2009&quot;]]},&quot;page&quot;:&quot;3647-3655&quot;,&quot;title&quot;:&quot;Haloform plasma modification of polyolefin surfaces&quot;,&quot;type&quot;:&quot;article-journal&quot;,&quot;volume&quot;:&quot;203&quot;},&quot;uris&quot;:[&quot;http://www.mendeley.com/documents/?uuid=21a0e50b-fd8c-4eaf-80b5-2725a185fc69&quot;,&quot;http://www.mendeley.com/documents/?uuid=cce0edf0-f102-4728-90fa-a02f699b0ba3&quot;],&quot;isTemporary&quot;:false,&quot;legacyDesktopId&quot;:&quot;21a0e50b-fd8c-4eaf-80b5-2725a185fc69&quot;},{&quot;id&quot;:&quot;b861260d-ae44-316a-a856-b50e40a86483&quot;,&quot;itemData&quot;:{&quot;DOI&quot;:&quot;10.1016/j.eurpolymj.2007.06.037&quot;,&quot;ISSN&quot;:&quot;00143057&quot;,&quot;abstract&quot;:&quot;The surface of low density polyethylene (LDPE) was modified by grafting a photoinitiator on it, after an Ar plasma treatment. The functionalisation was characterized by contact angle measurements, XPS analyses and AFM. The grafted LDPE was then coated with a UV-curable formulation based on highly fluorinated oligomers. Although the surface tension of the coating is very low, a good adhesion onto the substrate was obtained due to the surface treatment which was applied. © 2007 Elsevier Ltd. All rights reserved.&quot;,&quot;author&quot;:[{&quot;dropping-particle&quot;:&quot;&quot;,&quot;family&quot;:&quot;Bongiovanni&quot;,&quot;given&quot;:&quot;R.&quot;,&quot;non-dropping-particle&quot;:&quot;&quot;,&quot;parse-names&quot;:false,&quot;suffix&quot;:&quot;&quot;},{&quot;dropping-particle&quot;:&quot;&quot;,&quot;family&quot;:&quot;Gianni&quot;,&quot;given&quot;:&quot;A.&quot;,&quot;non-dropping-particle&quot;:&quot;Di&quot;,&quot;parse-names&quot;:false,&quot;suffix&quot;:&quot;&quot;},{&quot;dropping-particle&quot;:&quot;&quot;,&quot;family&quot;:&quot;Priola&quot;,&quot;given&quot;:&quot;A.&quot;,&quot;non-dropping-particle&quot;:&quot;&quot;,&quot;parse-names&quot;:false,&quot;suffix&quot;:&quot;&quot;},{&quot;dropping-particle&quot;:&quot;&quot;,&quot;family&quot;:&quot;Pollicino&quot;,&quot;given&quot;:&quot;A.&quot;,&quot;non-dropping-particle&quot;:&quot;&quot;,&quot;parse-names&quot;:false,&quot;suffix&quot;:&quot;&quot;}],&quot;container-title&quot;:&quot;European Polymer Journal&quot;,&quot;id&quot;:&quot;b861260d-ae44-316a-a856-b50e40a86483&quot;,&quot;issue&quot;:&quot;9&quot;,&quot;issued&quot;:{&quot;date-parts&quot;:[[&quot;2007&quot;]]},&quot;page&quot;:&quot;3787-3794&quot;,&quot;title&quot;:&quot;Surface modification of polyethylene for improving the adhesion of a highly fluorinated UV-cured coating&quot;,&quot;type&quot;:&quot;article-journal&quot;,&quot;volume&quot;:&quot;43&quot;},&quot;uris&quot;:[&quot;http://www.mendeley.com/documents/?uuid=c075f4ab-03ec-49f7-9718-a091890ea108&quot;,&quot;http://www.mendeley.com/documents/?uuid=b3427974-36d2-4003-9ba6-dd3b2582a02b&quot;],&quot;isTemporary&quot;:false,&quot;legacyDesktopId&quot;:&quot;c075f4ab-03ec-49f7-9718-a091890ea108&quot;},{&quot;id&quot;:&quot;3c6f081a-b2df-367b-80d1-a2538f1e7fb4&quot;,&quot;itemData&quot;:{&quot;DOI&quot;:&quot;10.1016/0143-7496(96)88482-X&quot;,&quot;ISSN&quot;:&quot;01437496&quot;,&quot;abstract&quot;:&quot;An ultraviolet-ozone oxidation process is shown to be an effective adhesion pretreatment for polyethylene (PE) and polyetheretherketone (PEEK). The data obtained indicate that the treatment gives considerable oxidation and improved wettability for PE and PEEK surface types. Treated surfaces were analysed using X-ray photoelectron spectroscopy (XPS) and water contact angles. XPS was also used to follow the chemistry and mechanism of the oxidation. Adhesion with a two-part epoxy was measured for PE and PEEK and was observed to improve significantly after pretreatment.&quot;,&quot;author&quot;:[{&quot;dropping-particle&quot;:&quot;&quot;,&quot;family&quot;:&quot;Mathieson&quot;,&quot;given&quot;:&quot;I.&quot;,&quot;non-dropping-particle&quot;:&quot;&quot;,&quot;parse-names&quot;:false,&quot;suffix&quot;:&quot;&quot;},{&quot;dropping-particle&quot;:&quot;&quot;,&quot;family&quot;:&quot;Bradley&quot;,&quot;given&quot;:&quot;R. H.&quot;,&quot;non-dropping-particle&quot;:&quot;&quot;,&quot;parse-names&quot;:false,&quot;suffix&quot;:&quot;&quot;}],&quot;container-title&quot;:&quot;International Journal of Adhesion and Adhesives&quot;,&quot;id&quot;:&quot;3c6f081a-b2df-367b-80d1-a2538f1e7fb4&quot;,&quot;issue&quot;:&quot;1&quot;,&quot;issued&quot;:{&quot;date-parts&quot;:[[&quot;1996&quot;]]},&quot;page&quot;:&quot;29-31&quot;,&quot;title&quot;:&quot;Improved adhesion to polymers by UV/ozone surface oxidation&quot;,&quot;type&quot;:&quot;article-journal&quot;,&quot;volume&quot;:&quot;16&quot;},&quot;uris&quot;:[&quot;http://www.mendeley.com/documents/?uuid=52ac5b4a-1984-41a8-b762-7ad69f60dcff&quot;,&quot;http://www.mendeley.com/documents/?uuid=78928000-9b12-499f-a9a3-28aaae16d99c&quot;],&quot;isTemporary&quot;:false,&quot;legacyDesktopId&quot;:&quot;52ac5b4a-1984-41a8-b762-7ad69f60dcff&quot;},{&quot;id&quot;:&quot;be0632d8-a8c8-3db8-bb6b-e88288fd61d7&quot;,&quot;itemData&quot;:{&quot;DOI&quot;:&quot;10.1016/0167-5729(96)80003-3&quot;,&quot;ISSN&quot;:&quot;01675729&quot;,&quot;abstract&quot;:&quot;Polymers have been applied successfully in fields such as adhesion, biomaterials, protective coatings, friction and wear, composites, microelectronic devices, and thin-film technology. In general, special surface properties with regard to chemical composition, hydrophilicity, roughness, crystallinity, conductivity, lubricity, and cross-linking density are required for the success of these applications. Polymers very often do not possess the surface properties needed for these applications. However, they have excellent bulk physical and chemical properties, are inexpensive, and are easy to process. For these reasons, surface modification techniques which can transform these inexpensive materials into highly valuable finished products have become an important part of the plastics and many other industries. In recent years, many advances have been made in developing surface treatments to alter the chemical and physical properties of polymer surfaces without affecting bulk properties. Common surface modification techniques include treatments by flame, corona, plasmas, photons, electron beams, ion beams, X-rays, and γ-rays. Plasma treatment is probably the most versatile surface treatment technique. Different types of gases such as argon, oxygen, nitrogen, fluorine, carbon dioxide, and water can produce the unique surface properties required by various applications. For example, oxygen-plasma treatment can increase the surface energy of polymers, whereas fluorine-plasma treatment can decrease the surface energy and improve the chemical inertness. Cross-linking at a polymer surface can be introduced by an inert-gas plasma. Modification by plasma treatment is usually confined to the top several hundred ångstro̊ms and does not affect the bulk properties. The main disadvantage of this technique is that it requires a vacuum system, which increases the cost of operation. Thin polymer films with unique chemical and physical properties are produced by plasma polymerization. This technology is still in its infancy, and the plasma chemical process is not fully understood. The films are prepared by vapor phase deposition and can be formed on practically any substrate with good adhesion between the film and the substrate. These films, which are usually highly cross-linked and pinhole-free, have very good barrier properties. Such films find great potential in biomaterial applications and in the microelectronics industry. Very high-power microwave-driven mercury lamps are…&quot;,&quot;author&quot;:[{&quot;dropping-particle&quot;:&quot;&quot;,&quot;family&quot;:&quot;Chan&quot;,&quot;given&quot;:&quot;C. M.&quot;,&quot;non-dropping-particle&quot;:&quot;&quot;,&quot;parse-names&quot;:false,&quot;suffix&quot;:&quot;&quot;},{&quot;dropping-particle&quot;:&quot;&quot;,&quot;family&quot;:&quot;Ko&quot;,&quot;given&quot;:&quot;T. M.&quot;,&quot;non-dropping-particle&quot;:&quot;&quot;,&quot;parse-names&quot;:false,&quot;suffix&quot;:&quot;&quot;},{&quot;dropping-particle&quot;:&quot;&quot;,&quot;family&quot;:&quot;Hiraoka&quot;,&quot;given&quot;:&quot;H.&quot;,&quot;non-dropping-particle&quot;:&quot;&quot;,&quot;parse-names&quot;:false,&quot;suffix&quot;:&quot;&quot;}],&quot;container-title&quot;:&quot;Surface Science Reports&quot;,&quot;id&quot;:&quot;be0632d8-a8c8-3db8-bb6b-e88288fd61d7&quot;,&quot;issued&quot;:{&quot;date-parts&quot;:[[&quot;1996&quot;]]},&quot;page&quot;:&quot;1-54&quot;,&quot;title&quot;:&quot;Polymer surface modification by plasmas and photons&quot;,&quot;type&quot;:&quot;article-journal&quot;,&quot;volume&quot;:&quot;24&quot;},&quot;uris&quot;:[&quot;http://www.mendeley.com/documents/?uuid=bdc1b265-f92a-4411-828f-1c4a94f10885&quot;,&quot;http://www.mendeley.com/documents/?uuid=99eb7f7c-14ca-404f-a463-069f8b113def&quot;],&quot;isTemporary&quot;:false,&quot;legacyDesktopId&quot;:&quot;bdc1b265-f92a-4411-828f-1c4a94f10885&quot;}],&quot;properties&quot;:{&quot;noteIndex&quot;:0},&quot;isEdited&quot;:false,&quot;manualOverride&quot;:{&quot;citeprocText&quot;:&quot;[3–7]&quot;,&quot;isManuallyOverriden&quot;:false,&quot;manualOverrideText&quot;:&quot;&quot;},&quot;citationTag&quot;:&quot;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&quot;},{&quot;citationID&quot;:&quot;MENDELEY_CITATION_58949672-b591-4bcf-b62e-9e2a343fc731&quot;,&quot;citationItems&quot;:[{&quot;id&quot;:&quot;e4837005-c264-38eb-a83a-a41ae28c2409&quot;,&quot;itemData&quot;:{&quot;ISSN&quot;:&quot;21967350&quot;,&quot;abstract&quot;:&quot;Low cost, controlled crystallinity, chemical, and mechanical stability enable application of polymers in energy, water, electronics, and biomedical industries. Recent studies have shown that tailoring surface properties of polymers impacts their durability and functionality in these applications. However, the functionality and performance of polymer-based devices and systems are greatly affected by the modification method and the process parameters, highlighting the need for understanding these methods and their mechanisms of operation in detail. The selection of the modification method invariably decides the properties enhanced in the polymer. In this review, various polymer surface modification treatments are discussed. These methods are categorized into physical, chemical, thermal, and optical ways, while illustrating their advantages and disadvantages. This review also explores the surface modification of polymers by patterning which encompasses one or more surface treatment methods. An application-oriented study is presented discussing the relative importance of a method pertaining to a specific field of end-application.&quot;,&quot;author&quot;:[{&quot;dropping-particle&quot;:&quot;&quot;,&quot;family&quot;:&quot;Nemani&quot;,&quot;given&quot;:&quot;Srinivasa Kartik&quot;,&quot;non-dropping-particle&quot;:&quot;&quot;,&quot;parse-names&quot;:false,&quot;suffix&quot;:&quot;&quot;},{&quot;dropping-particle&quot;:&quot;&quot;,&quot;family&quot;:&quot;Annavarapu&quot;,&quot;given&quot;:&quot;Rama Kishore&quot;,&quot;non-dropping-particle&quot;:&quot;&quot;,&quot;parse-names&quot;:false,&quot;suffix&quot;:&quot;&quot;},{&quot;dropping-particle&quot;:&quot;&quot;,&quot;family&quot;:&quot;Mohammadian&quot;,&quot;given&quot;:&quot;Behrouz&quot;,&quot;non-dropping-particle&quot;:&quot;&quot;,&quot;parse-names&quot;:false,&quot;suffix&quot;:&quot;&quot;},{&quot;dropping-particle&quot;:&quot;&quot;,&quot;family&quot;:&quot;Raiyan&quot;,&quot;given&quot;:&quot;Asif&quot;,&quot;non-dropping-particle&quot;:&quot;&quot;,&quot;parse-names&quot;:false,&quot;suffix&quot;:&quot;&quot;},{&quot;dropping-particle&quot;:&quot;&quot;,&quot;family&quot;:&quot;Heil&quot;,&quot;given&quot;:&quot;Jamie&quot;,&quot;non-dropping-particle&quot;:&quot;&quot;,&quot;parse-names&quot;:false,&quot;suffix&quot;:&quot;&quot;},{&quot;dropping-particle&quot;:&quot;&quot;,&quot;family&quot;:&quot;Haque&quot;,&quot;given&quot;:&quot;Md Ashraful&quot;,&quot;non-dropping-particle&quot;:&quot;&quot;,&quot;parse-names&quot;:false,&quot;suffix&quot;:&quot;&quot;},{&quot;dropping-particle&quot;:&quot;&quot;,&quot;family&quot;:&quot;Abdelaal&quot;,&quot;given&quot;:&quot;Ahmed&quot;,&quot;non-dropping-particle&quot;:&quot;&quot;,&quot;parse-names&quot;:false,&quot;suffix&quot;:&quot;&quot;},{&quot;dropping-particle&quot;:&quot;&quot;,&quot;family&quot;:&quot;Sojoudi&quot;,&quot;given&quot;:&quot;Hossein&quot;,&quot;non-dropping-particle&quot;:&quot;&quot;,&quot;parse-names&quot;:false,&quot;suffix&quot;:&quot;&quot;}],&quot;container-title&quot;:&quot;Advanced Materials Interfaces&quot;,&quot;id&quot;:&quot;e4837005-c264-38eb-a83a-a41ae28c2409&quot;,&quot;issue&quot;:&quot;24&quot;,&quot;issued&quot;:{&quot;date-parts&quot;:[[&quot;2018&quot;]]},&quot;title&quot;:&quot;Surface Modification of Polymers: Methods and Applications&quot;,&quot;type&quot;:&quot;article-journal&quot;,&quot;volume&quot;:&quot;5&quot;},&quot;uris&quot;:[&quot;http://www.mendeley.com/documents/?uuid=cfc74b01-32d9-4238-bc9f-736ca8b11441&quot;,&quot;http://www.mendeley.com/documents/?uuid=29029639-a195-457d-bdd3-4d603cb90b92&quot;],&quot;isTemporary&quot;:false,&quot;legacyDesktopId&quot;:&quot;cfc74b01-32d9-4238-bc9f-736ca8b11441&quot;}],&quot;properties&quot;:{&quot;noteIndex&quot;:0},&quot;isEdited&quot;:false,&quot;manualOverride&quot;:{&quot;citeprocText&quot;:&quot;[8]&quot;,&quot;isManuallyOverriden&quot;:false,&quot;manualOverrideText&quot;:&quot;&quot;},&quot;citationTag&quot;:&quot;MENDELEY_CITATION_v3_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&quot;},{&quot;citationID&quot;:&quot;MENDELEY_CITATION_fa17f284-59a8-4485-93bf-912edab71985&quot;,&quot;citationItems&quot;:[{&quot;id&quot;:&quot;3c221127-9c3a-5e69-b676-ee6e94554cc1&quot;,&quot;itemData&quot;:{&quot;DOI&quot;:&quot;10.1016/0167-5729(96)80003-3&quot;,&quot;ISSN&quot;:&quot;01675729&quot;,&quot;abstract&quot;:&quot;Polymers have been applied successfully in fields such as adhesion, biomaterials, protective coatings, friction and wear, composites, microelectronic devices, and thin-film technology. In general, special surface properties with regard to chemical composition, hydrophilicity, roughness, crystallinity, conductivity, lubricity, and cross-linking density are required for the success of these applications. Polymers very often do not possess the surface properties needed for these applications. However, they have excellent bulk physical and chemical properties, are inexpensive, and are easy to process. For these reasons, surface modification techniques which can transform these inexpensive materials into highly valuable finished products have become an important part of the plastics and many other industries. In recent years, many advances have been made in developing surface treatments to alter the chemical and physical properties of polymer surfaces without affecting bulk properties. Common surface modification techniques include treatments by flame, corona, plasmas, photons, electron beams, ion beams, X-rays, and γ-rays. Plasma treatment is probably the most versatile surface treatment technique. Different types of gases such as argon, oxygen, nitrogen, fluorine, carbon dioxide, and water can produce the unique surface properties required by various applications. For example, oxygen-plasma treatment can increase the surface energy of polymers, whereas fluorine-plasma treatment can decrease the surface energy and improve the chemical inertness. Cross-linking at a polymer surface can be introduced by an inert-gas plasma. Modification by plasma treatment is usually confined to the top several hundred ångstro̊ms and does not affect the bulk properties. The main disadvantage of this technique is that it requires a vacuum system, which increases the cost of operation. Thin polymer films with unique chemical and physical properties are produced by plasma polymerization. This technology is still in its infancy, and the plasma chemical process is not fully understood. The films are prepared by vapor phase deposition and can be formed on practically any substrate with good adhesion between the film and the substrate. These films, which are usually highly cross-linked and pinhole-free, have very good barrier properties. Such films find great potential in biomaterial applications and in the microelectronics industry. Very high-power microwave-driven mercury lamps are…&quot;,&quot;author&quot;:[{&quot;dropping-particle&quot;:&quot;&quot;,&quot;family&quot;:&quot;Chan&quot;,&quot;given&quot;:&quot;C. M.&quot;,&quot;non-dropping-particle&quot;:&quot;&quot;,&quot;parse-names&quot;:false,&quot;suffix&quot;:&quot;&quot;},{&quot;dropping-particle&quot;:&quot;&quot;,&quot;family&quot;:&quot;Ko&quot;,&quot;given&quot;:&quot;T. M.&quot;,&quot;non-dropping-particle&quot;:&quot;&quot;,&quot;parse-names&quot;:false,&quot;suffix&quot;:&quot;&quot;},{&quot;dropping-particle&quot;:&quot;&quot;,&quot;family&quot;:&quot;Hiraoka&quot;,&quot;given&quot;:&quot;H.&quot;,&quot;non-dropping-particle&quot;:&quot;&quot;,&quot;parse-names&quot;:false,&quot;suffix&quot;:&quot;&quot;}],&quot;container-title&quot;:&quot;Surface Science Reports&quot;,&quot;id&quot;:&quot;3c221127-9c3a-5e69-b676-ee6e94554cc1&quot;,&quot;issued&quot;:{&quot;date-parts&quot;:[[&quot;1996&quot;]]},&quot;page&quot;:&quot;1-54&quot;,&quot;title&quot;:&quot;Polymer surface modification by plasmas and photons&quot;,&quot;type&quot;:&quot;article-journal&quot;,&quot;volume&quot;:&quot;24&quot;},&quot;uris&quot;:[&quot;http://www.mendeley.com/documents/?uuid=99eb7f7c-14ca-404f-a463-069f8b113def&quot;,&quot;http://www.mendeley.com/documents/?uuid=bdc1b265-f92a-4411-828f-1c4a94f10885&quot;],&quot;isTemporary&quot;:false,&quot;legacyDesktopId&quot;:&quot;99eb7f7c-14ca-404f-a463-069f8b113def&quot;}],&quot;properties&quot;:{&quot;noteIndex&quot;:0},&quot;isEdited&quot;:false,&quot;manualOverride&quot;:{&quot;citeprocText&quot;:&quot;[9]&quot;,&quot;isManuallyOverriden&quot;:false,&quot;manualOverrideText&quot;:&quot;&quot;},&quot;citationTag&quot;:&quot;MENDELEY_CITATION_v3_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&quot;},{&quot;citationID&quot;:&quot;MENDELEY_CITATION_f55e2b30-0110-42b1-a929-34f295535c0a&quot;,&quot;citationItems&quot;:[{&quot;id&quot;:&quot;491c02c0-f1a4-5804-86b0-868723d8b778&quot;,&quot;itemData&quot;:{&quot;DOI&quot;:&quot;10.1016/0143-7496(96)88482-X&quot;,&quot;ISSN&quot;:&quot;01437496&quot;,&quot;abstract&quot;:&quot;An ultraviolet-ozone oxidation process is shown to be an effective adhesion pretreatment for polyethylene (PE) and polyetheretherketone (PEEK). The data obtained indicate that the treatment gives considerable oxidation and improved wettability for PE and PEEK surface types. Treated surfaces were analysed using X-ray photoelectron spectroscopy (XPS) and water contact angles. XPS was also used to follow the chemistry and mechanism of the oxidation. Adhesion with a two-part epoxy was measured for PE and PEEK and was observed to improve significantly after pretreatment.&quot;,&quot;author&quot;:[{&quot;dropping-particle&quot;:&quot;&quot;,&quot;family&quot;:&quot;Mathieson&quot;,&quot;given&quot;:&quot;I.&quot;,&quot;non-dropping-particle&quot;:&quot;&quot;,&quot;parse-names&quot;:false,&quot;suffix&quot;:&quot;&quot;},{&quot;dropping-particle&quot;:&quot;&quot;,&quot;family&quot;:&quot;Bradley&quot;,&quot;given&quot;:&quot;R. H.&quot;,&quot;non-dropping-particle&quot;:&quot;&quot;,&quot;parse-names&quot;:false,&quot;suffix&quot;:&quot;&quot;}],&quot;container-title&quot;:&quot;International Journal of Adhesion and Adhesives&quot;,&quot;id&quot;:&quot;491c02c0-f1a4-5804-86b0-868723d8b778&quot;,&quot;issue&quot;:&quot;1&quot;,&quot;issued&quot;:{&quot;date-parts&quot;:[[&quot;1996&quot;]]},&quot;page&quot;:&quot;29-31&quot;,&quot;title&quot;:&quot;Improved adhesion to polymers by UV/ozone surface oxidation&quot;,&quot;type&quot;:&quot;article-journal&quot;,&quot;volume&quot;:&quot;16&quot;},&quot;uris&quot;:[&quot;http://www.mendeley.com/documents/?uuid=78928000-9b12-499f-a9a3-28aaae16d99c&quot;,&quot;http://www.mendeley.com/documents/?uuid=52ac5b4a-1984-41a8-b762-7ad69f60dcff&quot;],&quot;isTemporary&quot;:false,&quot;legacyDesktopId&quot;:&quot;78928000-9b12-499f-a9a3-28aaae16d99c&quot;}],&quot;properties&quot;:{&quot;noteIndex&quot;:0},&quot;isEdited&quot;:false,&quot;manualOverride&quot;:{&quot;citeprocText&quot;:&quot;[10]&quot;,&quot;isManuallyOverriden&quot;:false,&quot;manualOverrideText&quot;:&quot;&quot;},&quot;citationTag&quot;:&quot;MENDELEY_CITATION_v3_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&quot;},{&quot;citationID&quot;:&quot;MENDELEY_CITATION_ccb379db-c204-4cdd-ae7c-2b92a8ebd3ba&quot;,&quot;citationItems&quot;:[{&quot;id&quot;:&quot;165606fb-744d-3b1e-a0a5-574bcb96cffe&quot;,&quot;itemData&quot;:{&quot;DOI&quot;:&quot;10.1002/polb.20157&quot;,&quot;ISSN&quot;:&quot;08876266&quot;,&quot;abstract&quot;:&quot;Three design principles are presented that allow for the molecular design of functional polymer surfaces: surface segregation, surface structure, and surface reorganization. These design principles are illustrated by a description of the behavior of model end-functional polymers that accurately reflect the general behavior of essentially all possible linear functional polymer architectures. Several applications of the design principles are described to show how they may be used to provide molecular engineering solutions for problems of practical interest. The applications include the optimization of functional polymer architectures for producing adhesive and release surfaces, the suppression of dewetting by the use of functional additives to lower the surface tension of a coating, and the creation of smart polymer surfaces with selective adhesion properties. © 2004 Wiley Periodicals, Inc.&quot;,&quot;author&quot;:[{&quot;dropping-particle&quot;:&quot;&quot;,&quot;family&quot;:&quot;Koberstein&quot;,&quot;given&quot;:&quot;Jeffrey T.&quot;,&quot;non-dropping-particle&quot;:&quot;&quot;,&quot;parse-names&quot;:false,&quot;suffix&quot;:&quot;&quot;}],&quot;container-title&quot;:&quot;Journal of Polymer Science, Part B: Polymer Physics&quot;,&quot;id&quot;:&quot;165606fb-744d-3b1e-a0a5-574bcb96cffe&quot;,&quot;issue&quot;:&quot;16&quot;,&quot;issued&quot;:{&quot;date-parts&quot;:[[&quot;2004&quot;]]},&quot;page&quot;:&quot;2942-2956&quot;,&quot;title&quot;:&quot;Molecular design of functional polymer surfaces&quot;,&quot;type&quot;:&quot;article-journal&quot;,&quot;volume&quot;:&quot;42&quot;},&quot;uris&quot;:[&quot;http://www.mendeley.com/documents/?uuid=dada6490-c526-4a93-bfbd-cc9a8504f09b&quot;,&quot;http://www.mendeley.com/documents/?uuid=db6cbb9f-e6bd-4ea3-aac3-08abc25a2559&quot;],&quot;isTemporary&quot;:false,&quot;legacyDesktopId&quot;:&quot;dada6490-c526-4a93-bfbd-cc9a8504f09b&quot;}],&quot;properties&quot;:{&quot;noteIndex&quot;:0},&quot;isEdited&quot;:false,&quot;manualOverride&quot;:{&quot;citeprocText&quot;:&quot;[11]&quot;,&quot;isManuallyOverriden&quot;:false,&quot;manualOverrideText&quot;:&quot;&quot;},&quot;citationTag&quot;:&quot;MENDELEY_CITATION_v3_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&quot;},{&quot;citationID&quot;:&quot;MENDELEY_CITATION_33917edf-0692-461e-9754-51a7e4ef0bdf&quot;,&quot;citationItems&quot;:[{&quot;id&quot;:&quot;de4dd531-845d-332f-a9b5-583fda356e8d&quot;,&quot;itemData&quot;:{&quot;DOI&quot;:&quot;10.1021/ma00017a030&quot;,&quot;ISSN&quot;:&quot;15205835&quot;,&quot;abstract&quot;:&quot;In this work, the influence of energetic effects on the structure and properties of a binary polymer-melt/surface interface has been investigated. Our interest is in the modeling of the behavior of binary, isotopic polymer blends near surfaces from a fundamental viewpoint, and to this end polymer-surface and polymer-polymer interaction energies were taken into account in the development of the model. The results of the calculations show that the component with the lower surface energy segregates to the surface, and the driving force for this partitioning was shown to arise even from very small differences in energetic effects. Detailed investigations of the predicted concentration profiles show that the segregation can be high enough to cause complete wetting of the surface by one of the components. In general, the extent of this segregation was found to depend strongly on the molecular weights, the energetic interactions with the surface, and the bulk volume fractions of the components in the melt. In addition, the inter facial tension was calculated in order to highlight some of the consequences of the segregation. Finally, calculations were performed to provide insight into the orientation of the chain segments and the behavior of chain ends in the interface. © 1991, American Chemical Society. All rights reserved.&quot;,&quot;author&quot;:[{&quot;dropping-particle&quot;:&quot;&quot;,&quot;family&quot;:&quot;Hariharan&quot;,&quot;given&quot;:&quot;Arvind&quot;,&quot;non-dropping-particle&quot;:&quot;&quot;,&quot;parse-names&quot;:false,&quot;suffix&quot;:&quot;&quot;},{&quot;dropping-particle&quot;:&quot;&quot;,&quot;family&quot;:&quot;Kumar&quot;,&quot;given&quot;:&quot;Sanat K.&quot;,&quot;non-dropping-particle&quot;:&quot;&quot;,&quot;parse-names&quot;:false,&quot;suffix&quot;:&quot;&quot;},{&quot;dropping-particle&quot;:&quot;&quot;,&quot;family&quot;:&quot;Russell&quot;,&quot;given&quot;:&quot;Thomas P.&quot;,&quot;non-dropping-particle&quot;:&quot;&quot;,&quot;parse-names&quot;:false,&quot;suffix&quot;:&quot;&quot;}],&quot;container-title&quot;:&quot;Macromolecules&quot;,&quot;id&quot;:&quot;de4dd531-845d-332f-a9b5-583fda356e8d&quot;,&quot;issued&quot;:{&quot;date-parts&quot;:[[&quot;1991&quot;]]},&quot;page&quot;:&quot;4909-4917&quot;,&quot;title&quot;:&quot;Surface Segregation in Binary Polymer Mixtures: A Lattice Model&quot;,&quot;type&quot;:&quot;article-journal&quot;,&quot;volume&quot;:&quot;24&quot;},&quot;uris&quot;:[&quot;http://www.mendeley.com/documents/?uuid=510da4f6-ae18-4b83-ac1a-278bc1e1d868&quot;,&quot;http://www.mendeley.com/documents/?uuid=64f695d3-d94d-4d95-937b-cde0dfc03511&quot;],&quot;isTemporary&quot;:false,&quot;legacyDesktopId&quot;:&quot;510da4f6-ae18-4b83-ac1a-278bc1e1d868&quot;},{&quot;id&quot;:&quot;03d9acc0-1aae-39f0-8d7e-3fb02b4a42c0&quot;,&quot;itemData&quot;:{&quot;DOI&quot;:&quot;10.1063/1.455611&quot;,&quot;ISSN&quot;:&quot;00219606&quot;,&quot;abstract&quot;:&quot;In this paper, we present the results of Monte Carlo simulations of the static properties of polymer melts confined between hard walls. The simulations are conducted in the canonical ensemble with a method that is a combination of reptation and crankshaft motions. 1250 polymer chains each comprising of 100 connected beads are placed in a box which allows for the simulation of a typical polymer melt confined between two hard plates at a separation of 51 bead diameters. Noncovalently bonded beads are assumed to interact with an empirical 6-12 Lennard-Jones potential which has parameters chosen to simulate a polyethylene melt at 400 K. From the analysis of the simulation results we show the existence of two relevant length scales in the problem. Single-chain statistics are perturbed by the wall, and this effect is screened out only after one proceeds to a distance comparable to twice the unperturbed radius of gyration of the polymer chain. However, many-chain statistics, i.e., packing and orientation of chain segments, are screened out as soon as one proceeds about three times the bead size from the wall. The simulation also allows for the study of the conformations of chains near the wall, and we observe that chains near the surface are flattened into nearly two-dimensional structures. The interface therefore corresponds to a region where chain configurations gradually evolve from this nearly two-dimensional structure to the unperturbed, three-dimensional Gaussian configurations in the bulk. © 1988 American Institute of Physics.&quot;,&quot;author&quot;:[{&quot;dropping-particle&quot;:&quot;&quot;,&quot;family&quot;:&quot;Kumar&quot;,&quot;given&quot;:&quot;Sanat K.&quot;,&quot;non-dropping-particle&quot;:&quot;&quot;,&quot;parse-names&quot;:false,&quot;suffix&quot;:&quot;&quot;},{&quot;dropping-particle&quot;:&quot;&quot;,&quot;family&quot;:&quot;Vacatello&quot;,&quot;given&quot;:&quot;Michele&quot;,&quot;non-dropping-particle&quot;:&quot;&quot;,&quot;parse-names&quot;:false,&quot;suffix&quot;:&quot;&quot;},{&quot;dropping-particle&quot;:&quot;&quot;,&quot;family&quot;:&quot;Yoon&quot;,&quot;given&quot;:&quot;Do Y.&quot;,&quot;non-dropping-particle&quot;:&quot;&quot;,&quot;parse-names&quot;:false,&quot;suffix&quot;:&quot;&quot;}],&quot;container-title&quot;:&quot;The Journal of Chemical Physics&quot;,&quot;id&quot;:&quot;03d9acc0-1aae-39f0-8d7e-3fb02b4a42c0&quot;,&quot;issue&quot;:&quot;8&quot;,&quot;issued&quot;:{&quot;date-parts&quot;:[[&quot;1988&quot;]]},&quot;page&quot;:&quot;5206-5215&quot;,&quot;title&quot;:&quot;Off-lattice Monte Carlo simulations of polymer melts confined between two plates&quot;,&quot;type&quot;:&quot;article-journal&quot;,&quot;volume&quot;:&quot;89&quot;},&quot;uris&quot;:[&quot;http://www.mendeley.com/documents/?uuid=a77dcf65-71d7-4f74-b058-87d684f7fcc5&quot;,&quot;http://www.mendeley.com/documents/?uuid=1f130c12-787f-47dc-b728-1321ed1b368c&quot;],&quot;isTemporary&quot;:false,&quot;legacyDesktopId&quot;:&quot;a77dcf65-71d7-4f74-b058-87d684f7fcc5&quot;},{&quot;id&quot;:&quot;565fdede-c321-372f-8ff9-977a5fe62b9c&quot;,&quot;itemData&quot;:{&quot;DOI&quot;:&quot;10.1063/1.466100&quot;,&quot;ISSN&quot;:&quot;00219606&quot;,&quot;abstract&quot;:&quot;The composition of the free surface of a binary polymer blend has been investigated in this work as a function of molecular weights, energetic parameters, and composition. The approach involved the use of a compressible mean-field lattice model that was developed in the spirit of the Scheutjens and Fleer theory of polymer solutions [J. Chem. Phys. 98, 6516 (1993)]. For symmetric polymer blends it was found that the surface segregation was driven by the degree of incompatibility of the blend, with the segregation increasing monotonically with the quantity χ1,2 r. These results are in qualitative agreement with conclusions obtained from an incompressible model for polymer blends near a surface, and suggests that the inclusion of compressibility effects do not change the predicted surface segregation significantly in these cases. In contrast, the behavior of isotopic polymer blends of disparate molecular weights, which could not be reproduced in the case of incompressible models, can be captured by the compressible model [J. Chem. Phys. 98, 4163 (1993)]. This fact therefore stresses the importance of compressibility effects in the context of segregation to free surfaces, especially for blends of disparate molecular weight polymers, and suggests that such models have to be utilized to incorporate all of the physics in these situations. © 1993 American Institute of Physics.&quot;,&quot;author&quot;:[{&quot;dropping-particle&quot;:&quot;&quot;,&quot;family&quot;:&quot;Hariharan&quot;,&quot;given&quot;:&quot;Arvind&quot;,&quot;non-dropping-particle&quot;:&quot;&quot;,&quot;parse-names&quot;:false,&quot;suffix&quot;:&quot;&quot;},{&quot;dropping-particle&quot;:&quot;&quot;,&quot;family&quot;:&quot;Kumar&quot;,&quot;given&quot;:&quot;Sanat K.&quot;,&quot;non-dropping-particle&quot;:&quot;&quot;,&quot;parse-names&quot;:false,&quot;suffix&quot;:&quot;&quot;},{&quot;dropping-particle&quot;:&quot;&quot;,&quot;family&quot;:&quot;Russell&quot;,&quot;given&quot;:&quot;Thomas P.&quot;,&quot;non-dropping-particle&quot;:&quot;&quot;,&quot;parse-names&quot;:false,&quot;suffix&quot;:&quot;&quot;}],&quot;container-title&quot;:&quot;The Journal of Chemical Physics&quot;,&quot;id&quot;:&quot;565fdede-c321-372f-8ff9-977a5fe62b9c&quot;,&quot;issued&quot;:{&quot;date-parts&quot;:[[&quot;1993&quot;]]},&quot;page&quot;:&quot;4041&quot;,&quot;title&quot;:&quot;Free surfaces of polymer blends. II. Effects of molecular weight and applications to asymmetric polymer blends&quot;,&quot;type&quot;:&quot;article-journal&quot;,&quot;volume&quot;:&quot;99&quot;},&quot;uris&quot;:[&quot;http://www.mendeley.com/documents/?uuid=34f1b908-fd74-4bf1-b909-b7ace7cb5af7&quot;,&quot;http://www.mendeley.com/documents/?uuid=fab76b7a-9be1-404d-9efc-d1b9c6f78af9&quot;],&quot;isTemporary&quot;:false,&quot;legacyDesktopId&quot;:&quot;34f1b908-fd74-4bf1-b909-b7ace7cb5af7&quot;}],&quot;properties&quot;:{&quot;noteIndex&quot;:0},&quot;isEdited&quot;:false,&quot;manualOverride&quot;:{&quot;citeprocText&quot;:&quot;[12–14]&quot;,&quot;isManuallyOverriden&quot;:false,&quot;manualOverrideText&quot;:&quot;&quot;},&quot;citationTag&quot;:&quot;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&quot;},{&quot;citationID&quot;:&quot;MENDELEY_CITATION_9a8a95f8-8bfa-4b03-addc-19b13e8c4bb2&quot;,&quot;citationItems&quot;:[{&quot;id&quot;:&quot;4bdd64a4-b80d-30dc-8a0e-dfc202335490&quot;,&quot;itemData&quot;:{&quot;author&quot;:[{&quot;dropping-particle&quot;:&quot;&quot;,&quot;family&quot;:&quot;Lee&quot;,&quot;given&quot;:&quot;Hojun&quot;,&quot;non-dropping-particle&quot;:&quot;&quot;,&quot;parse-names&quot;:false,&quot;suffix&quot;:&quot;&quot;},{&quot;dropping-particle&quot;:&quot;&quot;,&quot;family&quot;:&quot;Archer&quot;,&quot;given&quot;:&quot;Lynden A&quot;,&quot;non-dropping-particle&quot;:&quot;&quot;,&quot;parse-names&quot;:false,&quot;suffix&quot;:&quot;&quot;}],&quot;container-title&quot;:&quot;Macromolecules&quot;,&quot;id&quot;:&quot;4bdd64a4-b80d-30dc-8a0e-dfc202335490&quot;,&quot;issue&quot;:&quot;13&quot;,&quot;issued&quot;:{&quot;date-parts&quot;:[[&quot;2001&quot;]]},&quot;page&quot;:&quot;4572-4579&quot;,&quot;title&quot;:&quot;Functionalizing Polymer Surfaces by Field-Induced Migration of Copolymer Additives. 1. Role of Surface Energy Gradients&quot;,&quot;type&quot;:&quot;article-journal&quot;,&quot;volume&quot;:&quot;34&quot;},&quot;uris&quot;:[&quot;http://www.mendeley.com/documents/?uuid=c2410705-526a-4c0e-8734-41a6c7b76129&quot;,&quot;http://www.mendeley.com/documents/?uuid=099871ac-3a43-4dd7-ac26-e8cb61f38cec&quot;],&quot;isTemporary&quot;:false,&quot;legacyDesktopId&quot;:&quot;c2410705-526a-4c0e-8734-41a6c7b76129&quot;},{&quot;id&quot;:&quot;76429282-756c-3659-b63e-d37d980b8bdb&quot;,&quot;itemData&quot;:{&quot;DOI&quot;:&quot;10.1039/C7SM00048K&quot;,&quot;ISSN&quot;:&quot;1744-683X&quot;,&quot;abstract&quot;:&quot;Compatibility between oligomers and polymers was systematically assessed using differential scanning calorimetry (DSC) and was correlated with similarity in saturation and solubility parameter. These measurements enabled validation of detailed volume of mixing calculations using Statistical Association Fluid Theory (SAFT-γ Mie) and molecular dynamics (MD) simulations, which can be used to predict behaviour beyond the experimentally accessible conditions. These simulations confirmed that squalane is somewhat more compatible with poly(isoprene), “PI” than poly(butadiene), “PB”, and further enabled prediction of the temperature dependence of compatibility. Surface and interfacial segregation of a series of deuterated oligomers was quantified in rubbery polymer films: PI, PB and hydrogenated poly(isoprene) “hPI”. A striking correlation was established between surface wetting transition and mixtures of low compatibility, such as oligo-dIB in PB or PI. Segregation was quantified normal to the surface by ion beam analysis and neutron reflectometry and in some cases lateral segregation was observable by AFM. While surface segregation is driven by disparity in molecular weight in highly compatible systems this trend reverses as critical point is approached, and surface segregation increases with increasing oligomer molecular weight.&quot;,&quot;author&quot;:[{&quot;dropping-particle&quot;:&quot;&quot;,&quot;family&quot;:&quot;Sabattié&quot;,&quot;given&quot;:&quot;Elise F. D.&quot;,&quot;non-dropping-particle&quot;:&quot;&quot;,&quot;parse-names&quot;:false,&quot;suffix&quot;:&quot;&quot;},{&quot;dropping-particle&quot;:&quot;&quot;,&quot;family&quot;:&quot;Tasche&quot;,&quot;given&quot;:&quot;Jos&quot;,&quot;non-dropping-particle&quot;:&quot;&quot;,&quot;parse-names&quot;:false,&quot;suffix&quot;:&quot;&quot;},{&quot;dropping-particle&quot;:&quot;&quot;,&quot;family&quot;:&quot;Wilson&quot;,&quot;given&quot;:&quot;Mark R.&quot;,&quot;non-dropping-particle&quot;:&quot;&quot;,&quot;parse-names&quot;:false,&quot;suffix&quot;:&quot;&quot;},{&quot;dropping-particle&quot;:&quot;&quot;,&quot;family&quot;:&quot;Skoda&quot;,&quot;given&quot;:&quot;Maximilian W. A.&quot;,&quot;non-dropping-particle&quot;:&quot;&quot;,&quot;parse-names&quot;:false,&quot;suffix&quot;:&quot;&quot;},{&quot;dropping-particle&quot;:&quot;&quot;,&quot;family&quot;:&quot;Hughes&quot;,&quot;given&quot;:&quot;Arwel&quot;,&quot;non-dropping-particle&quot;:&quot;&quot;,&quot;parse-names&quot;:false,&quot;suffix&quot;:&quot;&quot;},{&quot;dropping-particle&quot;:&quot;&quot;,&quot;family&quot;:&quot;Lindner&quot;,&quot;given&quot;:&quot;Torsten&quot;,&quot;non-dropping-particle&quot;:&quot;&quot;,&quot;parse-names&quot;:false,&quot;suffix&quot;:&quot;&quot;},{&quot;dropping-particle&quot;:&quot;&quot;,&quot;family&quot;:&quot;Thompson&quot;,&quot;given&quot;:&quot;Richard L.&quot;,&quot;non-dropping-particle&quot;:&quot;&quot;,&quot;parse-names&quot;:false,&quot;suffix&quot;:&quot;&quot;}],&quot;container-title&quot;:&quot;Soft Matter&quot;,&quot;id&quot;:&quot;76429282-756c-3659-b63e-d37d980b8bdb&quot;,&quot;issue&quot;:&quot;19&quot;,&quot;issued&quot;:{&quot;date-parts&quot;:[[&quot;2017&quot;]]},&quot;page&quot;:&quot;3580-3591&quot;,&quot;title&quot;:&quot;Predicting oligomer/polymer compatibility and the impact on nanoscale segregation in thin films&quot;,&quot;type&quot;:&quot;article-journal&quot;,&quot;volume&quot;:&quot;13&quot;},&quot;uris&quot;:[&quot;http://www.mendeley.com/documents/?uuid=44e13ef1-cb67-4e7c-b88a-b6cf6ee384cc&quot;,&quot;http://www.mendeley.com/documents/?uuid=37a9b687-c8ce-4049-9fb9-752ebab59e9f&quot;],&quot;isTemporary&quot;:false,&quot;legacyDesktopId&quot;:&quot;44e13ef1-cb67-4e7c-b88a-b6cf6ee384cc&quot;},{&quot;id&quot;:&quot;c17bfde5-f4dd-3388-8523-8e861f0c31a1&quot;,&quot;itemData&quot;:{&quot;DOI&quot;:&quot;10.1002/vnl.20102&quot;,&quot;ISSN&quot;:&quot;10835601&quot;,&quot;author&quot;:[{&quot;dropping-particle&quot;:&quot;&quot;,&quot;family&quot;:&quot;Zhu&quot;,&quot;given&quot;:&quot;Siqiang&quot;,&quot;non-dropping-particle&quot;:&quot;&quot;,&quot;parse-names&quot;:false,&quot;suffix&quot;:&quot;&quot;},{&quot;dropping-particle&quot;:&quot;&quot;,&quot;family&quot;:&quot;Hirt&quot;,&quot;given&quot;:&quot;Douglas E.&quot;,&quot;non-dropping-particle&quot;:&quot;&quot;,&quot;parse-names&quot;:false,&quot;suffix&quot;:&quot;&quot;}],&quot;container-title&quot;:&quot;Journal of Vinyl and Additive Technology&quot;,&quot;id&quot;:&quot;c17bfde5-f4dd-3388-8523-8e861f0c31a1&quot;,&quot;issue&quot;:&quot;2&quot;,&quot;issued&quot;:{&quot;date-parts&quot;:[[&quot;2007&quot;]]},&quot;page&quot;:&quot;57-64&quot;,&quot;title&quot;:&quot;Hydrophilization of polypropylene films by using migratory additives&quot;,&quot;type&quot;:&quot;article-journal&quot;,&quot;volume&quot;:&quot;13&quot;},&quot;uris&quot;:[&quot;http://www.mendeley.com/documents/?uuid=66c5eedd-5fc4-41ea-b1cf-cbf40bf280a9&quot;,&quot;http://www.mendeley.com/documents/?uuid=58f01509-4ac8-4daa-bfa2-1bce167600b4&quot;],&quot;isTemporary&quot;:false,&quot;legacyDesktopId&quot;:&quot;66c5eedd-5fc4-41ea-b1cf-cbf40bf280a9&quot;}],&quot;properties&quot;:{&quot;noteIndex&quot;:0},&quot;isEdited&quot;:false,&quot;manualOverride&quot;:{&quot;citeprocText&quot;:&quot;[15–17]&quot;,&quot;isManuallyOverriden&quot;:false,&quot;manualOverrideText&quot;:&quot;&quot;},&quot;citationTag&quot;:&quot;MENDELEY_CITATION_v3_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&quot;},{&quot;citationID&quot;:&quot;MENDELEY_CITATION_23d50a60-65b9-4920-b187-c3e550e3c14c&quot;,&quot;citationItems&quot;:[{&quot;id&quot;:&quot;9746e725-b2c3-3d82-a5ab-4dd2106b2fa4&quot;,&quot;itemData&quot;:{&quot;DOI&quot;:&quot;10.1002/pen.11052&quot;,&quot;ISSN&quot;:&quot;00323888&quot;,&quot;abstract&quot;:&quot;Surface migration of polystyrene-b-poly(methyl methacrylate) (PS-b-PMMA) block copolymer additives in polystyrene (PS) hosts was investigated using a series of narrow molecular weight distribution polystyrenes (5×103&lt;MPS&lt;2×107 g mol−1). Dynamic contact angle (DCA) analysis and attenuated total reflection-Fourier transform infrared (ATR-FTIR) spectroscopy measurements were used to characterize the surface chemical make-up of polymer/additive blends created by solvent casting, precipitation, and melt annealing processes. Selective surface enrichment of methyl methacrylate (MMA) groups was observed at the air/polymer interface for PS hosts with molecular weights substantially larger than that of the PS-b-PMMA additives. Surfaces of PS/PS-b-PMMA blends containing high molecular weight copolymer were, on the contrary, found to be depleted of MMA groups. An approximate relationship between surface excess concentration of PMMA ΔΦPMMA and polystyrene molecular weight MPS, ΔΦPMMA∼MPS0.8±0.04 for &lt;img height=\&quot;20\&quot; border=\&quot;0\&quot; style=\&quot;vertical-align:bottom\&quot; width=\&quot;143\&quot; alt=\&quot;View the MathML source\&quot; title=\&quot;View the MathML source\&quot; src=\&quot;http://ars.els-cdn.com/content/image/1-s2.0-S0032386102000411-si2.gif\&quot;&gt; could be defined in blends containing PS-b-PMMA additives of fixed molecular weight Ma and concentration. A somewhat different scaling form ΔΦPMMA∼Ma−0.53±0.05 was found to describe the effect of PS-b-PMMA additive molecular weight on PMMA surface excess in PS/PS-b-PMMA blends with fixed MPS. These results are discussed in terms of surface migration mechanisms based on entropic driving forces and the molecular-weight dependence of the mutual diffusion coefficient of PS-b-PMMA in PS.&quot;,&quot;author&quot;:[{&quot;dropping-particle&quot;:&quot;&quot;,&quot;family&quot;:&quot;Lee&quot;,&quot;given&quot;:&quot;Hojun&quot;,&quot;non-dropping-particle&quot;:&quot;&quot;,&quot;parse-names&quot;:false,&quot;suffix&quot;:&quot;&quot;},{&quot;dropping-particle&quot;:&quot;&quot;,&quot;family&quot;:&quot;Archer&quot;,&quot;given&quot;:&quot;Lynden A.&quot;,&quot;non-dropping-particle&quot;:&quot;&quot;,&quot;parse-names&quot;:false,&quot;suffix&quot;:&quot;&quot;}],&quot;container-title&quot;:&quot;Polymer Engineering and Science&quot;,&quot;id&quot;:&quot;9746e725-b2c3-3d82-a5ab-4dd2106b2fa4&quot;,&quot;issue&quot;:&quot;7&quot;,&quot;issued&quot;:{&quot;date-parts&quot;:[[&quot;2002&quot;]]},&quot;page&quot;:&quot;1568-1579&quot;,&quot;title&quot;:&quot;Functionalizing polymer surfaces by field-induced migration of copolymer additives - Role of shear fields&quot;,&quot;type&quot;:&quot;article-journal&quot;,&quot;volume&quot;:&quot;42&quot;},&quot;uris&quot;:[&quot;http://www.mendeley.com/documents/?uuid=869fb59d-0c0a-4027-b942-01a618bb132a&quot;,&quot;http://www.mendeley.com/documents/?uuid=d3a71126-a6a4-4e9c-97b7-dc4e960a1275&quot;],&quot;isTemporary&quot;:false,&quot;legacyDesktopId&quot;:&quot;869fb59d-0c0a-4027-b942-01a618bb132a&quot;},{&quot;id&quot;:&quot;dafd24bc-970c-511b-bd01-4a12815d3076&quot;,&quot;itemData&quot;:{&quot;DOI&quot;:&quot;10.1002/vnl.20102&quot;,&quot;ISSN&quot;:&quot;10835601&quot;,&quot;author&quot;:[{&quot;dropping-particle&quot;:&quot;&quot;,&quot;family&quot;:&quot;Zhu&quot;,&quot;given&quot;:&quot;Siqiang&quot;,&quot;non-dropping-particle&quot;:&quot;&quot;,&quot;parse-names&quot;:false,&quot;suffix&quot;:&quot;&quot;},{&quot;dropping-particle&quot;:&quot;&quot;,&quot;family&quot;:&quot;Hirt&quot;,&quot;given&quot;:&quot;Douglas E.&quot;,&quot;non-dropping-particle&quot;:&quot;&quot;,&quot;parse-names&quot;:false,&quot;suffix&quot;:&quot;&quot;}],&quot;container-title&quot;:&quot;Journal of Vinyl and Additive Technology&quot;,&quot;id&quot;:&quot;dafd24bc-970c-511b-bd01-4a12815d3076&quot;,&quot;issue&quot;:&quot;2&quot;,&quot;issued&quot;:{&quot;date-parts&quot;:[[&quot;2007&quot;]]},&quot;page&quot;:&quot;57-64&quot;,&quot;title&quot;:&quot;Hydrophilization of polypropylene films by using migratory additives&quot;,&quot;type&quot;:&quot;article-journal&quot;,&quot;volume&quot;:&quot;13&quot;},&quot;uris&quot;:[&quot;http://www.mendeley.com/documents/?uuid=58f01509-4ac8-4daa-bfa2-1bce167600b4&quot;,&quot;http://www.mendeley.com/documents/?uuid=66c5eedd-5fc4-41ea-b1cf-cbf40bf280a9&quot;],&quot;isTemporary&quot;:false,&quot;legacyDesktopId&quot;:&quot;58f01509-4ac8-4daa-bfa2-1bce167600b4&quot;}],&quot;properties&quot;:{&quot;noteIndex&quot;:0},&quot;isEdited&quot;:false,&quot;manualOverride&quot;:{&quot;citeprocText&quot;:&quot;[18,19]&quot;,&quot;isManuallyOverriden&quot;:false,&quot;manualOverrideText&quot;:&quot;&quot;},&quot;citationTag&quot;:&quot;MENDELEY_CITATION_v3_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&quot;},{&quot;citationID&quot;:&quot;MENDELEY_CITATION_54eb6207-80f6-40c0-b78f-c4eb596a2747&quot;,&quot;citationItems&quot;:[{&quot;id&quot;:&quot;ee68ad15-7751-33b3-9d8e-11cc83ed6eb1&quot;,&quot;itemData&quot;:{&quot;DOI&quot;:&quot;10.1021/ma9709866&quot;,&quot;ISSN&quot;:&quot;00249297&quot;,&quot;abstract&quot;:&quot; Surface molecular aggregation structure and surface molecular motions\\nof high-molecular-weight polystyrene/low-molecular-weight poly(methyl\\nmethacrylate) (HMW-PS/LMW-PMMA) blend films were investigated on\\nthe basis of X-ray photoelectron spectroscopic measurements and scanning\\nforce microscopic observations. Monodisperse PS with Mn = 1450k,\\nwhere Mn denotes the number-average molecular-weight, and monodisperse\\nPMMAs with Mn 1.2k, 4.2k, 40.5k, 144k, and 387k were used as HMW-PS\\nand LMW-PMMAs, respectively. Static contact angle measurements revealed\\nthat the magnitudes of surface free energy, γ, of PMMAs for all\\nMns studied here were higher than that of PS with Mn = 1450K. In\\nthe case of the (HMW-PS/LMW-PMMA) blend films, in which the Mn for\\neach PMMA was less than 144K, PMMA was preferentially segregated\\nat the air−polymer interface, even though PMMA had a main chain\\nwith a higher γ compared with that of PS. It was found from scanning\\nviscoelasticity microscopic measurements that the surface molecular\\nmotion of the (PS with Mn = 1450k/PMMA with Mn = 4.2k) blend film\\nwas fairly activated in comparison with that of the bulk one due\\nto the surface segregation of LMW-PMMA. The surface enrichment of\\nLMW-PMMA can be explained by enthalpic and entropic terms as follows.\\n(1) Since the magnitudes of γ of both chain end groups of a polymer\\nchain synthesized by an ordinary living anionic polymerization are\\nsmaller than that of the main chain part, the chain end groups are\\npreferentially segregated at the surface. Therefore, the chain end\\neffect at the air−polymer interface becomes more remarkable with\\na decrease of Mn, due to an increases in the number density of chain\\nend groups. (2) Since polymeric chains existing in a surface region\\nare compressed along the direction perpendicular to the film surface,\\nthe surface chains take smaller conformational entropy in a confined\\nstate compared with that of bulk chains. The difference in conformational\\nentropy between the surface chain and the bulk one, that is, the\\nconformational entropic penalty of the polymeric chain at the surface,\\ndecreases with a decrease in Mn. Then, when the enthalpic and entropic\\neffects mentioned above overcome the γ difference of main chain\\nparts between PS and PMMA, PMMA with higher γ is stably enriched\\nat the blend film surface. &quot;,&quot;author&quot;:[{&quot;dropping-particle&quot;:&quot;&quot;,&quot;family&quot;:&quot;Tanaka&quot;,&quot;given&quot;:&quot;Keiji&quot;,&quot;non-dropping-particle&quot;:&quot;&quot;,&quot;parse-names&quot;:false,&quot;suffix&quot;:&quot;&quot;},{&quot;dropping-particle&quot;:&quot;&quot;,&quot;family&quot;:&quot;Takahara&quot;,&quot;given&quot;:&quot;Atsushi&quot;,&quot;non-dropping-particle&quot;:&quot;&quot;,&quot;parse-names&quot;:false,&quot;suffix&quot;:&quot;&quot;},{&quot;dropping-particle&quot;:&quot;&quot;,&quot;family&quot;:&quot;Kajiyama&quot;,&quot;given&quot;:&quot;Tisato&quot;,&quot;non-dropping-particle&quot;:&quot;&quot;,&quot;parse-names&quot;:false,&quot;suffix&quot;:&quot;&quot;}],&quot;container-title&quot;:&quot;Macromolecules&quot;,&quot;id&quot;:&quot;ee68ad15-7751-33b3-9d8e-11cc83ed6eb1&quot;,&quot;issue&quot;:&quot;3&quot;,&quot;issued&quot;:{&quot;date-parts&quot;:[[&quot;1998&quot;]]},&quot;page&quot;:&quot;863-869&quot;,&quot;title&quot;:&quot;Surface molecular aggregation structure and surface molecular motions of high-molecular-weight polystyrene/low-molecular-weight poly(methyl methacrylate) blend films&quot;,&quot;type&quot;:&quot;article-journal&quot;,&quot;volume&quot;:&quot;31&quot;},&quot;uris&quot;:[&quot;http://www.mendeley.com/documents/?uuid=ecd0eea6-4110-4052-a2e9-71e12dcd53a7&quot;,&quot;http://www.mendeley.com/documents/?uuid=08dd7fc6-78b6-466e-9cb9-a1679581d40a&quot;],&quot;isTemporary&quot;:false,&quot;legacyDesktopId&quot;:&quot;ecd0eea6-4110-4052-a2e9-71e12dcd53a7&quot;},{&quot;id&quot;:&quot;23e5cc6b-198f-3e1a-ae41-5762441a2733&quot;,&quot;itemData&quot;:{&quot;DOI&quot;:&quot;10.1021/ma00055a026&quot;,&quot;ISSN&quot;:&quot;15205835&quot;,&quot;abstract&quot;:&quot;---The conformation of polymer chains in the melt near an impenetrable boundary has recently been studied by molecular dynamics' and off-lattice Monte Carlo simu-lati0ns.H Both types of calculations show an enhancement of the chain end density within a distance of approximately two polymer segment lengths of the interface relative to the bulk. In the absence of preferential interactions between monomers and the interface, the segregation arises from minimizing the loss of conformational entropy near an impenetrable boundary; i.e., by positioning an end near the surface, only one unit rather than two is reflected. In order to obtain an experimental measure of thie effect, monodisperse (M,/M,, &lt; 1.1) polystyrene (PS) chains of molecular weight 63 O00 with short blocks of deuterated polystyrene (dPS) (M, = 1300) at eachend were prepared. The block length was kept as short as possible, while yet producing sufficient neutron scattering contrast in order to minimize any preferential surface segregation due to isotopic effects.6 The synthesis was carried out via living anionic polymerization of a purified styrene monomer in cyclohexane at 60 OC, utilizing sec-butyllithium as the initiator. The process was terminated using degassed methanol. Samples were prepared by spin casting a layer of the triblock copolymer from toluene, approximately 2460 A&quot;,&quot;author&quot;:[{&quot;dropping-particle&quot;:&quot;&quot;,&quot;family&quot;:&quot;Zhao&quot;,&quot;given&quot;:&quot;W.&quot;,&quot;non-dropping-particle&quot;:&quot;&quot;,&quot;parse-names&quot;:false,&quot;suffix&quot;:&quot;&quot;},{&quot;dropping-particle&quot;:&quot;&quot;,&quot;family&quot;:&quot;Zhao&quot;,&quot;given&quot;:&quot;X.&quot;,&quot;non-dropping-particle&quot;:&quot;&quot;,&quot;parse-names&quot;:false,&quot;suffix&quot;:&quot;&quot;},{&quot;dropping-particle&quot;:&quot;&quot;,&quot;family&quot;:&quot;Rafailovich&quot;,&quot;given&quot;:&quot;M. H.&quot;,&quot;non-dropping-particle&quot;:&quot;&quot;,&quot;parse-names&quot;:false,&quot;suffix&quot;:&quot;&quot;},{&quot;dropping-particle&quot;:&quot;&quot;,&quot;family&quot;:&quot;Sokolov&quot;,&quot;given&quot;:&quot;J.&quot;,&quot;non-dropping-particle&quot;:&quot;&quot;,&quot;parse-names&quot;:false,&quot;suffix&quot;:&quot;&quot;},{&quot;dropping-particle&quot;:&quot;&quot;,&quot;family&quot;:&quot;Composto&quot;,&quot;given&quot;:&quot;R. J.&quot;,&quot;non-dropping-particle&quot;:&quot;&quot;,&quot;parse-names&quot;:false,&quot;suffix&quot;:&quot;&quot;},{&quot;dropping-particle&quot;:&quot;&quot;,&quot;family&quot;:&quot;Smith&quot;,&quot;given&quot;:&quot;S. D.&quot;,&quot;non-dropping-particle&quot;:&quot;&quot;,&quot;parse-names&quot;:false,&quot;suffix&quot;:&quot;&quot;},{&quot;dropping-particle&quot;:&quot;&quot;,&quot;family&quot;:&quot;Satkowski&quot;,&quot;given&quot;:&quot;M.&quot;,&quot;non-dropping-particle&quot;:&quot;&quot;,&quot;parse-names&quot;:false,&quot;suffix&quot;:&quot;&quot;},{&quot;dropping-particle&quot;:&quot;&quot;,&quot;family&quot;:&quot;Russell&quot;,&quot;given&quot;:&quot;T. P.&quot;,&quot;non-dropping-particle&quot;:&quot;&quot;,&quot;parse-names&quot;:false,&quot;suffix&quot;:&quot;&quot;},{&quot;dropping-particle&quot;:&quot;&quot;,&quot;family&quot;:&quot;Dozier&quot;,&quot;given&quot;:&quot;W. D.&quot;,&quot;non-dropping-particle&quot;:&quot;&quot;,&quot;parse-names&quot;:false,&quot;suffix&quot;:&quot;&quot;},{&quot;dropping-particle&quot;:&quot;&quot;,&quot;family&quot;:&quot;Mansfield&quot;,&quot;given&quot;:&quot;T.&quot;,&quot;non-dropping-particle&quot;:&quot;&quot;,&quot;parse-names&quot;:false,&quot;suffix&quot;:&quot;&quot;}],&quot;container-title&quot;:&quot;Macromolecules&quot;,&quot;id&quot;:&quot;23e5cc6b-198f-3e1a-ae41-5762441a2733&quot;,&quot;issue&quot;:&quot;3&quot;,&quot;issued&quot;:{&quot;date-parts&quot;:[[&quot;1993&quot;]]},&quot;page&quot;:&quot;561-562&quot;,&quot;title&quot;:&quot;Segregation of Chain Ends to Polymer Melt Surfaces and Interfaces&quot;,&quot;type&quot;:&quot;article-journal&quot;,&quot;volume&quot;:&quot;26&quot;},&quot;uris&quot;:[&quot;http://www.mendeley.com/documents/?uuid=04f398fd-8375-4dcc-9818-b416cf3c519c&quot;,&quot;http://www.mendeley.com/documents/?uuid=8215139d-1542-4b1d-a450-5a43a95a1de4&quot;],&quot;isTemporary&quot;:false,&quot;legacyDesktopId&quot;:&quot;04f398fd-8375-4dcc-9818-b416cf3c519c&quot;}],&quot;properties&quot;:{&quot;noteIndex&quot;:0},&quot;isEdited&quot;:false,&quot;manualOverride&quot;:{&quot;citeprocText&quot;:&quot;[20,21]&quot;,&quot;isManuallyOverriden&quot;:false,&quot;manualOverrideText&quot;:&quot;&quot;},&quot;citationTag&quot;:&quot;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&quot;},{&quot;citationID&quot;:&quot;MENDELEY_CITATION_12704db7-0b38-4c63-8370-946814e67e71&quot;,&quot;citationItems&quot;:[{&quot;id&quot;:&quot;a3133960-8f4b-38e0-adff-db5718f5dd8b&quot;,&quot;itemData&quot;:{&quot;DOI&quot;:&quot;10.1063/1.457840&quot;,&quot;ISSN&quot;:&quot;00219606&quot;,&quot;abstract&quot;:&quot;We performed a series of molecular dynamics simulations investigating the static and dynamic properties of polymer melts confined between planar solid surfaces. The solid-melt interface was found to be very narrow (approximately two segment diameters) and independent of chain length. Inside the interface the segment density profile was oscillatory, the bond orientation altered between directions parallel and normal to the solid surface, and the chain ends accumulated very close to the wall (in the absence of strong wall-segment attraction). The oscillations of the segment density profile were weaker and were dampened faster than those of a simple fluid density profile next to the same solid surface. This reflected the reduced ability of sequences of connected segments (chains) to layer themselves against a solid surface because of restrictions on their configurations imposed by the chain connectivity requirement. This effect made the solid-melt interface even narrower than that of a simple fluid. Only the chain portions lying inside the interface had their shape affected by the wall. Chain statistical segments inside the interface assumed orientations parallel to the wall. In the absence of wall-segment attraction, the size of the statistical segments inside the interface was unaffected. This situation resulted in an apparent decrease of the radius of gyration normal to the wall an apparent increase of the radius of gyration parallel to the wall and spatial independence of the total radius of gyration. The wall effect was gradually diminished and chains assumed their bulk dimensions when their center-of-mass was so far from the solid surface that no portions of the chain could reach the interface (i.e., at a distance comparable to the bulk radius of gyration). The microscopic dynamics of chain portions inside the interface were strongly anisotropic. The mobility increased in the direction parallel to the wall and decreased normal to the wall. This fact was caused by the angular asymmetry of the segment-segment collisions inside the interface, i.e., by the same mechanism that induces the segment layering. The total mobility inside the neutral wall-melt interface was identical with that in the bulk reflecting the fact that the average segment density inside the interface had essentially the bulk value. The presence of strong wall-segment attraction increased the average interfacial density above the bulk value and lowered the mobility of the interfacial c…&quot;,&quot;author&quot;:[{&quot;dropping-particle&quot;:&quot;&quot;,&quot;family&quot;:&quot;Bitsanis&quot;,&quot;given&quot;:&quot;I.&quot;,&quot;non-dropping-particle&quot;:&quot;&quot;,&quot;parse-names&quot;:false,&quot;suffix&quot;:&quot;&quot;},{&quot;dropping-particle&quot;:&quot;&quot;,&quot;family&quot;:&quot;Hadziioannou&quot;,&quot;given&quot;:&quot;G.&quot;,&quot;non-dropping-particle&quot;:&quot;&quot;,&quot;parse-names&quot;:false,&quot;suffix&quot;:&quot;&quot;}],&quot;container-title&quot;:&quot;The Journal of Chemical Physics&quot;,&quot;id&quot;:&quot;a3133960-8f4b-38e0-adff-db5718f5dd8b&quot;,&quot;issued&quot;:{&quot;date-parts&quot;:[[&quot;1990&quot;]]},&quot;page&quot;:&quot;3827&quot;,&quot;title&quot;:&quot;Molecular dynamics simulations of the structure and dynamics of confined polymer melts&quot;,&quot;type&quot;:&quot;article-journal&quot;,&quot;volume&quot;:&quot;92&quot;},&quot;uris&quot;:[&quot;http://www.mendeley.com/documents/?uuid=73380045-4ae5-4090-b339-02e324443ee1&quot;,&quot;http://www.mendeley.com/documents/?uuid=23447183-f418-4143-9ef7-4bf86947cd7f&quot;],&quot;isTemporary&quot;:false,&quot;legacyDesktopId&quot;:&quot;73380045-4ae5-4090-b339-02e324443ee1&quot;},{&quot;id&quot;:&quot;c90a5bf9-f973-32cf-a8cc-6f01f020372b&quot;,&quot;itemData&quot;:{&quot;DOI&quot;:&quot;10.1021/ma061377d&quot;,&quot;ISBN&quot;:&quot;0024-9297&quot;,&quot;ISSN&quot;:&quot;00249297&quot;,&quot;abstract&quot;:&quot;Experimental methods for estimating entropic attraction parameters, U-e (attraction of chain ends) and U-j (repulsion of branched points), are important for quantifying surface enrichment of arbitrarily branched polymer components in blends. Measurements of Ue and Uj are also important for determining points of reversal of enrichment, where a small linear or branched species with higher surface energy is preferentially enriched at the surface of a blend with a chemically different, yet miscible polymer. In this article, we show that measurements of polymer surface tension as a function of molecular weight provides a simple tool for quantifying their entropic attraction to surfaces. Specifically, we show that in the limit of high molar mass the surface tension gamma of a branched polymer with n(e) ends and n(j) branch points varies as gamma[(Mw) congruent to gamma](infinity) + [rho bRT(n(e)U(e) + n(j)U(j))]/ M-w, where M-w is the molecular weight of the polymer, rho(b) is the bulk density, R is the gas constant, and T is the temperature. Surface tension values predicted using this expression are compared with values determined from self-consistent-field theory simulations of polymers on a lattice, including compressibility effects. We also estimate the value of Ue from published surface tension data for polystyrene and use the estimate to predict surface enrichment in linear polystyrene/deuterated polystyrene blends. Significantly, we find that the phenomenon of reversal of isotopic enrichment at PS/dPS blend surfaces reported by Hariharan et al. [J. Chem. Phys. 1993, 98, 4163- 4173] is quite well predicted using the linear response theory.&quot;,&quot;author&quot;:[{&quot;dropping-particle&quot;:&quot;&quot;,&quot;family&quot;:&quot;Minnikanti&quot;,&quot;given&quot;:&quot;Venkatachala S.&quot;,&quot;non-dropping-particle&quot;:&quot;&quot;,&quot;parse-names&quot;:false,&quot;suffix&quot;:&quot;&quot;},{&quot;dropping-particle&quot;:&quot;&quot;,&quot;family&quot;:&quot;Archer&quot;,&quot;given&quot;:&quot;Lynden A.&quot;,&quot;non-dropping-particle&quot;:&quot;&quot;,&quot;parse-names&quot;:false,&quot;suffix&quot;:&quot;&quot;}],&quot;container-title&quot;:&quot;Macromolecules&quot;,&quot;id&quot;:&quot;c90a5bf9-f973-32cf-a8cc-6f01f020372b&quot;,&quot;issue&quot;:&quot;22&quot;,&quot;issued&quot;:{&quot;date-parts&quot;:[[&quot;2006&quot;]]},&quot;page&quot;:&quot;7718-7728&quot;,&quot;title&quot;:&quot;Entropic attraction of polymers toward surfaces and its relationship to surface tension&quot;,&quot;type&quot;:&quot;article-journal&quot;,&quot;volume&quot;:&quot;39&quot;},&quot;uris&quot;:[&quot;http://www.mendeley.com/documents/?uuid=a3bd9145-825c-41e1-abd7-20be887c6b9e&quot;,&quot;http://www.mendeley.com/documents/?uuid=38f877b1-4717-4cb1-8ab8-2868e27f7e22&quot;],&quot;isTemporary&quot;:false,&quot;legacyDesktopId&quot;:&quot;a3bd9145-825c-41e1-abd7-20be887c6b9e&quot;},{&quot;id&quot;:&quot;3dc2d31c-d480-5a5a-acaa-5f2673d7ebb6&quot;,&quot;itemData&quot;:{&quot;DOI&quot;:&quot;10.1063/1.455611&quot;,&quot;ISSN&quot;:&quot;00219606&quot;,&quot;abstract&quot;:&quot;In this paper, we present the results of Monte Carlo simulations of the static properties of polymer melts confined between hard walls. The simulations are conducted in the canonical ensemble with a method that is a combination of reptation and crankshaft motions. 1250 polymer chains each comprising of 100 connected beads are placed in a box which allows for the simulation of a typical polymer melt confined between two hard plates at a separation of 51 bead diameters. Noncovalently bonded beads are assumed to interact with an empirical 6-12 Lennard-Jones potential which has parameters chosen to simulate a polyethylene melt at 400 K. From the analysis of the simulation results we show the existence of two relevant length scales in the problem. Single-chain statistics are perturbed by the wall, and this effect is screened out only after one proceeds to a distance comparable to twice the unperturbed radius of gyration of the polymer chain. However, many-chain statistics, i.e., packing and orientation of chain segments, are screened out as soon as one proceeds about three times the bead size from the wall. The simulation also allows for the study of the conformations of chains near the wall, and we observe that chains near the surface are flattened into nearly two-dimensional structures. The interface therefore corresponds to a region where chain configurations gradually evolve from this nearly two-dimensional structure to the unperturbed, three-dimensional Gaussian configurations in the bulk. © 1988 American Institute of Physics.&quot;,&quot;author&quot;:[{&quot;dropping-particle&quot;:&quot;&quot;,&quot;family&quot;:&quot;Kumar&quot;,&quot;given&quot;:&quot;Sanat K.&quot;,&quot;non-dropping-particle&quot;:&quot;&quot;,&quot;parse-names&quot;:false,&quot;suffix&quot;:&quot;&quot;},{&quot;dropping-particle&quot;:&quot;&quot;,&quot;family&quot;:&quot;Vacatello&quot;,&quot;given&quot;:&quot;Michele&quot;,&quot;non-dropping-particle&quot;:&quot;&quot;,&quot;parse-names&quot;:false,&quot;suffix&quot;:&quot;&quot;},{&quot;dropping-particle&quot;:&quot;&quot;,&quot;family&quot;:&quot;Yoon&quot;,&quot;given&quot;:&quot;Do Y.&quot;,&quot;non-dropping-particle&quot;:&quot;&quot;,&quot;parse-names&quot;:false,&quot;suffix&quot;:&quot;&quot;}],&quot;container-title&quot;:&quot;The Journal of Chemical Physics&quot;,&quot;id&quot;:&quot;3dc2d31c-d480-5a5a-acaa-5f2673d7ebb6&quot;,&quot;issue&quot;:&quot;8&quot;,&quot;issued&quot;:{&quot;date-parts&quot;:[[&quot;1988&quot;]]},&quot;page&quot;:&quot;5206-5215&quot;,&quot;title&quot;:&quot;Off-lattice Monte Carlo simulations of polymer melts confined between two plates&quot;,&quot;type&quot;:&quot;article-journal&quot;,&quot;volume&quot;:&quot;89&quot;},&quot;uris&quot;:[&quot;http://www.mendeley.com/documents/?uuid=1f130c12-787f-47dc-b728-1321ed1b368c&quot;,&quot;http://www.mendeley.com/documents/?uuid=a77dcf65-71d7-4f74-b058-87d684f7fcc5&quot;],&quot;isTemporary&quot;:false,&quot;legacyDesktopId&quot;:&quot;1f130c12-787f-47dc-b728-1321ed1b368c&quot;}],&quot;properties&quot;:{&quot;noteIndex&quot;:0},&quot;isEdited&quot;:false,&quot;manualOverride&quot;:{&quot;citeprocText&quot;:&quot;[22–24]&quot;,&quot;isManuallyOverriden&quot;:false,&quot;manualOverrideText&quot;:&quot;&quot;},&quot;citationTag&quot;:&quot;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&quot;},{&quot;citationID&quot;:&quot;MENDELEY_CITATION_4096f60e-caf2-49dc-9b22-72ef073acc73&quot;,&quot;citationItems&quot;:[{&quot;id&quot;:&quot;d7ff6610-c779-38d0-bad3-402e731048ea&quot;,&quot;itemData&quot;:{&quot;DOI&quot;:&quot;10.1002/app.31051&quot;,&quot;ISBN&quot;:&quot;1097-4628&quot;,&quot;ISSN&quot;:&quot;00218995&quot;,&quot;author&quot;:[{&quot;dropping-particle&quot;:&quot;&quot;,&quot;family&quot;:&quot;Datla&quot;,&quot;given&quot;:&quot;Vasantha M.&quot;,&quot;non-dropping-particle&quot;:&quot;&quot;,&quot;parse-names&quot;:false,&quot;suffix&quot;:&quot;&quot;},{&quot;dropping-particle&quot;:&quot;&quot;,&quot;family&quot;:&quot;Shim&quot;,&quot;given&quot;:&quot;Eunkyoung&quot;,&quot;non-dropping-particle&quot;:&quot;&quot;,&quot;parse-names&quot;:false,&quot;suffix&quot;:&quot;&quot;},{&quot;dropping-particle&quot;:&quot;&quot;,&quot;family&quot;:&quot;Pourdeyhimi&quot;,&quot;given&quot;:&quot;Behnam&quot;,&quot;non-dropping-particle&quot;:&quot;&quot;,&quot;parse-names&quot;:false,&quot;suffix&quot;:&quot;&quot;}],&quot;container-title&quot;:&quot;Journal of Applied Polymer Science&quot;,&quot;id&quot;:&quot;d7ff6610-c779-38d0-bad3-402e731048ea&quot;,&quot;issue&quot;:&quot;3&quot;,&quot;issued&quot;:{&quot;date-parts&quot;:[[&quot;2011&quot;]]},&quot;page&quot;:&quot;1335-1347&quot;,&quot;title&quot;:&quot;Polypropylene surface modification with stearyl alcohol ethoxylates to enhance wettability&quot;,&quot;type&quot;:&quot;article-journal&quot;,&quot;volume&quot;:&quot;121&quot;},&quot;uris&quot;:[&quot;http://www.mendeley.com/documents/?uuid=2c88978a-ecdd-445b-8f01-68c690ebc588&quot;,&quot;http://www.mendeley.com/documents/?uuid=c4ceb109-c704-4ef0-8267-75b3431a06e1&quot;],&quot;isTemporary&quot;:false,&quot;legacyDesktopId&quot;:&quot;2c88978a-ecdd-445b-8f01-68c690ebc588&quot;},{&quot;id&quot;:&quot;fa57c506-2449-3ad6-9157-ef6e763107ab&quot;,&quot;itemData&quot;:{&quot;DOI&quot;:&quot;10.1002/pen.23153&quot;,&quot;ISSN&quot;:&quot;00323888&quot;,&quot;author&quot;:[{&quot;dropping-particle&quot;:&quot;&quot;,&quot;family&quot;:&quot;Datla&quot;,&quot;given&quot;:&quot;V. M&quot;,&quot;non-dropping-particle&quot;:&quot;&quot;,&quot;parse-names&quot;:false,&quot;suffix&quot;:&quot;&quot;},{&quot;dropping-particle&quot;:&quot;&quot;,&quot;family&quot;:&quot;Shim&quot;,&quot;given&quot;:&quot;E.&quot;,&quot;non-dropping-particle&quot;:&quot;&quot;,&quot;parse-names&quot;:false,&quot;suffix&quot;:&quot;&quot;},{&quot;dropping-particle&quot;:&quot;&quot;,&quot;family&quot;:&quot;Pourdeyhimi&quot;,&quot;given&quot;:&quot;B.&quot;,&quot;non-dropping-particle&quot;:&quot;&quot;,&quot;parse-names&quot;:false,&quot;suffix&quot;:&quot;&quot;}],&quot;container-title&quot;:&quot;Polymer Engineering and Science&quot;,&quot;id&quot;:&quot;fa57c506-2449-3ad6-9157-ef6e763107ab&quot;,&quot;issue&quot;:&quot;9&quot;,&quot;issued&quot;:{&quot;date-parts&quot;:[[&quot;2012&quot;]]},&quot;page&quot;:&quot;1920-1927&quot;,&quot;title&quot;:&quot;Surface modifications of polypropylene with nonylphenol ethoxylates melt additives&quot;,&quot;type&quot;:&quot;article-journal&quot;,&quot;volume&quot;:&quot;52&quot;},&quot;uris&quot;:[&quot;http://www.mendeley.com/documents/?uuid=7756ab85-a14e-4589-8161-8c28cf3b33e9&quot;,&quot;http://www.mendeley.com/documents/?uuid=80f21c0f-b1e9-4763-a24e-45bd3d194d0d&quot;],&quot;isTemporary&quot;:false,&quot;legacyDesktopId&quot;:&quot;7756ab85-a14e-4589-8161-8c28cf3b33e9&quot;},{&quot;id&quot;:&quot;aed9da39-fc54-3d66-9fbd-19b94bae1ef9&quot;,&quot;itemData&quot;:{&quot;DOI&quot;:&quot;10.1177/8756087907084730&quot;,&quot;ISSN&quot;:&quot;8756-0879&quot;,&quot;abstract&quot;:&quot;This article describes the measurement of the diffusivity of a commercial hydrophilic additive (CHA), Irgasurf HL560, at concentrations of 5 and 10 wt% in polypropylene films at different temperatures. The model used was a standard 1-D diffusion model, in which the film weight was expressed as a function of time as the additive concentration at the film surface was kept at zero at all times. Experimentally, two cases were compared: (1) Washing additive off the film surface with limited contact with the solvent, while PP films were stored in air and tested at 25, 40, 55, and 70°C up to 20 days. (2) Immersing the film in solvent with continuous stirring at 25°C for 10 days, 44°C for 2 days, and 65°C for 10 h. Diffusivity measured by the surface-washing method was 10 -14 to 10 -12 cm 2 /s, and 10 -12 to 10 -10 by the immersion method. TGA results showed no effect of solvent enhancement to additive diffusion at 25°C but slightly enhanced at 44 and 65°C. Results for both the surface-washing and immersion methods are shown for instructive purposes. It is clear that the diffusivity calculated from surface-washing is much lower than from continuous immersion, largely because the boundary condition of zero additive concentration of the film surfaces was invalid between washings as additive bloomed to the surfaces and accumulated there. The continuous immersion method more closely matched the zero boundary condition used in the model and thus gave more accurate diffusivity values than did the surface-washing method.&quot;,&quot;author&quot;:[{&quot;dropping-particle&quot;:&quot;&quot;,&quot;family&quot;:&quot;Siqiang Zhu&quot;,&quot;given&quot;:&quot;&quot;,&quot;non-dropping-particle&quot;:&quot;&quot;,&quot;parse-names&quot;:false,&quot;suffix&quot;:&quot;&quot;},{&quot;dropping-particle&quot;:&quot;&quot;,&quot;family&quot;:&quot;Welsh&quot;,&quot;given&quot;:&quot;Noah&quot;,&quot;non-dropping-particle&quot;:&quot;&quot;,&quot;parse-names&quot;:false,&quot;suffix&quot;:&quot;&quot;},{&quot;dropping-particle&quot;:&quot;&quot;,&quot;family&quot;:&quot;Hirt&quot;,&quot;given&quot;:&quot;Douglas E.&quot;,&quot;non-dropping-particle&quot;:&quot;&quot;,&quot;parse-names&quot;:false,&quot;suffix&quot;:&quot;&quot;}],&quot;container-title&quot;:&quot;Journal of Plastic Film &amp; Sheeting&quot;,&quot;id&quot;:&quot;aed9da39-fc54-3d66-9fbd-19b94bae1ef9&quot;,&quot;issue&quot;:&quot;3&quot;,&quot;issued&quot;:{&quot;date-parts&quot;:[[&quot;2007&quot;,&quot;7&quot;]]},&quot;page&quot;:&quot;187-201&quot;,&quot;title&quot;:&quot;Determination of the Diffusivity of a Hydrophilic Migratory Additive in Ipp Films&quot;,&quot;type&quot;:&quot;article-journal&quot;,&quot;volume&quot;:&quot;23&quot;},&quot;uris&quot;:[&quot;http://www.mendeley.com/documents/?uuid=55c82708-2822-4709-a3e8-b97d2a4e358d&quot;,&quot;http://www.mendeley.com/documents/?uuid=d8b14fa4-c5e8-4669-8e27-7cf5012a9fa4&quot;],&quot;isTemporary&quot;:false,&quot;legacyDesktopId&quot;:&quot;55c82708-2822-4709-a3e8-b97d2a4e358d&quot;},{&quot;id&quot;:&quot;f26496c0-0334-54ec-920d-5978ba70d279&quot;,&quot;itemData&quot;:{&quot;DOI&quot;:&quot;10.1021/acs.langmuir.7b04046&quot;,&quot;abstract&quot;:&quot;The blooming of sodium dodecyl sulfate (SDS) and the influence of plasticizer (glycerol) on the surfactant distribution in poly(vinyl alcohol) (PVA) films have been explored by neutron reflectometry (NR) and ion beam analysis techniques. When in binary films with PVA, deuterated SDS (d25-SDS) forms a surface excess corresponding to a wetting layer of the surfactant molecules at the film surface. The magnitude of this surface excess increased significantly in the presence of the plasticizer, and the surfactant was largely excluded from the PVA subphase. NR revealed smectic nanostructures for both SDS and glycerol components within this surface excess in plasticized films. This combined layer comprises surfactant lamellae, separated by interstitial glycerol-rich layers, which is only formed in the plasticized films and persists throughout the surface excess. Atomic force microscopy micrographs of the film surfaces revealed platelike structures in the plasticized PVA, which were consistent with the rigid defects&quot;,&quot;author&quot;:[{&quot;dropping-particle&quot;:&quot;&quot;,&quot;family&quot;:&quot;Briddick&quot;,&quot;given&quot;:&quot;Arron&quot;,&quot;non-dropping-particle&quot;:&quot;&quot;,&quot;parse-names&quot;:false,&quot;suffix&quot;:&quot;&quot;},{&quot;dropping-particle&quot;:&quot;&quot;,&quot;family&quot;:&quot;J. Fong&quot;,&quot;given&quot;:&quot;Rebecca&quot;,&quot;non-dropping-particle&quot;:&quot;&quot;,&quot;parse-names&quot;:false,&quot;suffix&quot;:&quot;&quot;},{&quot;dropping-particle&quot;:&quot;&quot;,&quot;family&quot;:&quot;F. D. Sabattié&quot;,&quot;given&quot;:&quot;Elise&quot;,&quot;non-dropping-particle&quot;:&quot;&quot;,&quot;parse-names&quot;:false,&quot;suffix&quot;:&quot;&quot;},{&quot;dropping-particle&quot;:&quot;&quot;,&quot;family&quot;:&quot;Li&quot;,&quot;given&quot;:&quot;Peixun&quot;,&quot;non-dropping-particle&quot;:&quot;&quot;,&quot;parse-names&quot;:false,&quot;suffix&quot;:&quot;&quot;},{&quot;dropping-particle&quot;:&quot;&quot;,&quot;family&quot;:&quot;W. A. Skoda&quot;,&quot;given&quot;:&quot;Maximilian&quot;,&quot;non-dropping-particle&quot;:&quot;&quot;,&quot;parse-names&quot;:false,&quot;suffix&quot;:&quot;&quot;},{&quot;dropping-particle&quot;:&quot;&quot;,&quot;family&quot;:&quot;Courchay&quot;,&quot;given&quot;:&quot;Florence&quot;,&quot;non-dropping-particle&quot;:&quot;&quot;,&quot;parse-names&quot;:false,&quot;suffix&quot;:&quot;&quot;},{&quot;dropping-particle&quot;:&quot;&quot;,&quot;family&quot;:&quot;L. Thompson&quot;,&quot;given&quot;:&quot;Richard&quot;,&quot;non-dropping-particle&quot;:&quot;&quot;,&quot;parse-names&quot;:false,&quot;suffix&quot;:&quot;&quot;}],&quot;container-title&quot;:&quot;Langmuir&quot;,&quot;id&quot;:&quot;f26496c0-0334-54ec-920d-5978ba70d279&quot;,&quot;issue&quot;:&quot;4&quot;,&quot;issued&quot;:{&quot;date-parts&quot;:[[&quot;2018&quot;,&quot;1&quot;,&quot;12&quot;]]},&quot;page&quot;:&quot;1410-1418&quot;,&quot;publisher&quot;:&quot;American Chemical Society&quot;,&quot;title&quot;:&quot;Blooming of Smectic Surfactant/Plasticizer Layers on Spin-Cast Poly(vinyl alcohol) Films&quot;,&quot;type&quot;:&quot;article-journal&quot;,&quot;volume&quot;:&quot;34&quot;},&quot;uris&quot;:[&quot;http://www.mendeley.com/documents/?uuid=915c15e5-6f3a-3c08-b1c8-bdb84e1f5024&quot;],&quot;isTemporary&quot;:false,&quot;legacyDesktopId&quot;:&quot;915c15e5-6f3a-3c08-b1c8-bdb84e1f5024&quot;},{&quot;id&quot;:&quot;a2c808e5-16c5-3396-b9ce-ca106c8f9951&quot;,&quot;itemData&quot;:{&quot;DOI&quot;:&quot;10.1021/acs.langmuir.5b03758&quot;,&quot;ISBN&quot;:&quot;0743-7463&quot;,&quot;ISSN&quot;:&quot;15205827&quot;,&quot;abstract&quot;:&quot;The vertical depth distributions of individual additive components [cetyltrimethylammonium bromide (CTAB), deuterated pentaethylene glycol monododecyl ether (d(25)-C12E5), and deuterated glycerol (d-glycerol.)] in PVA films have been isolated and explored by ion beam analysis techniques and neutron reflectometry. The additives display an unexpectedly rich variety of surface and interfacial behaviors in spin-cast films. In separate binary films with PVA, both d-glycerol and CTAB were evenly distributed, whereas d(25)-C12E5 showed dear evidence for surface and interfacial segregation. The behavior of each surfactant in PVA was reversed when the plasticizer (glycerol) was also incorporated into the films. With increasing plasticizer content, the surface activity of d(25)-C12E5 systematically decreased, but remarkably, when glycerol and CTAB were present in PVA, the surface and interfacial activities of CTAB increased dramatically in the presence of glycerol. Quantification of the surface excess by ion beam analysis revealed that, in many cases, the adsorbed quantity far exceeded what could reasonably be explained by a single layer, thus indicating a wetting transition of the small molecules at the surface or interface of the film. It appears that the surface and interfacial behaviors are partly driven by the relative surface energies of the components, but are also significantly augmented by the incompatibility of the components.&quot;,&quot;author&quot;:[{&quot;dropping-particle&quot;:&quot;&quot;,&quot;family&quot;:&quot;Briddick&quot;,&quot;given&quot;:&quot;Arron&quot;,&quot;non-dropping-particle&quot;:&quot;&quot;,&quot;parse-names&quot;:false,&quot;suffix&quot;:&quot;&quot;},{&quot;dropping-particle&quot;:&quot;&quot;,&quot;family&quot;:&quot;Li&quot;,&quot;given&quot;:&quot;Peixun&quot;,&quot;non-dropping-particle&quot;:&quot;&quot;,&quot;parse-names&quot;:false,&quot;suffix&quot;:&quot;&quot;},{&quot;dropping-particle&quot;:&quot;&quot;,&quot;family&quot;:&quot;Hughes&quot;,&quot;given&quot;:&quot;Arwel&quot;,&quot;non-dropping-particle&quot;:&quot;&quot;,&quot;parse-names&quot;:false,&quot;suffix&quot;:&quot;&quot;},{&quot;dropping-particle&quot;:&quot;&quot;,&quot;family&quot;:&quot;Courchay&quot;,&quot;given&quot;:&quot;Florence&quot;,&quot;non-dropping-particle&quot;:&quot;&quot;,&quot;parse-names&quot;:false,&quot;suffix&quot;:&quot;&quot;},{&quot;dropping-particle&quot;:&quot;&quot;,&quot;family&quot;:&quot;Martinez&quot;,&quot;given&quot;:&quot;Alberto&quot;,&quot;non-dropping-particle&quot;:&quot;&quot;,&quot;parse-names&quot;:false,&quot;suffix&quot;:&quot;&quot;},{&quot;dropping-particle&quot;:&quot;&quot;,&quot;family&quot;:&quot;Thompson&quot;,&quot;given&quot;:&quot;Richard L.&quot;,&quot;non-dropping-particle&quot;:&quot;&quot;,&quot;parse-names&quot;:false,&quot;suffix&quot;:&quot;&quot;}],&quot;container-title&quot;:&quot;Langmuir&quot;,&quot;id&quot;:&quot;a2c808e5-16c5-3396-b9ce-ca106c8f9951&quot;,&quot;issue&quot;:&quot;3&quot;,&quot;issued&quot;:{&quot;date-parts&quot;:[[&quot;2016&quot;]]},&quot;page&quot;:&quot;864-872&quot;,&quot;title&quot;:&quot;Surfactant and Plasticizer Segregation in Thin Poly(vinyl alcohol) Films&quot;,&quot;type&quot;:&quot;article-journal&quot;,&quot;volume&quot;:&quot;32&quot;},&quot;uris&quot;:[&quot;http://www.mendeley.com/documents/?uuid=166d9842-fac6-43cf-95ab-41c72092d035&quot;,&quot;http://www.mendeley.com/documents/?uuid=52dd8dab-cf50-4201-8def-7f1fd0dff7fa&quot;],&quot;isTemporary&quot;:false,&quot;legacyDesktopId&quot;:&quot;166d9842-fac6-43cf-95ab-41c72092d035&quot;},{&quot;id&quot;:&quot;dafd24bc-970c-511b-bd01-4a12815d3076&quot;,&quot;itemData&quot;:{&quot;DOI&quot;:&quot;10.1002/vnl.20102&quot;,&quot;ISSN&quot;:&quot;10835601&quot;,&quot;author&quot;:[{&quot;dropping-particle&quot;:&quot;&quot;,&quot;family&quot;:&quot;Zhu&quot;,&quot;given&quot;:&quot;Siqiang&quot;,&quot;non-dropping-particle&quot;:&quot;&quot;,&quot;parse-names&quot;:false,&quot;suffix&quot;:&quot;&quot;},{&quot;dropping-particle&quot;:&quot;&quot;,&quot;family&quot;:&quot;Hirt&quot;,&quot;given&quot;:&quot;Douglas E.&quot;,&quot;non-dropping-particle&quot;:&quot;&quot;,&quot;parse-names&quot;:false,&quot;suffix&quot;:&quot;&quot;}],&quot;container-title&quot;:&quot;Journal of Vinyl and Additive Technology&quot;,&quot;id&quot;:&quot;dafd24bc-970c-511b-bd01-4a12815d3076&quot;,&quot;issue&quot;:&quot;2&quot;,&quot;issued&quot;:{&quot;date-parts&quot;:[[&quot;2007&quot;]]},&quot;page&quot;:&quot;57-64&quot;,&quot;title&quot;:&quot;Hydrophilization of polypropylene films by using migratory additives&quot;,&quot;type&quot;:&quot;article-journal&quot;,&quot;volume&quot;:&quot;13&quot;},&quot;uris&quot;:[&quot;http://www.mendeley.com/documents/?uuid=58f01509-4ac8-4daa-bfa2-1bce167600b4&quot;,&quot;http://www.mendeley.com/documents/?uuid=66c5eedd-5fc4-41ea-b1cf-cbf40bf280a9&quot;],&quot;isTemporary&quot;:false,&quot;legacyDesktopId&quot;:&quot;58f01509-4ac8-4daa-bfa2-1bce167600b4&quot;}],&quot;properties&quot;:{&quot;noteIndex&quot;:0},&quot;isEdited&quot;:false,&quot;manualOverride&quot;:{&quot;citeprocText&quot;:&quot;[19,25–29]&quot;,&quot;isManuallyOverriden&quot;:false,&quot;manualOverrideText&quot;:&quot;&quot;},&quot;citationTag&quot;:&quot;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&quot;},{&quot;citationID&quot;:&quot;MENDELEY_CITATION_4f81fefe-65a0-4edf-b282-dacb37976aac&quot;,&quot;citationItems&quot;:[{&quot;id&quot;:&quot;460e9ed4-ba2f-54aa-b1ac-9e3fcdb50850&quot;,&quot;itemData&quot;:{&quot;DOI&quot;:&quot;10.1002/pen.23153&quot;,&quot;ISSN&quot;:&quot;00323888&quot;,&quot;author&quot;:[{&quot;dropping-particle&quot;:&quot;&quot;,&quot;family&quot;:&quot;Datla&quot;,&quot;given&quot;:&quot;V. M&quot;,&quot;non-dropping-particle&quot;:&quot;&quot;,&quot;parse-names&quot;:false,&quot;suffix&quot;:&quot;&quot;},{&quot;dropping-particle&quot;:&quot;&quot;,&quot;family&quot;:&quot;Shim&quot;,&quot;given&quot;:&quot;E.&quot;,&quot;non-dropping-particle&quot;:&quot;&quot;,&quot;parse-names&quot;:false,&quot;suffix&quot;:&quot;&quot;},{&quot;dropping-particle&quot;:&quot;&quot;,&quot;family&quot;:&quot;Pourdeyhimi&quot;,&quot;given&quot;:&quot;B.&quot;,&quot;non-dropping-particle&quot;:&quot;&quot;,&quot;parse-names&quot;:false,&quot;suffix&quot;:&quot;&quot;}],&quot;container-title&quot;:&quot;Polymer Engineering and Science&quot;,&quot;id&quot;:&quot;460e9ed4-ba2f-54aa-b1ac-9e3fcdb50850&quot;,&quot;issue&quot;:&quot;9&quot;,&quot;issued&quot;:{&quot;date-parts&quot;:[[&quot;2012&quot;]]},&quot;page&quot;:&quot;1920-1927&quot;,&quot;title&quot;:&quot;Surface modifications of polypropylene with nonylphenol ethoxylates melt additives&quot;,&quot;type&quot;:&quot;article-journal&quot;,&quot;volume&quot;:&quot;52&quot;},&quot;uris&quot;:[&quot;http://www.mendeley.com/documents/?uuid=80f21c0f-b1e9-4763-a24e-45bd3d194d0d&quot;,&quot;http://www.mendeley.com/documents/?uuid=7756ab85-a14e-4589-8161-8c28cf3b33e9&quot;],&quot;isTemporary&quot;:false,&quot;legacyDesktopId&quot;:&quot;80f21c0f-b1e9-4763-a24e-45bd3d194d0d&quot;}],&quot;properties&quot;:{&quot;noteIndex&quot;:0},&quot;isEdited&quot;:false,&quot;manualOverride&quot;:{&quot;citeprocText&quot;:&quot;[30]&quot;,&quot;isManuallyOverriden&quot;:false,&quot;manualOverrideText&quot;:&quot;&quot;},&quot;citationTag&quot;:&quot;MENDELEY_CITATION_v3_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&quot;},{&quot;citationID&quot;:&quot;MENDELEY_CITATION_0ec9dacf-936f-42c7-a59d-7fd93ff31586&quot;,&quot;citationItems&quot;:[{&quot;id&quot;:&quot;7c5902e0-f163-5d41-aa17-2b034c6b4477&quot;,&quot;itemData&quot;:{&quot;DOI&quot;:&quot;10.3390/polym12010205&quot;,&quot;ISSN&quot;:&quot;2073-4360&quot;,&quot;abstract&quot;:&quot;&lt;p&gt;This aims to establish design rules for the influence of complex polymer matrices on the surface properties of small molecules. Here, we consider the dependence of the surface behaviour of some model additives on polymer matrix hydrophobicity. With stoichiometric control over hydrolysis, we generate systematic changes in matrix chemistry from non-polar, hydrophobic PVAc to its hydrolysed and hydrophilic analogue, PVA. With the changing degree of hydrolysis (DH), the behaviour of additives can be switched in terms of compatibility and surface activity. Sorbitol, a polar sugar-alcohol of inherently high surface energy, blooms to the surface of PVAc, forming patchy domains on surfaces. With the increasing DH of the polymer matrix, its surface segregation decreases to the point where sorbitol acts as a homogeneously distributed plasticiser in PVA. Conversely, and despite its low surface energy, octanoic acid (OA) surprisingly causes the increased wettability of PVAc. We attribute these observations to the high compatibility of OA with PVAc and its ability to reorient upon exposure to water, presenting a hydrophilic COOH-rich surface. The surfactant sodium dodecyl sulfate (SDS) does not show such a clear dependence on the matrix and formed wetting layers over a wide range of DH. Interestingly, SDS appears to be most compatible with PVAc at intermediate DH, which is consistent with the amphiphilic nature of both species under these conditions. Thus, we show that the prediction of the segregation is not simple and depends on multiple factors including hydrophobicity, compatibility, blockiness, surface energy, and the mobility of the components.&lt;/p&gt;&quot;,&quot;author&quot;:[{&quot;dropping-particle&quot;:&quot;&quot;,&quot;family&quot;:&quot;Squillace&quot;,&quot;given&quot;:&quot;Ophélie&quot;,&quot;non-dropping-particle&quot;:&quot;&quot;,&quot;parse-names&quot;:false,&quot;suffix&quot;:&quot;&quot;},{&quot;dropping-particle&quot;:&quot;&quot;,&quot;family&quot;:&quot;Fong&quot;,&quot;given&quot;:&quot;Rebecca&quot;,&quot;non-dropping-particle&quot;:&quot;&quot;,&quot;parse-names&quot;:false,&quot;suffix&quot;:&quot;&quot;},{&quot;dropping-particle&quot;:&quot;&quot;,&quot;family&quot;:&quot;Shepherd&quot;,&quot;given&quot;:&quot;Oliver&quot;,&quot;non-dropping-particle&quot;:&quot;&quot;,&quot;parse-names&quot;:false,&quot;suffix&quot;:&quot;&quot;},{&quot;dropping-particle&quot;:&quot;&quot;,&quot;family&quot;:&quot;Hind&quot;,&quot;given&quot;:&quot;Jasmine&quot;,&quot;non-dropping-particle&quot;:&quot;&quot;,&quot;parse-names&quot;:false,&quot;suffix&quot;:&quot;&quot;},{&quot;dropping-particle&quot;:&quot;&quot;,&quot;family&quot;:&quot;Tellam&quot;,&quot;given&quot;:&quot;James&quot;,&quot;non-dropping-particle&quot;:&quot;&quot;,&quot;parse-names&quot;:false,&quot;suffix&quot;:&quot;&quot;},{&quot;dropping-particle&quot;:&quot;&quot;,&quot;family&quot;:&quot;Steinke&quot;,&quot;given&quot;:&quot;Nina-Juliane&quot;,&quot;non-dropping-particle&quot;:&quot;&quot;,&quot;parse-names&quot;:false,&quot;suffix&quot;:&quot;&quot;},{&quot;dropping-particle&quot;:&quot;&quot;,&quot;family&quot;:&quot;Thompson&quot;,&quot;given&quot;:&quot;Richard L.&quot;,&quot;non-dropping-particle&quot;:&quot;&quot;,&quot;parse-names&quot;:false,&quot;suffix&quot;:&quot;&quot;}],&quot;container-title&quot;:&quot;Polymers&quot;,&quot;id&quot;:&quot;7c5902e0-f163-5d41-aa17-2b034c6b4477&quot;,&quot;issue&quot;:&quot;1&quot;,&quot;issued&quot;:{&quot;date-parts&quot;:[[&quot;2020&quot;,&quot;1&quot;,&quot;14&quot;]]},&quot;page&quot;:&quot;205&quot;,&quot;publisher&quot;:&quot;MDPI AG&quot;,&quot;title&quot;:&quot;Influence of PVAc/PVA Hydrolysis on Additive Surface Activity&quot;,&quot;type&quot;:&quot;article-journal&quot;,&quot;volume&quot;:&quot;12&quot;},&quot;uris&quot;:[&quot;http://www.mendeley.com/documents/?uuid=fd0701d2-d51c-34e8-9f7d-a2012ece20f2&quot;],&quot;isTemporary&quot;:false,&quot;legacyDesktopId&quot;:&quot;fd0701d2-d51c-34e8-9f7d-a2012ece20f2&quot;}],&quot;properties&quot;:{&quot;noteIndex&quot;:0},&quot;isEdited&quot;:false,&quot;manualOverride&quot;:{&quot;citeprocText&quot;:&quot;[31]&quot;,&quot;isManuallyOverriden&quot;:false,&quot;manualOverrideText&quot;:&quot;&quot;},&quot;citationTag&quot;:&quot;MENDELEY_CITATION_v3_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&quot;},{&quot;citationID&quot;:&quot;MENDELEY_CITATION_39ceb436-1c85-4c84-b4a9-ad2f23f5eadc&quot;,&quot;citationItems&quot;:[{&quot;id&quot;:&quot;460e9ed4-ba2f-54aa-b1ac-9e3fcdb50850&quot;,&quot;itemData&quot;:{&quot;DOI&quot;:&quot;10.1002/pen.23153&quot;,&quot;ISSN&quot;:&quot;00323888&quot;,&quot;author&quot;:[{&quot;dropping-particle&quot;:&quot;&quot;,&quot;family&quot;:&quot;Datla&quot;,&quot;given&quot;:&quot;V. M&quot;,&quot;non-dropping-particle&quot;:&quot;&quot;,&quot;parse-names&quot;:false,&quot;suffix&quot;:&quot;&quot;},{&quot;dropping-particle&quot;:&quot;&quot;,&quot;family&quot;:&quot;Shim&quot;,&quot;given&quot;:&quot;E.&quot;,&quot;non-dropping-particle&quot;:&quot;&quot;,&quot;parse-names&quot;:false,&quot;suffix&quot;:&quot;&quot;},{&quot;dropping-particle&quot;:&quot;&quot;,&quot;family&quot;:&quot;Pourdeyhimi&quot;,&quot;given&quot;:&quot;B.&quot;,&quot;non-dropping-particle&quot;:&quot;&quot;,&quot;parse-names&quot;:false,&quot;suffix&quot;:&quot;&quot;}],&quot;container-title&quot;:&quot;Polymer Engineering and Science&quot;,&quot;id&quot;:&quot;460e9ed4-ba2f-54aa-b1ac-9e3fcdb50850&quot;,&quot;issue&quot;:&quot;9&quot;,&quot;issued&quot;:{&quot;date-parts&quot;:[[&quot;2012&quot;]]},&quot;page&quot;:&quot;1920-1927&quot;,&quot;title&quot;:&quot;Surface modifications of polypropylene with nonylphenol ethoxylates melt additives&quot;,&quot;type&quot;:&quot;article-journal&quot;,&quot;volume&quot;:&quot;52&quot;},&quot;uris&quot;:[&quot;http://www.mendeley.com/documents/?uuid=80f21c0f-b1e9-4763-a24e-45bd3d194d0d&quot;,&quot;http://www.mendeley.com/documents/?uuid=7756ab85-a14e-4589-8161-8c28cf3b33e9&quot;],&quot;isTemporary&quot;:false,&quot;legacyDesktopId&quot;:&quot;80f21c0f-b1e9-4763-a24e-45bd3d194d0d&quot;}],&quot;properties&quot;:{&quot;noteIndex&quot;:0},&quot;isEdited&quot;:false,&quot;manualOverride&quot;:{&quot;citeprocText&quot;:&quot;[30]&quot;,&quot;isManuallyOverriden&quot;:false,&quot;manualOverrideText&quot;:&quot;&quot;},&quot;citationTag&quot;:&quot;MENDELEY_CITATION_v3_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&quot;},{&quot;citationID&quot;:&quot;MENDELEY_CITATION_69f0950c-383a-41f0-b732-7532694c9486&quot;,&quot;citationItems&quot;:[{&quot;id&quot;:&quot;d1273cef-e845-397c-93aa-138bc68d9133&quot;,&quot;itemData&quot;:{&quot;DOI&quot;:&quot;10.1021/la00033a026&quot;,&quot;ISSN&quot;:&quot;15205827&quot;,&quot;abstract&quot;:&quot;The structure of layers of triethylene glycol monododecyl ether (C12E3) adsorbed at the air/water interface at four concentrations from the critical micelle concentration (cmc = 5.5 × 10−5 M) down to 1 × 10−6 M have been determined using neutron specular reflection together with isotopic substitution. The distribution of any part of the layer is described in terms of the full width of the distribution at half height, σ*; i.e. σ* is a measure of the thickness of that part of the layer. The width, σ*, of the alkyl chain part of the layer varied from 14 ± 1 Å at an area per molecule (A) of 36 Å2 down to 10 ± 1.5 Å at an A of 89 Å2. The corresponding widths of the ethylene glycol region varied from 13 ± 1 to 5 ± 2 Å, and the separation of the two chain regions changed from 8 ± 0.5 to 4.5 ± 1 Å. The separation of the alkyl chains from the midpoint of the water distribution was found to be 2 Å greater than from the ethylene glycol chains at the cmc but exactly the same at 1 × 10−6 M. Isotopic labeling of the two halves of the alkyl chain was used to establish that the alkyl chain is substantially tilted away from the surface normal at all concentrations and that at least one gauche conformation occurs on average in the alkyl chain at the highest surface concentration. The shape of the overall chain distribution is better described by a Gaussian distribution than by a uniform layer. The static displacement of the surfactant molecules in the direction normal to the surface is shown to be strongly disordered at the cmc, the mean displacement being about 9 Å, which is of the order of half the projected length of the molecule in the vertical direction. The ethylene glycol chain is oriented close to the normal direction when A = 36 Å2 but seems to lie nearly flat in the surface plane when A = 89 Å2. © 1993, American Chemical Society. All rights reserved.&quot;,&quot;author&quot;:[{&quot;dropping-particle&quot;:&quot;&quot;,&quot;family&quot;:&quot;Lu&quot;,&quot;given&quot;:&quot;J. R.&quot;,&quot;non-dropping-particle&quot;:&quot;&quot;,&quot;parse-names&quot;:false,&quot;suffix&quot;:&quot;&quot;},{&quot;dropping-particle&quot;:&quot;&quot;,&quot;family&quot;:&quot;Hromadova&quot;,&quot;given&quot;:&quot;M.&quot;,&quot;non-dropping-particle&quot;:&quot;&quot;,&quot;parse-names&quot;:false,&quot;suffix&quot;:&quot;&quot;},{&quot;dropping-particle&quot;:&quot;&quot;,&quot;family&quot;:&quot;Thomas&quot;,&quot;given&quot;:&quot;R. K.&quot;,&quot;non-dropping-particle&quot;:&quot;&quot;,&quot;parse-names&quot;:false,&quot;suffix&quot;:&quot;&quot;},{&quot;dropping-particle&quot;:&quot;&quot;,&quot;family&quot;:&quot;Penfold&quot;,&quot;given&quot;:&quot;J.&quot;,&quot;non-dropping-particle&quot;:&quot;&quot;,&quot;parse-names&quot;:false,&quot;suffix&quot;:&quot;&quot;}],&quot;container-title&quot;:&quot;Langmuir&quot;,&quot;id&quot;:&quot;d1273cef-e845-397c-93aa-138bc68d9133&quot;,&quot;issue&quot;:&quot;9&quot;,&quot;issued&quot;:{&quot;date-parts&quot;:[[&quot;1993&quot;]]},&quot;page&quot;:&quot;2417-2425&quot;,&quot;title&quot;:&quot;Neutron Reflection from Triethylene Glycol Monododecyl Ether Adsorbed at the Air-Liquid Interface: The Variation of the Hydrocarbon Chain Distribution with Surface Concentration&quot;,&quot;type&quot;:&quot;article-journal&quot;,&quot;volume&quot;:&quot;9&quot;},&quot;uris&quot;:[&quot;http://www.mendeley.com/documents/?uuid=5e026a95-34fe-43f2-b709-aecaeb86a299&quot;,&quot;http://www.mendeley.com/documents/?uuid=e3e74ebe-f450-4372-995d-8923a8d43ac8&quot;],&quot;isTemporary&quot;:false,&quot;legacyDesktopId&quot;:&quot;5e026a95-34fe-43f2-b709-aecaeb86a299&quot;}],&quot;properties&quot;:{&quot;noteIndex&quot;:0},&quot;isEdited&quot;:false,&quot;manualOverride&quot;:{&quot;citeprocText&quot;:&quot;[32]&quot;,&quot;isManuallyOverriden&quot;:false,&quot;manualOverrideText&quot;:&quot;&quot;},&quot;citationTag&quot;:&quot;MENDELEY_CITATION_v3_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&quot;},{&quot;citationID&quot;:&quot;MENDELEY_CITATION_c8248f9c-3d91-4bdf-bda2-780c7dfd057f&quot;,&quot;citationItems&quot;:[{&quot;id&quot;:&quot;d624ac87-89a3-3bdc-abdf-d9ce2552e9e9&quot;,&quot;itemData&quot;:{&quot;author&quot;:[{&quot;dropping-particle&quot;:&quot;&quot;,&quot;family&quot;:&quot;Campbell&quot;,&quot;given&quot;:&quot;Richard A&quot;,&quot;non-dropping-particle&quot;:&quot;&quot;,&quot;parse-names&quot;:false,&quot;suffix&quot;:&quot;&quot;},{&quot;dropping-particle&quot;:&quot;&quot;,&quot;family&quot;:&quot;Saaka&quot;,&quot;given&quot;:&quot;Yussif&quot;,&quot;non-dropping-particle&quot;:&quot;&quot;,&quot;parse-names&quot;:false,&quot;suffix&quot;:&quot;&quot;},{&quot;dropping-particle&quot;:&quot;&quot;,&quot;family&quot;:&quot;Shao&quot;,&quot;given&quot;:&quot;Yanan&quot;,&quot;non-dropping-particle&quot;:&quot;&quot;,&quot;parse-names&quot;:false,&quot;suffix&quot;:&quot;&quot;},{&quot;dropping-particle&quot;:&quot;&quot;,&quot;family&quot;:&quot;Gerelli&quot;,&quot;given&quot;:&quot;Yuri&quot;,&quot;non-dropping-particle&quot;:&quot;&quot;,&quot;parse-names&quot;:false,&quot;suffix&quot;:&quot;&quot;},{&quot;dropping-particle&quot;:&quot;&quot;,&quot;family&quot;:&quot;Cubitt&quot;,&quot;given&quot;:&quot;Robert&quot;,&quot;non-dropping-particle&quot;:&quot;&quot;,&quot;parse-names&quot;:false,&quot;suffix&quot;:&quot;&quot;},{&quot;dropping-particle&quot;:&quot;&quot;,&quot;family&quot;:&quot;Nazaruk&quot;,&quot;given&quot;:&quot;Ewa&quot;,&quot;non-dropping-particle&quot;:&quot;&quot;,&quot;parse-names&quot;:false,&quot;suffix&quot;:&quot;&quot;},{&quot;dropping-particle&quot;:&quot;&quot;,&quot;family&quot;:&quot;Matyszewska&quot;,&quot;given&quot;:&quot;Dorota&quot;,&quot;non-dropping-particle&quot;:&quot;&quot;,&quot;parse-names&quot;:false,&quot;suffix&quot;:&quot;&quot;},{&quot;dropping-particle&quot;:&quot;&quot;,&quot;family&quot;:&quot;Lawrence&quot;,&quot;given&quot;:&quot;M. Jayne&quot;,&quot;non-dropping-particle&quot;:&quot;&quot;,&quot;parse-names&quot;:false,&quot;suffix&quot;:&quot;&quot;}],&quot;container-title&quot;:&quot;Journal of Colloid and Interface Science&quot;,&quot;id&quot;:&quot;d624ac87-89a3-3bdc-abdf-d9ce2552e9e9&quot;,&quot;issued&quot;:{&quot;date-parts&quot;:[[&quot;2018&quot;]]},&quot;page&quot;:&quot;98-108&quot;,&quot;title&quot;:&quot;Structure of surfactant and phospholipid monolayers at the air/water interface modeled from neutron reflectivity data&quot;,&quot;type&quot;:&quot;article-journal&quot;,&quot;volume&quot;:&quot;531&quot;},&quot;uris&quot;:[&quot;http://www.mendeley.com/documents/?uuid=295c584e-ee16-4992-821c-581163e3a3e2&quot;,&quot;http://www.mendeley.com/documents/?uuid=f3bf4637-8a22-4e89-a067-426822cdb355&quot;],&quot;isTemporary&quot;:false,&quot;legacyDesktopId&quot;:&quot;295c584e-ee16-4992-821c-581163e3a3e2&quot;},{&quot;id&quot;:&quot;4857e1dc-01f2-39b3-891b-062e8c0c2e0e&quot;,&quot;itemData&quot;:{&quot;author&quot;:[{&quot;dropping-particle&quot;:&quot;&quot;,&quot;family&quot;:&quot;Carrascosa-Tejedor&quot;,&quot;given&quot;:&quot;J&quot;,&quot;non-dropping-particle&quot;:&quot;&quot;,&quot;parse-names&quot;:false,&quot;suffix&quot;:&quot;&quot;},{&quot;dropping-particle&quot;:&quot;&quot;,&quot;family&quot;:&quot;Santamaria&quot;,&quot;given&quot;:&quot;A&quot;,&quot;non-dropping-particle&quot;:&quot;&quot;,&quot;parse-names&quot;:false,&quot;suffix&quot;:&quot;&quot;},{&quot;dropping-particle&quot;:&quot;&quot;,&quot;family&quot;:&quot;Pereira&quot;,&quot;given&quot;:&quot;D&quot;,&quot;non-dropping-particle&quot;:&quot;&quot;,&quot;parse-names&quot;:false,&quot;suffix&quot;:&quot;&quot;},{&quot;dropping-particle&quot;:&quot;&quot;,&quot;family&quot;:&quot;Maestro&quot;,&quot;given&quot;:&quot;A&quot;,&quot;non-dropping-particle&quot;:&quot;&quot;,&quot;parse-names&quot;:false,&quot;suffix&quot;:&quot;&quot;}],&quot;container-title&quot;:&quot;Coatings&quot;,&quot;id&quot;:&quot;4857e1dc-01f2-39b3-891b-062e8c0c2e0e&quot;,&quot;issue&quot;:&quot;6&quot;,&quot;issued&quot;:{&quot;date-parts&quot;:[[&quot;2020&quot;]]},&quot;page&quot;:&quot;507&quot;,&quot;title&quot;:&quot;Structure of DPPC Monolayers at the Air/Buffer Interface: A Neutron Reflectometry and Ellipsometry Study&quot;,&quot;type&quot;:&quot;article-journal&quot;,&quot;volume&quot;:&quot;10&quot;},&quot;uris&quot;:[&quot;http://www.mendeley.com/documents/?uuid=d303abca-8d2e-4bca-aaea-d3ccbda6da8c&quot;,&quot;http://www.mendeley.com/documents/?uuid=8c559488-3c5f-4059-a4d6-ad54810b5544&quot;],&quot;isTemporary&quot;:false,&quot;legacyDesktopId&quot;:&quot;d303abca-8d2e-4bca-aaea-d3ccbda6da8c&quot;},{&quot;id&quot;:&quot;d042eea7-25d4-3141-aac9-467d3707a7de&quot;,&quot;itemData&quot;:{&quot;author&quot;:[{&quot;dropping-particle&quot;:&quot;&quot;,&quot;family&quot;:&quot;Thomas&quot;,&quot;given&quot;:&quot;R. K.&quot;,&quot;non-dropping-particle&quot;:&quot;&quot;,&quot;parse-names&quot;:false,&quot;suffix&quot;:&quot;&quot;},{&quot;dropping-particle&quot;:&quot;&quot;,&quot;family&quot;:&quot;Penfold&quot;,&quot;given&quot;:&quot;J.&quot;,&quot;non-dropping-particle&quot;:&quot;&quot;,&quot;parse-names&quot;:false,&quot;suffix&quot;:&quot;&quot;}],&quot;container-title&quot;:&quot;Current Opinion in Colloid and Interface Science&quot;,&quot;id&quot;:&quot;d042eea7-25d4-3141-aac9-467d3707a7de&quot;,&quot;issue&quot;:&quot;1&quot;,&quot;issued&quot;:{&quot;date-parts&quot;:[[&quot;1996&quot;]]},&quot;page&quot;:&quot;23-33&quot;,&quot;title&quot;:&quot;Neutron and X-ray reflectometry of interfacial systems in colloid and polymer chemistry&quot;,&quot;type&quot;:&quot;article-journal&quot;,&quot;volume&quot;:&quot;1&quot;},&quot;uris&quot;:[&quot;http://www.mendeley.com/documents/?uuid=0e2c596c-ab42-4fb9-ab3e-07d6f8959056&quot;,&quot;http://www.mendeley.com/documents/?uuid=9b692d79-0df6-460b-a2ec-6202185b8beb&quot;],&quot;isTemporary&quot;:false,&quot;legacyDesktopId&quot;:&quot;0e2c596c-ab42-4fb9-ab3e-07d6f8959056&quot;},{&quot;id&quot;:&quot;2d83ff06-c7c3-3245-bcfc-57e2e3c0ce3b&quot;,&quot;itemData&quot;:{&quot;DOI&quot;:&quot;10.1016/j.jcis.2007.09.011&quot;,&quot;ISSN&quot;:&quot;00219797&quot;,&quot;PMID&quot;:&quot;17931647&quot;,&quot;abstract&quot;:&quot;The monolayer formed at an air/water interface by the synthetic non-ionic surfactant, 1,2-di-O-octadecyl-rac-glyceryl-3-(ω-methoxydodecakis (ethylene glycol)) (2C18E12) has been characterized using Langmuir trough measurements, Brewster angle microscopy (BAM), and neutron reflectometry. The BAM and reflectometry studies were performed at four different surface pressures (π) in the range 15-40 mN/m. The BAM studies (which give information on the in-plane organisation of the surfactant layer) demonstrate that the 2C18E12 molecules are arranged on the water surface to form distinct, approximately circular, 5 μm diameter domains. As the surface pressure is increased these domains retain their size and shape but are made progressively more close-packed, such that the monolayer is made more or less complete at π = 40  mN / m. The neutron reflectometry measurements were made to determine the structure of the interfacial surfactant layer at π = 15, 28, 34 and 40 mN/m, providing information on the thickness of the 2C18E12 alkyl chains', head groups' and associated solvent distributions (measured along the surface normal), along with the separations between these distributions, and the effective interfacial area per molecule. Partial structure factor analyses of the reflectivity data show that the effective interfacial area occupied decreases from 217 Å2 per 2C18E12 molecule at π = 15  mN / m down to 102 Å2 at π = 40  mN / m. There are concomitant increases in the widths of the surfactant's alkyl chains' and head groups' distributions (modelled as Gaussians), with the former rising from 12 Å (at π = 15  mN / m) up to 19 Å (at π = 40  mN / m) and the latter rising from 13 Å (at π = 15  mN / m) up to 24 Å (at π = 40  mN / m). The compression of the monolayer is also shown to give rise to an increased surface roughness, some of which is due to the thermal roughness caused by capillary waves, but with a significant contribution also coming from the intrinsic/structural disorder in the monolayer. At all surface pressures studied, the alkyl chains and head groups of the 2C18E12 are found to exhibit a significant overlap, and this increases with increasing π. Given the various trends noted on how the structure of the 2C18E12 monolayer changes as a function of π, we extrapolate to consider the structure of the monolayer at π &gt; 40  mN / m (making comparison with its single chain (CnEm) counterparts) and then relate these findings to the observations recorded on the struct…&quot;,&quot;author&quot;:[{&quot;dropping-particle&quot;:&quot;&quot;,&quot;family&quot;:&quot;Ma&quot;,&quot;given&quot;:&quot;G.&quot;,&quot;non-dropping-particle&quot;:&quot;&quot;,&quot;parse-names&quot;:false,&quot;suffix&quot;:&quot;&quot;},{&quot;dropping-particle&quot;:&quot;&quot;,&quot;family&quot;:&quot;Barlow&quot;,&quot;given&quot;:&quot;D. J.&quot;,&quot;non-dropping-particle&quot;:&quot;&quot;,&quot;parse-names&quot;:false,&quot;suffix&quot;:&quot;&quot;},{&quot;dropping-particle&quot;:&quot;&quot;,&quot;family&quot;:&quot;Hollinshead&quot;,&quot;given&quot;:&quot;C. M.&quot;,&quot;non-dropping-particle&quot;:&quot;&quot;,&quot;parse-names&quot;:false,&quot;suffix&quot;:&quot;&quot;},{&quot;dropping-particle&quot;:&quot;&quot;,&quot;family&quot;:&quot;Harvey&quot;,&quot;given&quot;:&quot;R. D.&quot;,&quot;non-dropping-particle&quot;:&quot;&quot;,&quot;parse-names&quot;:false,&quot;suffix&quot;:&quot;&quot;},{&quot;dropping-particle&quot;:&quot;&quot;,&quot;family&quot;:&quot;Webster&quot;,&quot;given&quot;:&quot;J. R.P.&quot;,&quot;non-dropping-particle&quot;:&quot;&quot;,&quot;parse-names&quot;:false,&quot;suffix&quot;:&quot;&quot;},{&quot;dropping-particle&quot;:&quot;&quot;,&quot;family&quot;:&quot;Lawrence&quot;,&quot;given&quot;:&quot;M. J.&quot;,&quot;non-dropping-particle&quot;:&quot;&quot;,&quot;parse-names&quot;:false,&quot;suffix&quot;:&quot;&quot;}],&quot;container-title&quot;:&quot;Journal of Colloid and Interface Science&quot;,&quot;id&quot;:&quot;2d83ff06-c7c3-3245-bcfc-57e2e3c0ce3b&quot;,&quot;issue&quot;:&quot;1&quot;,&quot;issued&quot;:{&quot;date-parts&quot;:[[&quot;2008&quot;,&quot;1&quot;]]},&quot;page&quot;:&quot;314-325&quot;,&quot;publisher&quot;:&quot;Academic Press&quot;,&quot;title&quot;:&quot;Effects of surface pressure on the structure of the monolayer formed at the air/water interface by a non-ionic surfactant&quot;,&quot;type&quot;:&quot;article-journal&quot;,&quot;volume&quot;:&quot;317&quot;},&quot;uris&quot;:[&quot;http://www.mendeley.com/documents/?uuid=2d83ff06-c7c3-3245-bcfc-57e2e3c0ce3b&quot;,&quot;http://www.mendeley.com/documents/?uuid=2efafcc4-d680-4b95-8230-465c7d5dadf8&quot;],&quot;isTemporary&quot;:false,&quot;legacyDesktopId&quot;:&quot;2d83ff06-c7c3-3245-bcfc-57e2e3c0ce3b&quot;},{&quot;id&quot;:&quot;a2173318-1f5d-369c-96b2-3c3afb799e77&quot;,&quot;itemData&quot;:{&quot;DOI&quot;:&quot;10.1016/S1359-0294(02)00015-8&quot;,&quot;ISSN&quot;:&quot;13590294&quot;,&quot;abstract&quot;:&quot;During the last 10-15 years neutron reflectivity has emerged as a powerful and important technique for the study of surfaces and interfaces. The selectivity and sensitivity afforded by deuterium/hydrogen exchange makes the technique particularly attractive for application to the broad field of colloid and interface science. The development of the instrumentation, specialised sample environment equipment and analysis techniques has resulted its application to complex interfaces and environments and in the study of complex multi-component systems. This review provides a summary of those developments in the last two years. © 2002 Elsevier Science Ltd. All rights reserved.&quot;,&quot;author&quot;:[{&quot;dropping-particle&quot;:&quot;&quot;,&quot;family&quot;:&quot;Penfold&quot;,&quot;given&quot;:&quot;J.&quot;,&quot;non-dropping-particle&quot;:&quot;&quot;,&quot;parse-names&quot;:false,&quot;suffix&quot;:&quot;&quot;}],&quot;container-title&quot;:&quot;Current Opinion in Colloid and Interface Science&quot;,&quot;id&quot;:&quot;a2173318-1f5d-369c-96b2-3c3afb799e77&quot;,&quot;issued&quot;:{&quot;date-parts&quot;:[[&quot;2002&quot;]]},&quot;page&quot;:&quot;139-147&quot;,&quot;title&quot;:&quot;Neutron reflectivity and soft condensed matter&quot;,&quot;type&quot;:&quot;article-journal&quot;,&quot;volume&quot;:&quot;7&quot;},&quot;uris&quot;:[&quot;http://www.mendeley.com/documents/?uuid=513d9f6f-19f3-4d81-ae0c-77d317492b3f&quot;,&quot;http://www.mendeley.com/documents/?uuid=309d7b88-81ec-425f-9c7f-0a16c0d1828a&quot;],&quot;isTemporary&quot;:false,&quot;legacyDesktopId&quot;:&quot;513d9f6f-19f3-4d81-ae0c-77d317492b3f&quot;},{&quot;id&quot;:&quot;f6a8ca7c-9867-514c-8b19-85b76f655ebe&quot;,&quot;itemData&quot;:{&quot;DOI&quot;:&quot;10.1021/la00033a026&quot;,&quot;ISSN&quot;:&quot;15205827&quot;,&quot;abstract&quot;:&quot;The structure of layers of triethylene glycol monododecyl ether (C12E3) adsorbed at the air/water interface at four concentrations from the critical micelle concentration (cmc = 5.5 × 10−5 M) down to 1 × 10−6 M have been determined using neutron specular reflection together with isotopic substitution. The distribution of any part of the layer is described in terms of the full width of the distribution at half height, σ*; i.e. σ* is a measure of the thickness of that part of the layer. The width, σ*, of the alkyl chain part of the layer varied from 14 ± 1 Å at an area per molecule (A) of 36 Å2 down to 10 ± 1.5 Å at an A of 89 Å2. The corresponding widths of the ethylene glycol region varied from 13 ± 1 to 5 ± 2 Å, and the separation of the two chain regions changed from 8 ± 0.5 to 4.5 ± 1 Å. The separation of the alkyl chains from the midpoint of the water distribution was found to be 2 Å greater than from the ethylene glycol chains at the cmc but exactly the same at 1 × 10−6 M. Isotopic labeling of the two halves of the alkyl chain was used to establish that the alkyl chain is substantially tilted away from the surface normal at all concentrations and that at least one gauche conformation occurs on average in the alkyl chain at the highest surface concentration. The shape of the overall chain distribution is better described by a Gaussian distribution than by a uniform layer. The static displacement of the surfactant molecules in the direction normal to the surface is shown to be strongly disordered at the cmc, the mean displacement being about 9 Å, which is of the order of half the projected length of the molecule in the vertical direction. The ethylene glycol chain is oriented close to the normal direction when A = 36 Å2 but seems to lie nearly flat in the surface plane when A = 89 Å2. © 1993, American Chemical Society. All rights reserved.&quot;,&quot;author&quot;:[{&quot;dropping-particle&quot;:&quot;&quot;,&quot;family&quot;:&quot;Lu&quot;,&quot;given&quot;:&quot;J. R.&quot;,&quot;non-dropping-particle&quot;:&quot;&quot;,&quot;parse-names&quot;:false,&quot;suffix&quot;:&quot;&quot;},{&quot;dropping-particle&quot;:&quot;&quot;,&quot;family&quot;:&quot;Hromadova&quot;,&quot;given&quot;:&quot;M.&quot;,&quot;non-dropping-particle&quot;:&quot;&quot;,&quot;parse-names&quot;:false,&quot;suffix&quot;:&quot;&quot;},{&quot;dropping-particle&quot;:&quot;&quot;,&quot;family&quot;:&quot;Thomas&quot;,&quot;given&quot;:&quot;R. K.&quot;,&quot;non-dropping-particle&quot;:&quot;&quot;,&quot;parse-names&quot;:false,&quot;suffix&quot;:&quot;&quot;},{&quot;dropping-particle&quot;:&quot;&quot;,&quot;family&quot;:&quot;Penfold&quot;,&quot;given&quot;:&quot;J.&quot;,&quot;non-dropping-particle&quot;:&quot;&quot;,&quot;parse-names&quot;:false,&quot;suffix&quot;:&quot;&quot;}],&quot;container-title&quot;:&quot;Langmuir&quot;,&quot;id&quot;:&quot;f6a8ca7c-9867-514c-8b19-85b76f655ebe&quot;,&quot;issue&quot;:&quot;9&quot;,&quot;issued&quot;:{&quot;date-parts&quot;:[[&quot;1993&quot;]]},&quot;page&quot;:&quot;2417-2425&quot;,&quot;title&quot;:&quot;Neutron Reflection from Triethylene Glycol Monododecyl Ether Adsorbed at the Air-Liquid Interface: The Variation of the Hydrocarbon Chain Distribution with Surface Concentration&quot;,&quot;type&quot;:&quot;article-journal&quot;,&quot;volume&quot;:&quot;9&quot;},&quot;uris&quot;:[&quot;http://www.mendeley.com/documents/?uuid=e3e74ebe-f450-4372-995d-8923a8d43ac8&quot;,&quot;http://www.mendeley.com/documents/?uuid=5e026a95-34fe-43f2-b709-aecaeb86a299&quot;],&quot;isTemporary&quot;:false,&quot;legacyDesktopId&quot;:&quot;e3e74ebe-f450-4372-995d-8923a8d43ac8&quot;}],&quot;properties&quot;:{&quot;noteIndex&quot;:0},&quot;isEdited&quot;:false,&quot;manualOverride&quot;:{&quot;citeprocText&quot;:&quot;[33–38]&quot;,&quot;isManuallyOverriden&quot;:false,&quot;manualOverrideText&quot;:&quot;&quot;},&quot;citationTag&quot;:&quot;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&quot;},{&quot;citationID&quot;:&quot;MENDELEY_CITATION_a8620c55-5cab-46c5-b82e-c241dd650b88&quot;,&quot;citationItems&quot;:[{&quot;id&quot;:&quot;f5ab3d69-d2f3-5750-9822-23b7a970ffbf&quot;,&quot;itemData&quot;:{&quot;URL&quot;:&quot;https://sourceforge.net/projects/musctr/&quot;,&quot;author&quot;:[{&quot;dropping-particle&quot;:&quot;&quot;,&quot;family&quot;:&quot;Litwinowicz&quot;,&quot;given&quot;:&quot;Matthew A.&quot;,&quot;non-dropping-particle&quot;:&quot;&quot;,&quot;parse-names&quot;:false,&quot;suffix&quot;:&quot;&quot;},{&quot;dropping-particle&quot;:&quot;&quot;,&quot;family&quot;:&quot;Thompson&quot;,&quot;given&quot;:&quot;Richard L.&quot;,&quot;non-dropping-particle&quot;:&quot;&quot;,&quot;parse-names&quot;:false,&quot;suffix&quot;:&quot;&quot;},{&quot;dropping-particle&quot;:&quot;&quot;,&quot;family&quot;:&quot;Gibson&quot;,&quot;given&quot;:&quot;Colin P.&quot;,&quot;non-dropping-particle&quot;:&quot;&quot;,&quot;parse-names&quot;:false,&quot;suffix&quot;:&quot;&quot;}],&quot;id&quot;:&quot;f5ab3d69-d2f3-5750-9822-23b7a970ffbf&quot;,&quot;issued&quot;:{&quot;date-parts&quot;:[[&quot;2021&quot;]]},&quot;page&quot;:&quot;https://sourceforge.net/projects/musctr/&quot;,&quot;title&quot;:&quot;MUSCtR&quot;,&quot;type&quot;:&quot;webpage&quot;},&quot;uris&quot;:[&quot;http://www.mendeley.com/documents/?uuid=622f6865-f894-4a31-ab19-1c3481ca66cb&quot;],&quot;isTemporary&quot;:false,&quot;legacyDesktopId&quot;:&quot;622f6865-f894-4a31-ab19-1c3481ca66cb&quot;}],&quot;properties&quot;:{&quot;noteIndex&quot;:0},&quot;isEdited&quot;:false,&quot;manualOverride&quot;:{&quot;citeprocText&quot;:&quot;[39]&quot;,&quot;isManuallyOverriden&quot;:false,&quot;manualOverrideText&quot;:&quot;&quot;},&quot;citationTag&quot;:&quot;MENDELEY_CITATION_v3_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&quot;},{&quot;citationID&quot;:&quot;MENDELEY_CITATION_d709fb40-b9b8-4f62-b8f0-f0f2a8ccf79b&quot;,&quot;citationItems&quot;:[{&quot;id&quot;:&quot;1f2e22c4-cb80-3d7e-9550-959a36d212be&quot;,&quot;itemData&quot;:{&quot;DOI&quot;:&quot;10.1016/j.colsurfa.2006.03.008&quot;,&quot;ISSN&quot;:&quot;09277757&quot;,&quot;abstract&quot;:&quot;We present a new method based on B-spline snakes (active contours) for measuring high-accuracy contact angles. In this approach, we avoid making physical assumptions by defining the contour of the drop as a versatile B-spline curve. When useful, we extend this curve by mirror symmetry so that we can take advantage of the reflection of the drop onto the substrate to detect the position of the contact points. To keep a wide range of applicability, we refrain from discretizing the contour of the drop, and we choose to optimize an advanced image-energy term to drive the evolution of the curve. This term has directional gradient and region-based components; additionally, another term-an internal energy-is responsible for the snake elasticity and constrains the parameterization of the spline. While preserving precision at the contact points, we limit the computational complexity by constraining a non-uniform repartition of the control points. The elasticity property of the snake links the local nature of the contact angle to the global contour of the drop. A global knowledge of the drop contour allows us to use the reflection of the drop on the substrate to automatically and precisely detect a line of contact points (vertical position and tilt). We apply cubic-spline interpolation over the image of the drop; then, the evolution procedure takes part in this continuous domain to avoid the inaccuracies introduced by pixelization and discretization. We have programmed our method as a Java software and we make it freely available [A.F. Stalder, DropSnake, Biomedical Imaging Group, EPFL, [ON LINE] visited 2005. http://bigwww.epfl.ch/demo/dropanalysis]. Our experiments result in good accuracy thanks to our high-quality image-interpolation model, while they show applicability to a variety of images thanks to our advanced image-energy term. © 2006 Elsevier B.V. All rights reserved.&quot;,&quot;author&quot;:[{&quot;dropping-particle&quot;:&quot;&quot;,&quot;family&quot;:&quot;Stalder&quot;,&quot;given&quot;:&quot;A. F.&quot;,&quot;non-dropping-particle&quot;:&quot;&quot;,&quot;parse-names&quot;:false,&quot;suffix&quot;:&quot;&quot;},{&quot;dropping-particle&quot;:&quot;&quot;,&quot;family&quot;:&quot;Kulik&quot;,&quot;given&quot;:&quot;G.&quot;,&quot;non-dropping-particle&quot;:&quot;&quot;,&quot;parse-names&quot;:false,&quot;suffix&quot;:&quot;&quot;},{&quot;dropping-particle&quot;:&quot;&quot;,&quot;family&quot;:&quot;Sage&quot;,&quot;given&quot;:&quot;D.&quot;,&quot;non-dropping-particle&quot;:&quot;&quot;,&quot;parse-names&quot;:false,&quot;suffix&quot;:&quot;&quot;},{&quot;dropping-particle&quot;:&quot;&quot;,&quot;family&quot;:&quot;Barbieri&quot;,&quot;given&quot;:&quot;L.&quot;,&quot;non-dropping-particle&quot;:&quot;&quot;,&quot;parse-names&quot;:false,&quot;suffix&quot;:&quot;&quot;},{&quot;dropping-particle&quot;:&quot;&quot;,&quot;family&quot;:&quot;Hoffmann&quot;,&quot;given&quot;:&quot;P.&quot;,&quot;non-dropping-particle&quot;:&quot;&quot;,&quot;parse-names&quot;:false,&quot;suffix&quot;:&quot;&quot;}],&quot;container-title&quot;:&quot;Colloids and Surfaces A: Physicochemical and Engineering Aspects&quot;,&quot;id&quot;:&quot;1f2e22c4-cb80-3d7e-9550-959a36d212be&quot;,&quot;issue&quot;:&quot;1-3&quot;,&quot;issued&quot;:{&quot;date-parts&quot;:[[&quot;2006&quot;]]},&quot;page&quot;:&quot;92-103&quot;,&quot;title&quot;:&quot;A snake-based approach to accurate determination of both contact points and contact angles&quot;,&quot;type&quot;:&quot;article-journal&quot;,&quot;volume&quot;:&quot;286&quot;},&quot;uris&quot;:[&quot;http://www.mendeley.com/documents/?uuid=11acef06-7a79-49a7-873e-4abb2584d616&quot;,&quot;http://www.mendeley.com/documents/?uuid=c9305f8a-bbb4-47bb-a660-123a80ef6533&quot;],&quot;isTemporary&quot;:false,&quot;legacyDesktopId&quot;:&quot;11acef06-7a79-49a7-873e-4abb2584d616&quot;}],&quot;properties&quot;:{&quot;noteIndex&quot;:0},&quot;isEdited&quot;:false,&quot;manualOverride&quot;:{&quot;citeprocText&quot;:&quot;[40]&quot;,&quot;isManuallyOverriden&quot;:false,&quot;manualOverrideText&quot;:&quot;&quot;},&quot;citationTag&quot;:&quot;MENDELEY_CITATION_v3_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&quot;},{&quot;citationID&quot;:&quot;MENDELEY_CITATION_9703d6cc-1d5c-4577-bb26-a0f51267c185&quot;,&quot;citationItems&quot;:[{&quot;id&quot;:&quot;dafd24bc-970c-511b-bd01-4a12815d3076&quot;,&quot;itemData&quot;:{&quot;DOI&quot;:&quot;10.1002/vnl.20102&quot;,&quot;ISSN&quot;:&quot;10835601&quot;,&quot;author&quot;:[{&quot;dropping-particle&quot;:&quot;&quot;,&quot;family&quot;:&quot;Zhu&quot;,&quot;given&quot;:&quot;Siqiang&quot;,&quot;non-dropping-particle&quot;:&quot;&quot;,&quot;parse-names&quot;:false,&quot;suffix&quot;:&quot;&quot;},{&quot;dropping-particle&quot;:&quot;&quot;,&quot;family&quot;:&quot;Hirt&quot;,&quot;given&quot;:&quot;Douglas E.&quot;,&quot;non-dropping-particle&quot;:&quot;&quot;,&quot;parse-names&quot;:false,&quot;suffix&quot;:&quot;&quot;}],&quot;container-title&quot;:&quot;Journal of Vinyl and Additive Technology&quot;,&quot;id&quot;:&quot;dafd24bc-970c-511b-bd01-4a12815d3076&quot;,&quot;issue&quot;:&quot;2&quot;,&quot;issued&quot;:{&quot;date-parts&quot;:[[&quot;2007&quot;]]},&quot;page&quot;:&quot;57-64&quot;,&quot;title&quot;:&quot;Hydrophilization of polypropylene films by using migratory additives&quot;,&quot;type&quot;:&quot;article-journal&quot;,&quot;volume&quot;:&quot;13&quot;},&quot;uris&quot;:[&quot;http://www.mendeley.com/documents/?uuid=58f01509-4ac8-4daa-bfa2-1bce167600b4&quot;,&quot;http://www.mendeley.com/documents/?uuid=66c5eedd-5fc4-41ea-b1cf-cbf40bf280a9&quot;],&quot;isTemporary&quot;:false,&quot;legacyDesktopId&quot;:&quot;58f01509-4ac8-4daa-bfa2-1bce167600b4&quot;}],&quot;properties&quot;:{&quot;noteIndex&quot;:0},&quot;isEdited&quot;:false,&quot;manualOverride&quot;:{&quot;citeprocText&quot;:&quot;[19]&quot;,&quot;isManuallyOverriden&quot;:false,&quot;manualOverrideText&quot;:&quot;&quot;},&quot;citationTag&quot;:&quot;MENDELEY_CITATION_v3_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&quot;},{&quot;citationID&quot;:&quot;MENDELEY_CITATION_645a9fd6-2a18-48d7-a6c2-fa6ce00d4c4a&quot;,&quot;citationItems&quot;:[{&quot;id&quot;:&quot;e90c1d98-08cf-50ed-bb9a-73817d20663e&quot;,&quot;itemData&quot;:{&quot;DOI&quot;:&quot;10.1021/acs.langmuir.5b03758&quot;,&quot;ISBN&quot;:&quot;0743-7463&quot;,&quot;ISSN&quot;:&quot;15205827&quot;,&quot;abstract&quot;:&quot;The vertical depth distributions of individual additive components [cetyltrimethylammonium bromide (CTAB), deuterated pentaethylene glycol monododecyl ether (d(25)-C12E5), and deuterated glycerol (d-glycerol.)] in PVA films have been isolated and explored by ion beam analysis techniques and neutron reflectometry. The additives display an unexpectedly rich variety of surface and interfacial behaviors in spin-cast films. In separate binary films with PVA, both d-glycerol and CTAB were evenly distributed, whereas d(25)-C12E5 showed dear evidence for surface and interfacial segregation. The behavior of each surfactant in PVA was reversed when the plasticizer (glycerol) was also incorporated into the films. With increasing plasticizer content, the surface activity of d(25)-C12E5 systematically decreased, but remarkably, when glycerol and CTAB were present in PVA, the surface and interfacial activities of CTAB increased dramatically in the presence of glycerol. Quantification of the surface excess by ion beam analysis revealed that, in many cases, the adsorbed quantity far exceeded what could reasonably be explained by a single layer, thus indicating a wetting transition of the small molecules at the surface or interface of the film. It appears that the surface and interfacial behaviors are partly driven by the relative surface energies of the components, but are also significantly augmented by the incompatibility of the components.&quot;,&quot;author&quot;:[{&quot;dropping-particle&quot;:&quot;&quot;,&quot;family&quot;:&quot;Briddick&quot;,&quot;given&quot;:&quot;Arron&quot;,&quot;non-dropping-particle&quot;:&quot;&quot;,&quot;parse-names&quot;:false,&quot;suffix&quot;:&quot;&quot;},{&quot;dropping-particle&quot;:&quot;&quot;,&quot;family&quot;:&quot;Li&quot;,&quot;given&quot;:&quot;Peixun&quot;,&quot;non-dropping-particle&quot;:&quot;&quot;,&quot;parse-names&quot;:false,&quot;suffix&quot;:&quot;&quot;},{&quot;dropping-particle&quot;:&quot;&quot;,&quot;family&quot;:&quot;Hughes&quot;,&quot;given&quot;:&quot;Arwel&quot;,&quot;non-dropping-particle&quot;:&quot;&quot;,&quot;parse-names&quot;:false,&quot;suffix&quot;:&quot;&quot;},{&quot;dropping-particle&quot;:&quot;&quot;,&quot;family&quot;:&quot;Courchay&quot;,&quot;given&quot;:&quot;Florence&quot;,&quot;non-dropping-particle&quot;:&quot;&quot;,&quot;parse-names&quot;:false,&quot;suffix&quot;:&quot;&quot;},{&quot;dropping-particle&quot;:&quot;&quot;,&quot;family&quot;:&quot;Martinez&quot;,&quot;given&quot;:&quot;Alberto&quot;,&quot;non-dropping-particle&quot;:&quot;&quot;,&quot;parse-names&quot;:false,&quot;suffix&quot;:&quot;&quot;},{&quot;dropping-particle&quot;:&quot;&quot;,&quot;family&quot;:&quot;Thompson&quot;,&quot;given&quot;:&quot;Richard L.&quot;,&quot;non-dropping-particle&quot;:&quot;&quot;,&quot;parse-names&quot;:false,&quot;suffix&quot;:&quot;&quot;}],&quot;container-title&quot;:&quot;Langmuir&quot;,&quot;id&quot;:&quot;e90c1d98-08cf-50ed-bb9a-73817d20663e&quot;,&quot;issue&quot;:&quot;3&quot;,&quot;issued&quot;:{&quot;date-parts&quot;:[[&quot;2016&quot;]]},&quot;page&quot;:&quot;864-872&quot;,&quot;title&quot;:&quot;Surfactant and Plasticizer Segregation in Thin Poly(vinyl alcohol) Films&quot;,&quot;type&quot;:&quot;article-journal&quot;,&quot;volume&quot;:&quot;32&quot;},&quot;uris&quot;:[&quot;http://www.mendeley.com/documents/?uuid=52dd8dab-cf50-4201-8def-7f1fd0dff7fa&quot;,&quot;http://www.mendeley.com/documents/?uuid=166d9842-fac6-43cf-95ab-41c72092d035&quot;],&quot;isTemporary&quot;:false,&quot;legacyDesktopId&quot;:&quot;52dd8dab-cf50-4201-8def-7f1fd0dff7fa&quot;}],&quot;properties&quot;:{&quot;noteIndex&quot;:0},&quot;isEdited&quot;:false,&quot;manualOverride&quot;:{&quot;citeprocText&quot;:&quot;[41]&quot;,&quot;isManuallyOverriden&quot;:false,&quot;manualOverrideText&quot;:&quot;&quot;},&quot;citationTag&quot;:&quot;MENDELEY_CITATION_v3_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&quot;},{&quot;citationID&quot;:&quot;MENDELEY_CITATION_65a9bbc3-0ba2-4246-8d6d-cb9f1f148e3e&quot;,&quot;citationItems&quot;:[{&quot;id&quot;:&quot;34c56c99-7814-3840-9296-ad5537c3efcb&quot;,&quot;itemData&quot;:{&quot;DOI&quot;:&quot;10.1002/pol.1967.160050610&quot;,&quot;ISSN&quot;:&quot;04492978&quot;,&quot;author&quot;:[{&quot;dropping-particle&quot;:&quot;&quot;,&quot;family&quot;:&quot;Lee&quot;,&quot;given&quot;:&quot;Lieng-Huang&quot;,&quot;non-dropping-particle&quot;:&quot;&quot;,&quot;parse-names&quot;:false,&quot;suffix&quot;:&quot;&quot;}],&quot;container-title&quot;:&quot;Journal of Polymer Science Part A-2: Polymer Physics&quot;,&quot;id&quot;:&quot;34c56c99-7814-3840-9296-ad5537c3efcb&quot;,&quot;issue&quot;:&quot;6&quot;,&quot;issued&quot;:{&quot;date-parts&quot;:[[&quot;1967&quot;]]},&quot;page&quot;:&quot;1103-1118&quot;,&quot;title&quot;:&quot;Adhesion of high polymers. II. Wettability of elastomers&quot;,&quot;type&quot;:&quot;article-journal&quot;,&quot;volume&quot;:&quot;5&quot;},&quot;uris&quot;:[&quot;http://www.mendeley.com/documents/?uuid=4f8a0731-c3ef-4967-9523-714eda107b72&quot;,&quot;http://www.mendeley.com/documents/?uuid=c62f694f-5ec6-448b-a08a-667c866d2619&quot;],&quot;isTemporary&quot;:false,&quot;legacyDesktopId&quot;:&quot;4f8a0731-c3ef-4967-9523-714eda107b72&quot;}],&quot;properties&quot;:{&quot;noteIndex&quot;:0},&quot;isEdited&quot;:false,&quot;manualOverride&quot;:{&quot;citeprocText&quot;:&quot;[42]&quot;,&quot;isManuallyOverriden&quot;:false,&quot;manualOverrideText&quot;:&quot;&quot;},&quot;citationTag&quot;:&quot;MENDELEY_CITATION_v3_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&quot;},{&quot;citationID&quot;:&quot;MENDELEY_CITATION_eaa9f340-cb9a-4227-a9c9-2dc3a4125283&quot;,&quot;citationItems&quot;:[{&quot;id&quot;:&quot;3af30fec-ec7d-33b3-a5ac-6d44df6e235e&quot;,&quot;itemData&quot;:{&quot;DOI&quot;:&quot;10.1021/j100855a044&quot;,&quot;ISSN&quot;:&quot;00223654&quot;,&quot;author&quot;:[{&quot;dropping-particle&quot;:&quot;&quot;,&quot;family&quot;:&quot;Wu&quot;,&quot;given&quot;:&quot;Souheng&quot;,&quot;non-dropping-particle&quot;:&quot;&quot;,&quot;parse-names&quot;:false,&quot;suffix&quot;:&quot;&quot;}],&quot;container-title&quot;:&quot;Journal of Physical Chemistry&quot;,&quot;id&quot;:&quot;3af30fec-ec7d-33b3-a5ac-6d44df6e235e&quot;,&quot;issued&quot;:{&quot;date-parts&quot;:[[&quot;1968&quot;]]},&quot;title&quot;:&quot;Estimation of the critical surface tension for polymers from molecular constitution by a modified Hildebrand-Scott equation&quot;,&quot;type&quot;:&quot;article&quot;},&quot;uris&quot;:[&quot;http://www.mendeley.com/documents/?uuid=dc3d795d-d012-4da5-a4e0-f0d6a26b4de6&quot;,&quot;http://www.mendeley.com/documents/?uuid=acb049ab-d54a-4635-a5f5-839624091e58&quot;],&quot;isTemporary&quot;:false,&quot;legacyDesktopId&quot;:&quot;dc3d795d-d012-4da5-a4e0-f0d6a26b4de6&quot;},{&quot;id&quot;:&quot;ef9d2790-0880-34c0-af13-55b216c6e35d&quot;,&quot;itemData&quot;:{&quot;DOI&quot;:&quot;10.1016/0001-8686(87)80008-8&quot;,&quot;ISSN&quot;:&quot;00018686&quot;,&quot;PMID&quot;:&quot;3333137&quot;,&quot;abstract&quot;:&quot;Following the development of a methodology for determining the apolar components as well as the electron donor and the electron acceptor parameters of the surface tension of polar surfaces, surfaces of a number of quite common materials were found to manifest virtually only electron donor properties and no, or hardly, any electron acceptor properties. Such materials may be called monopolar; they can strongly interact with bipolar materials (e.g., with polar liquids such as water); but one single polar parameter of a monopolar material cannot contribute to its energy of cohesion. Monopolar materials manifesting only electron acceptor properties also may exist, but they do not appear to occur in as great an abundance. Among the electron donor monopolar materials are: polymethylmethacrylate, polyvinylalcohol, polyethyleneglycol, proteins, many polysaccharides, phospholipids, nonionic surfactants, cellulose esters, etc. Strongly monopolar materials of the same sign repel each other when immersed or dissolved in water or other polar liquids. The interfacial tension between strongly monopolar surfaces and water has a negative value. This leads to a tendency for water to penetrate between facing surfaces of a monopolar substance and hence, to repulsion between the molecules or particles of such a monopolar material, when immersed in water, and thus to pronounced solubility or dispersibility. Monopolar repulsion energies can far outweigh Lifshitz-van der Waals attractions as well as electrostatic and \&quot;steric\&quot; repulsions. In aqueous systems the commonly observed stabilization effects, which usually are ascribed to \&quot;steric\&quot; stabilization, may in many instances be attributed to monopolar repulsion between nonionic stabilizing molecules. The repulsion between monopolar molecules of the same sign can also lead to phase separation in aqueous solutions (or suspensions), where not only two, but multiple phases are possible. Negative interfacial tensions between monopolar surfactants and the brine phase can be the driving force for the formation of microemulsions; such negative interfacial tensions ultimately decay and stabilize at a value very close to zero. Strongly monopolar macromolecules or particles surrounded by oriented water molecules of hydration can still repel each other, albeit to an attenuated degree. This repulsion was earlier perceived as caused by \&quot;hydration pressure\&quot;. A few of the relevant colloid and surface phenomena are reviewed and re-examined in t…&quot;,&quot;author&quot;:[{&quot;dropping-particle&quot;:&quot;&quot;,&quot;family&quot;:&quot;Oss&quot;,&quot;given&quot;:&quot;C. J.&quot;,&quot;non-dropping-particle&quot;:&quot;van&quot;,&quot;parse-names&quot;:false,&quot;suffix&quot;:&quot;&quot;},{&quot;dropping-particle&quot;:&quot;&quot;,&quot;family&quot;:&quot;Chaudhury&quot;,&quot;given&quot;:&quot;M. K.&quot;,&quot;non-dropping-particle&quot;:&quot;&quot;,&quot;parse-names&quot;:false,&quot;suffix&quot;:&quot;&quot;},{&quot;dropping-particle&quot;:&quot;&quot;,&quot;family&quot;:&quot;Good&quot;,&quot;given&quot;:&quot;R. J.&quot;,&quot;non-dropping-particle&quot;:&quot;&quot;,&quot;parse-names&quot;:false,&quot;suffix&quot;:&quot;&quot;}],&quot;container-title&quot;:&quot;Advances in Colloid and Interface Science&quot;,&quot;id&quot;:&quot;ef9d2790-0880-34c0-af13-55b216c6e35d&quot;,&quot;issued&quot;:{&quot;date-parts&quot;:[[&quot;1987&quot;]]},&quot;page&quot;:&quot;35-64&quot;,&quot;title&quot;:&quot;Monopolar surfaces&quot;,&quot;type&quot;:&quot;article-journal&quot;,&quot;volume&quot;:&quot;28&quot;},&quot;uris&quot;:[&quot;http://www.mendeley.com/documents/?uuid=c63eac5c-3ece-40f9-b899-fa3f5fa293fb&quot;,&quot;http://www.mendeley.com/documents/?uuid=7b69cfc6-bfa4-4e3c-893d-3063d3cb108a&quot;],&quot;isTemporary&quot;:false,&quot;legacyDesktopId&quot;:&quot;c63eac5c-3ece-40f9-b899-fa3f5fa293fb&quot;},{&quot;id&quot;:&quot;14889b23-b264-31f5-ada0-9a1ce8ec8a88&quot;,&quot;itemData&quot;:{&quot;author&quot;:[{&quot;dropping-particle&quot;:&quot;&quot;,&quot;family&quot;:&quot;Krevelen&quot;,&quot;given&quot;:&quot;Dirk Willem&quot;,&quot;non-dropping-particle&quot;:&quot;van&quot;,&quot;parse-names&quot;:false,&quot;suffix&quot;:&quot;&quot;},{&quot;dropping-particle&quot;:&quot;&quot;,&quot;family&quot;:&quot;Hoftyzer&quot;,&quot;given&quot;:&quot;&quot;,&quot;non-dropping-particle&quot;:&quot;&quot;,&quot;parse-names&quot;:false,&quot;suffix&quot;:&quot;&quot;}],&quot;edition&quot;:&quot;2nd&quot;,&quot;id&quot;:&quot;14889b23-b264-31f5-ada0-9a1ce8ec8a88&quot;,&quot;issued&quot;:{&quot;date-parts&quot;:[[&quot;1976&quot;]]},&quot;publisher&quot;:&quot;Elsevier&quot;,&quot;publisher-place&quot;:&quot;Amsterdam, The Netherlands&quot;,&quot;title&quot;:&quot;Properties of Polymers: their Estimation and Correlation with Chemical Structure&quot;,&quot;type&quot;:&quot;book&quot;},&quot;uris&quot;:[&quot;http://www.mendeley.com/documents/?uuid=48f76f3e-a631-42ec-aef7-ec3a14bee535&quot;,&quot;http://www.mendeley.com/documents/?uuid=173561c9-c0b4-4e91-aa30-e43a129be2f9&quot;],&quot;isTemporary&quot;:false,&quot;legacyDesktopId&quot;:&quot;48f76f3e-a631-42ec-aef7-ec3a14bee535&quot;}],&quot;properties&quot;:{&quot;noteIndex&quot;:0},&quot;isEdited&quot;:false,&quot;manualOverride&quot;:{&quot;citeprocText&quot;:&quot;[43–45]&quot;,&quot;isManuallyOverriden&quot;:false,&quot;manualOverrideText&quot;:&quot;&quot;},&quot;citationTag&quot;:&quot;MENDELEY_CITATION_v3_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&quot;},{&quot;citationID&quot;:&quot;MENDELEY_CITATION_c12b17d3-7f22-4478-ad9b-823ebccefa10&quot;,&quot;citationItems&quot;:[{&quot;id&quot;:&quot;96981b80-a4b7-3ce0-b65d-dc736d878c82&quot;,&quot;itemData&quot;:{&quot;DOI&quot;:&quot;10.1039/a906992e&quot;,&quot;ISSN&quot;:&quot;14639076&quot;,&quot;abstract&quot;:&quot;In this publication we used a molecular dynamics computer simulation in order to get more detailed insights into the adsorption process of monododecyl pentaethylene glycol (C12E5) surfactants. We investigated the surface between water and air at infinite small surfactant concentrations. Measured in respect to the surface normal vector the average tilt angle of the C12chain was found to be of the order of 67.4°± 18.3°. For the polar pentaethylene glycol chains we observed tilt angles of 78.0°± 8.5°. These results indicate that the molecules are lying nearly flat on the water surface. This observation is in fairly good agreement with neutron reflection experiments of C12E3and also with a previously performed simulation of sodium dodecylsulfate. Additionally, it turned out that the conformations of C12E5surfactant molecules adsorbed at the air/water interface are similar to the molecular arrangements of C12E5in the vacuum phase. This holds, at least, for the regime of infinitely small surfactant concentrations.&quot;,&quot;author&quot;:[{&quot;dropping-particle&quot;:&quot;&quot;,&quot;family&quot;:&quot;Kuhn&quot;,&quot;given&quot;:&quot;Hubert&quot;,&quot;non-dropping-particle&quot;:&quot;&quot;,&quot;parse-names&quot;:false,&quot;suffix&quot;:&quot;&quot;},{&quot;dropping-particle&quot;:&quot;&quot;,&quot;family&quot;:&quot;Rehage&quot;,&quot;given&quot;:&quot;Heinz&quot;,&quot;non-dropping-particle&quot;:&quot;&quot;,&quot;parse-names&quot;:false,&quot;suffix&quot;:&quot;&quot;}],&quot;container-title&quot;:&quot;Physical Chemistry Chemical Physics&quot;,&quot;id&quot;:&quot;96981b80-a4b7-3ce0-b65d-dc736d878c82&quot;,&quot;issued&quot;:{&quot;date-parts&quot;:[[&quot;2000&quot;]]},&quot;page&quot;:&quot;1023-1028&quot;,&quot;title&quot;:&quot;Molecular orientation of monododecyl pentaethylene glycol (C12E5) surfactants at infinite dilution at the air/water interface. A molecular dynamics computer simulation study&quot;,&quot;type&quot;:&quot;article-journal&quot;,&quot;volume&quot;:&quot;2&quot;},&quot;uris&quot;:[&quot;http://www.mendeley.com/documents/?uuid=c39a8a06-6c60-4ded-9224-483e2fa30f0f&quot;,&quot;http://www.mendeley.com/documents/?uuid=82cbe8cc-5730-42b7-a75a-11d10e20a847&quot;],&quot;isTemporary&quot;:false,&quot;legacyDesktopId&quot;:&quot;c39a8a06-6c60-4ded-9224-483e2fa30f0f&quot;}],&quot;properties&quot;:{&quot;noteIndex&quot;:0},&quot;isEdited&quot;:false,&quot;manualOverride&quot;:{&quot;citeprocText&quot;:&quot;[46]&quot;,&quot;isManuallyOverriden&quot;:false,&quot;manualOverrideText&quot;:&quot;&quot;},&quot;citationTag&quot;:&quot;MENDELEY_CITATION_v3_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&quot;},{&quot;citationID&quot;:&quot;MENDELEY_CITATION_81ae5497-3d75-4497-93be-ad5929e58945&quot;,&quot;citationItems&quot;:[{&quot;id&quot;:&quot;67bda55c-7fb3-3748-9436-b98dc6d1f831&quot;,&quot;itemData&quot;:{&quot;abstract&quot;:&quot;Polystyrene (PS)-dioctyl phthalate (DOP) films were prepared by spin coating solutions of a mixture of PS and DOP on Si wafers and characterized by time-of-flight secondary ion mass spectrometry (ToF-SIMS) and X-ray photoelectron spectroscopy (XPS). ToF-SIMS depth profile results showed that DOP mainly segregated to the top 10 nm of the surface of the PS-DOP film as well as to the interface between the film and the substrate. The normalized intensities of the ions corresponding to DOP on the surface increased as the annealing temperature increased and reached a maximum at the annealing temperature of 60°C, and then decreased as the annealing temperature increased. XPS results indicate that the maximum amount of DOP segregated to the top surface of the PS-DOP film can reach to 39 wt% at the annealing temperature of 60°C. In addition, DOP evaporated at 25°C under ultra-high vacuum conditions; hence, ToF-SIMS and XPS analyses need to be carried out at low temperatures (e.g., −40°C).&quot;,&quot;author&quot;:[{&quot;dropping-particle&quot;:&quot;&quot;,&quot;family&quot;:&quot;Xie&quot;,&quot;given&quot;:&quot;Wenjing&quot;,&quot;non-dropping-particle&quot;:&quot;&quot;,&quot;parse-names&quot;:false,&quot;suffix&quot;:&quot;&quot;},{&quot;dropping-particle&quot;:&quot;&quot;,&quot;family&quot;:&quot;Weng&quot;,&quot;given&quot;:&quot;Lu Tao&quot;,&quot;non-dropping-particle&quot;:&quot;&quot;,&quot;parse-names&quot;:false,&quot;suffix&quot;:&quot;&quot;},{&quot;dropping-particle&quot;:&quot;&quot;,&quot;family&quot;:&quot;Yeung&quot;,&quot;given&quot;:&quot;King Lun&quot;,&quot;non-dropping-particle&quot;:&quot;&quot;,&quot;parse-names&quot;:false,&quot;suffix&quot;:&quot;&quot;},{&quot;dropping-particle&quot;:&quot;&quot;,&quot;family&quot;:&quot;Chan&quot;,&quot;given&quot;:&quot;Chi Ming&quot;,&quot;non-dropping-particle&quot;:&quot;&quot;,&quot;parse-names&quot;:false,&quot;suffix&quot;:&quot;&quot;}],&quot;container-title&quot;:&quot;Surface and Interface Analysis&quot;,&quot;id&quot;:&quot;67bda55c-7fb3-3748-9436-b98dc6d1f831&quot;,&quot;issue&quot;:&quot;12-13&quot;,&quot;issued&quot;:{&quot;date-parts&quot;:[[&quot;2018&quot;]]},&quot;page&quot;:&quot;1302-1309&quot;,&quot;title&quot;:&quot;Segregation of dioctyl phthalate to the surface of polystyrene films characterized by ToF-SIMS and XPS&quot;,&quot;type&quot;:&quot;article-journal&quot;,&quot;volume&quot;:&quot;50&quot;},&quot;uris&quot;:[&quot;http://www.mendeley.com/documents/?uuid=23766192-b447-4066-b6ba-2314170d94a1&quot;,&quot;http://www.mendeley.com/documents/?uuid=ad37085f-84ec-4a8c-b853-902543ff43b3&quot;],&quot;isTemporary&quot;:false,&quot;legacyDesktopId&quot;:&quot;23766192-b447-4066-b6ba-2314170d94a1&quot;}],&quot;properties&quot;:{&quot;noteIndex&quot;:0},&quot;isEdited&quot;:false,&quot;manualOverride&quot;:{&quot;citeprocText&quot;:&quot;[47]&quot;,&quot;isManuallyOverriden&quot;:false,&quot;manualOverrideText&quot;:&quot;&quot;},&quot;citationTag&quot;:&quot;MENDELEY_CITATION_v3_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&quot;},{&quot;citationID&quot;:&quot;MENDELEY_CITATION_eddea66f-65b6-45c6-9dcd-119d332707a4&quot;,&quot;citationItems&quot;:[{&quot;id&quot;:&quot;4d0f4b99-187d-3950-8e71-25571a8eb32e&quot;,&quot;itemData&quot;:{&quot;DOI&quot;:&quot;10.1080/01932699708943747&quot;,&quot;ISSN&quot;:&quot;01932691&quot;,&quot;abstract&quot;:&quot;The effects of protein addition (lysozyme and bovine serum albumin) on surface tension reduction and cloud point of a surfactant (Pentaethyleneglycol Mono n-Dodecyl Ether (C12E5)) were studied. The minimum surface tension was in all cases 27 mN/m but was reached at a higher surfactant concentration for the BSA/ C12E5 solution than for the pure surfactant or the lysozyme/surfactant mixture, indicating that C12E5 binds to BSA but not to lysozyme. It was estimated that BSA bound four to five molecules of C12E5. Only BSA seemed to have any large effect on the cloud point of the surfactant and above a certain critical protein to surfactant ratio the clouding is totally suppressed. The results implies that the presence of protein influences the clouding only if surfactant binds to the protein.&quot;,&quot;author&quot;:[{&quot;dropping-particle&quot;:&quot;&quot;,&quot;family&quot;:&quot;Wahlgren&quot;,&quot;given&quot;:&quot;Marie&quot;,&quot;non-dropping-particle&quot;:&quot;&quot;,&quot;parse-names&quot;:false,&quot;suffix&quot;:&quot;&quot;},{&quot;dropping-particle&quot;:&quot;&quot;,&quot;family&quot;:&quot;Kedström&quot;,&quot;given&quot;:&quot;Jenny&quot;,&quot;non-dropping-particle&quot;:&quot;&quot;,&quot;parse-names&quot;:false,&quot;suffix&quot;:&quot;&quot;},{&quot;dropping-particle&quot;:&quot;&quot;,&quot;family&quot;:&quot;Arnebrant&quot;,&quot;given&quot;:&quot;Thomas&quot;,&quot;non-dropping-particle&quot;:&quot;&quot;,&quot;parse-names&quot;:false,&quot;suffix&quot;:&quot;&quot;}],&quot;container-title&quot;:&quot;Journal of Dispersion Science and Technology&quot;,&quot;id&quot;:&quot;4d0f4b99-187d-3950-8e71-25571a8eb32e&quot;,&quot;issue&quot;:&quot;4&quot;,&quot;issued&quot;:{&quot;date-parts&quot;:[[&quot;1997&quot;]]},&quot;page&quot;:&quot;449-458&quot;,&quot;title&quot;:&quot;The interactions in solution between nonionic surfactants and globular proteins: Effects on cloud point&quot;,&quot;type&quot;:&quot;article-journal&quot;,&quot;volume&quot;:&quot;18&quot;},&quot;uris&quot;:[&quot;http://www.mendeley.com/documents/?uuid=bf0a923c-1785-4d1d-87b8-10cc2757d24c&quot;,&quot;http://www.mendeley.com/documents/?uuid=d20262c6-9c0e-4955-ae81-43a4704680e3&quot;],&quot;isTemporary&quot;:false,&quot;legacyDesktopId&quot;:&quot;bf0a923c-1785-4d1d-87b8-10cc2757d24c&quot;}],&quot;properties&quot;:{&quot;noteIndex&quot;:0},&quot;isEdited&quot;:false,&quot;manualOverride&quot;:{&quot;citeprocText&quot;:&quot;[48]&quot;,&quot;isManuallyOverriden&quot;:false,&quot;manualOverrideText&quot;:&quot;&quot;},&quot;citationTag&quot;:&quot;MENDELEY_CITATION_v3_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&quot;},{&quot;citationID&quot;:&quot;MENDELEY_CITATION_a019e90d-725a-4603-8d01-72c57edaa38c&quot;,&quot;citationItems&quot;:[{&quot;id&quot;:&quot;b85eab97-e382-3e79-a02e-7ee60ebcee48&quot;,&quot;itemData&quot;:{&quot;DOI&quot;:&quot;10.1063/1.2483389&quot;,&quot;ISSN&quot;:&quot;00219606&quot;,&quot;PMID&quot;:&quot;17302467&quot;,&quot;abstract&quot;:&quot;For the very first time, atomic force microscope images of lamellar phases were observed combined with a freeze fracture technique that does not involve the use of replicas. Samples are rapidly frozen, fractured, and scanned directly with atomic force microscopy, at liquid nitrogen temperature and in high vacuum. This procedure can be used to investigate micro-structured liquids. The lamellar phases in Sodium bis(2-ethylhexyl) sulfosuccinate (AOT)/water and in C12 E5 /water systems were used to asses this new technique. Our observations were compared with x-ray diffraction measurements and with other freeze fracture methods reported in the literature. Our results show that this technique is useful to image lyotropic lamellar phases and the estimated repeat distances for lamellar periodicity are consistent with those obtained by x-ray diffraction. © 2007 American Institute of Physics.&quot;,&quot;author&quot;:[{&quot;dropping-particle&quot;:&quot;&quot;,&quot;family&quot;:&quot;Garza&quot;,&quot;given&quot;:&quot;C.&quot;,&quot;non-dropping-particle&quot;:&quot;&quot;,&quot;parse-names&quot;:false,&quot;suffix&quot;:&quot;&quot;},{&quot;dropping-particle&quot;:&quot;&quot;,&quot;family&quot;:&quot;Thieghi&quot;,&quot;given&quot;:&quot;L. T.&quot;,&quot;non-dropping-particle&quot;:&quot;&quot;,&quot;parse-names&quot;:false,&quot;suffix&quot;:&quot;&quot;},{&quot;dropping-particle&quot;:&quot;&quot;,&quot;family&quot;:&quot;Castillo&quot;,&quot;given&quot;:&quot;R.&quot;,&quot;non-dropping-particle&quot;:&quot;&quot;,&quot;parse-names&quot;:false,&quot;suffix&quot;:&quot;&quot;}],&quot;container-title&quot;:&quot;Journal of Chemical Physics&quot;,&quot;id&quot;:&quot;b85eab97-e382-3e79-a02e-7ee60ebcee48&quot;,&quot;issued&quot;:{&quot;date-parts&quot;:[[&quot;2007&quot;]]},&quot;page&quot;:&quot;051106&quot;,&quot;title&quot;:&quot;Atomic force microscopy images of lyotropic lamellar phases&quot;,&quot;type&quot;:&quot;article-journal&quot;,&quot;volume&quot;:&quot;126&quot;},&quot;uris&quot;:[&quot;http://www.mendeley.com/documents/?uuid=74f16da2-5dcf-4d4a-9faa-74cfff23a507&quot;,&quot;http://www.mendeley.com/documents/?uuid=0b06f438-7462-46c0-94b5-8586a4e79e16&quot;],&quot;isTemporary&quot;:false,&quot;legacyDesktopId&quot;:&quot;74f16da2-5dcf-4d4a-9faa-74cfff23a507&quot;}],&quot;properties&quot;:{&quot;noteIndex&quot;:0},&quot;isEdited&quot;:false,&quot;manualOverride&quot;:{&quot;citeprocText&quot;:&quot;[49]&quot;,&quot;isManuallyOverriden&quot;:false,&quot;manualOverrideText&quot;:&quot;&quot;},&quot;citationTag&quot;:&quot;MENDELEY_CITATION_v3_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&quot;},{&quot;citationID&quot;:&quot;MENDELEY_CITATION_3279e977-4758-4d0e-94c7-7a18977a6093&quot;,&quot;citationItems&quot;:[{&quot;id&quot;:&quot;1995ca48-c8c1-3bbe-a04c-688fac836eb3&quot;,&quot;itemData&quot;:{&quot;DOI&quot;:&quot;10.1021/la000103v&quot;,&quot;ISSN&quot;:&quot;0743-7463&quot;,&quot;abstract&quot;:&quot;Atomic force microscopy (AFM) was used to study the aggregation structure and kinetics of nonionic surfactant penta(oxyethylene) dodecyl ether (C12E5) on mica as a function of temperature. Surface forces and topographical images of surfactant aggregates at the liquid/solid interface were captured in the vicinity of 21 °C. The surfactant molecular aggregates were imaged by choosing an imaging force in the steric repulsion region so that the AFM tip was just outside the surface of the aggregates. At below 21 °C, C12E5 adsorbed as fragments of tens of nanometers in size. The fragments consist of 1-2 nm thick strongly adsorbed species and weakly adsorbed species extending as far as 15 nm from the substrate surface. The fragments gradually increased in number and attached to each other to form clusters connected in one dimension (strings) and two dimensions (networks). With increasing surface coverage, the surface force changed from a purely attractive one to one showing a repulsive force barrier. At above 21 °C, a smooth and continuous layer structure formed instantaneously. Scan damage in the form of ever-expanding holes was observed in the surfactant layers. The force versus distance profiles suggest continuous bilayers formed on both mica and AFM tip with a thickness of 4 nm. The abrupt changes in the aggregate structure and adsorption rate point to a phase transition at the surfaces, which originates from the temperature-induced dehydration of the headgroup as in the cloud point phenomenon. This correlation was also supported by the evidence that the adsorption of C12E5 was suppressed by the addition of a salting-in compound, sodium perchlorate.&quot;,&quot;author&quot;:[{&quot;dropping-particle&quot;:&quot;&quot;,&quot;family&quot;:&quot;Dong&quot;,&quot;given&quot;:&quot;Jinping&quot;,&quot;non-dropping-particle&quot;:&quot;&quot;,&quot;parse-names&quot;:false,&quot;suffix&quot;:&quot;&quot;},{&quot;dropping-particle&quot;:&quot;&quot;,&quot;family&quot;:&quot;Mao&quot;,&quot;given&quot;:&quot;Guangzhao&quot;,&quot;non-dropping-particle&quot;:&quot;&quot;,&quot;parse-names&quot;:false,&quot;suffix&quot;:&quot;&quot;}],&quot;container-title&quot;:&quot;Langmuir&quot;,&quot;id&quot;:&quot;1995ca48-c8c1-3bbe-a04c-688fac836eb3&quot;,&quot;issue&quot;:&quot;16&quot;,&quot;issued&quot;:{&quot;date-parts&quot;:[[&quot;2000&quot;,&quot;8&quot;]]},&quot;page&quot;:&quot;6641-6647&quot;,&quot;title&quot;:&quot;Direct Study of C 12 E 5 Aggregation on Mica by Atomic Force Microscopy Imaging and Force Measurements&quot;,&quot;type&quot;:&quot;article-journal&quot;,&quot;volume&quot;:&quot;16&quot;},&quot;uris&quot;:[&quot;http://www.mendeley.com/documents/?uuid=e44a800c-62a3-4c28-9550-e2330a29b3a8&quot;,&quot;http://www.mendeley.com/documents/?uuid=fca3db4b-7221-4e80-8fa4-38e4709e3ced&quot;],&quot;isTemporary&quot;:false,&quot;legacyDesktopId&quot;:&quot;e44a800c-62a3-4c28-9550-e2330a29b3a8&quot;}],&quot;properties&quot;:{&quot;noteIndex&quot;:0},&quot;isEdited&quot;:false,&quot;manualOverride&quot;:{&quot;citeprocText&quot;:&quot;[50]&quot;,&quot;isManuallyOverriden&quot;:false,&quot;manualOverrideText&quot;:&quot;&quot;},&quot;citationTag&quot;:&quot;MENDELEY_CITATION_v3_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&quot;},{&quot;citationID&quot;:&quot;MENDELEY_CITATION_a75660ef-f79b-4200-b529-b892fee54bf8&quot;,&quot;citationItems&quot;:[{&quot;id&quot;:&quot;781b832b-0dbf-5f05-a5fd-2919c4b46f81&quot;,&quot;itemData&quot;:{&quot;abstract&quot;:&quot;Polystyrene (PS)-dioctyl phthalate (DOP) films were prepared by spin coating solutions of a mixture of PS and DOP on Si wafers and characterized by time-of-flight secondary ion mass spectrometry (ToF-SIMS) and X-ray photoelectron spectroscopy (XPS). ToF-SIMS depth profile results showed that DOP mainly segregated to the top 10 nm of the surface of the PS-DOP film as well as to the interface between the film and the substrate. The normalized intensities of the ions corresponding to DOP on the surface increased as the annealing temperature increased and reached a maximum at the annealing temperature of 60°C, and then decreased as the annealing temperature increased. XPS results indicate that the maximum amount of DOP segregated to the top surface of the PS-DOP film can reach to 39 wt% at the annealing temperature of 60°C. In addition, DOP evaporated at 25°C under ultra-high vacuum conditions; hence, ToF-SIMS and XPS analyses need to be carried out at low temperatures (e.g., −40°C).&quot;,&quot;author&quot;:[{&quot;dropping-particle&quot;:&quot;&quot;,&quot;family&quot;:&quot;Xie&quot;,&quot;given&quot;:&quot;Wenjing&quot;,&quot;non-dropping-particle&quot;:&quot;&quot;,&quot;parse-names&quot;:false,&quot;suffix&quot;:&quot;&quot;},{&quot;dropping-particle&quot;:&quot;&quot;,&quot;family&quot;:&quot;Weng&quot;,&quot;given&quot;:&quot;Lu Tao&quot;,&quot;non-dropping-particle&quot;:&quot;&quot;,&quot;parse-names&quot;:false,&quot;suffix&quot;:&quot;&quot;},{&quot;dropping-particle&quot;:&quot;&quot;,&quot;family&quot;:&quot;Yeung&quot;,&quot;given&quot;:&quot;King Lun&quot;,&quot;non-dropping-particle&quot;:&quot;&quot;,&quot;parse-names&quot;:false,&quot;suffix&quot;:&quot;&quot;},{&quot;dropping-particle&quot;:&quot;&quot;,&quot;family&quot;:&quot;Chan&quot;,&quot;given&quot;:&quot;Chi Ming&quot;,&quot;non-dropping-particle&quot;:&quot;&quot;,&quot;parse-names&quot;:false,&quot;suffix&quot;:&quot;&quot;}],&quot;container-title&quot;:&quot;Surface and Interface Analysis&quot;,&quot;id&quot;:&quot;781b832b-0dbf-5f05-a5fd-2919c4b46f81&quot;,&quot;issue&quot;:&quot;12-13&quot;,&quot;issued&quot;:{&quot;date-parts&quot;:[[&quot;2018&quot;]]},&quot;page&quot;:&quot;1302-1309&quot;,&quot;title&quot;:&quot;Segregation of dioctyl phthalate to the surface of polystyrene films characterized by ToF-SIMS and XPS&quot;,&quot;type&quot;:&quot;article-journal&quot;,&quot;volume&quot;:&quot;50&quot;},&quot;uris&quot;:[&quot;http://www.mendeley.com/documents/?uuid=ad37085f-84ec-4a8c-b853-902543ff43b3&quot;,&quot;http://www.mendeley.com/documents/?uuid=23766192-b447-4066-b6ba-2314170d94a1&quot;],&quot;isTemporary&quot;:false,&quot;legacyDesktopId&quot;:&quot;ad37085f-84ec-4a8c-b853-902543ff43b3&quot;},{&quot;id&quot;:&quot;11ef2e47-963b-5b47-881c-4ea93ea07239&quot;,&quot;itemData&quot;:{&quot;DOI&quot;:&quot;10.1039/C7SM00048K&quot;,&quot;ISSN&quot;:&quot;1744-683X&quot;,&quot;abstract&quot;:&quot;Compatibility between oligomers and polymers was systematically assessed using differential scanning calorimetry (DSC) and was correlated with similarity in saturation and solubility parameter. These measurements enabled validation of detailed volume of mixing calculations using Statistical Association Fluid Theory (SAFT-γ Mie) and molecular dynamics (MD) simulations, which can be used to predict behaviour beyond the experimentally accessible conditions. These simulations confirmed that squalane is somewhat more compatible with poly(isoprene), “PI” than poly(butadiene), “PB”, and further enabled prediction of the temperature dependence of compatibility. Surface and interfacial segregation of a series of deuterated oligomers was quantified in rubbery polymer films: PI, PB and hydrogenated poly(isoprene) “hPI”. A striking correlation was established between surface wetting transition and mixtures of low compatibility, such as oligo-dIB in PB or PI. Segregation was quantified normal to the surface by ion beam analysis and neutron reflectometry and in some cases lateral segregation was observable by AFM. While surface segregation is driven by disparity in molecular weight in highly compatible systems this trend reverses as critical point is approached, and surface segregation increases with increasing oligomer molecular weight.&quot;,&quot;author&quot;:[{&quot;dropping-particle&quot;:&quot;&quot;,&quot;family&quot;:&quot;Sabattié&quot;,&quot;given&quot;:&quot;Elise F. D.&quot;,&quot;non-dropping-particle&quot;:&quot;&quot;,&quot;parse-names&quot;:false,&quot;suffix&quot;:&quot;&quot;},{&quot;dropping-particle&quot;:&quot;&quot;,&quot;family&quot;:&quot;Tasche&quot;,&quot;given&quot;:&quot;Jos&quot;,&quot;non-dropping-particle&quot;:&quot;&quot;,&quot;parse-names&quot;:false,&quot;suffix&quot;:&quot;&quot;},{&quot;dropping-particle&quot;:&quot;&quot;,&quot;family&quot;:&quot;Wilson&quot;,&quot;given&quot;:&quot;Mark R.&quot;,&quot;non-dropping-particle&quot;:&quot;&quot;,&quot;parse-names&quot;:false,&quot;suffix&quot;:&quot;&quot;},{&quot;dropping-particle&quot;:&quot;&quot;,&quot;family&quot;:&quot;Skoda&quot;,&quot;given&quot;:&quot;Maximilian W. A.&quot;,&quot;non-dropping-particle&quot;:&quot;&quot;,&quot;parse-names&quot;:false,&quot;suffix&quot;:&quot;&quot;},{&quot;dropping-particle&quot;:&quot;&quot;,&quot;family&quot;:&quot;Hughes&quot;,&quot;given&quot;:&quot;Arwel&quot;,&quot;non-dropping-particle&quot;:&quot;&quot;,&quot;parse-names&quot;:false,&quot;suffix&quot;:&quot;&quot;},{&quot;dropping-particle&quot;:&quot;&quot;,&quot;family&quot;:&quot;Lindner&quot;,&quot;given&quot;:&quot;Torsten&quot;,&quot;non-dropping-particle&quot;:&quot;&quot;,&quot;parse-names&quot;:false,&quot;suffix&quot;:&quot;&quot;},{&quot;dropping-particle&quot;:&quot;&quot;,&quot;family&quot;:&quot;Thompson&quot;,&quot;given&quot;:&quot;Richard L.&quot;,&quot;non-dropping-particle&quot;:&quot;&quot;,&quot;parse-names&quot;:false,&quot;suffix&quot;:&quot;&quot;}],&quot;container-title&quot;:&quot;Soft Matter&quot;,&quot;id&quot;:&quot;11ef2e47-963b-5b47-881c-4ea93ea07239&quot;,&quot;issue&quot;:&quot;19&quot;,&quot;issued&quot;:{&quot;date-parts&quot;:[[&quot;2017&quot;]]},&quot;page&quot;:&quot;3580-3591&quot;,&quot;title&quot;:&quot;Predicting oligomer/polymer compatibility and the impact on nanoscale segregation in thin films&quot;,&quot;type&quot;:&quot;article-journal&quot;,&quot;volume&quot;:&quot;13&quot;},&quot;uris&quot;:[&quot;http://www.mendeley.com/documents/?uuid=37a9b687-c8ce-4049-9fb9-752ebab59e9f&quot;,&quot;http://www.mendeley.com/documents/?uuid=44e13ef1-cb67-4e7c-b88a-b6cf6ee384cc&quot;,&quot;http://www.mendeley.com/documents/?uuid=68dbd1c1-bcdf-479d-bc1b-b66dbb7cd3f5&quot;],&quot;isTemporary&quot;:false,&quot;legacyDesktopId&quot;:&quot;37a9b687-c8ce-4049-9fb9-752ebab59e9f&quot;}],&quot;properties&quot;:{&quot;noteIndex&quot;:0},&quot;isEdited&quot;:false,&quot;manualOverride&quot;:{&quot;citeprocText&quot;:&quot;[51,52]&quot;,&quot;isManuallyOverriden&quot;:false,&quot;manualOverrideText&quot;:&quot;&quot;},&quot;citationTag&quot;:&quot;MENDELEY_CITATION_v3_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&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7D744BB650524E8B2C9DD1CC5BA148" ma:contentTypeVersion="14" ma:contentTypeDescription="Create a new document." ma:contentTypeScope="" ma:versionID="554cbd73e75c58a7a96364846d2e7921">
  <xsd:schema xmlns:xsd="http://www.w3.org/2001/XMLSchema" xmlns:xs="http://www.w3.org/2001/XMLSchema" xmlns:p="http://schemas.microsoft.com/office/2006/metadata/properties" xmlns:ns3="64ec14e0-7541-42b0-8f5d-9d3aa80f55ed" xmlns:ns4="01e520da-bba9-4c63-9fc4-90e7ed2eb0d6" targetNamespace="http://schemas.microsoft.com/office/2006/metadata/properties" ma:root="true" ma:fieldsID="a808b62e92fd271511c6899175168feb" ns3:_="" ns4:_="">
    <xsd:import namespace="64ec14e0-7541-42b0-8f5d-9d3aa80f55ed"/>
    <xsd:import namespace="01e520da-bba9-4c63-9fc4-90e7ed2eb0d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c14e0-7541-42b0-8f5d-9d3aa80f55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e520da-bba9-4c63-9fc4-90e7ed2eb0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9B82C-B292-4D73-B132-E5EB1F4F1FB8}">
  <ds:schemaRefs>
    <ds:schemaRef ds:uri="http://purl.org/dc/elements/1.1/"/>
    <ds:schemaRef ds:uri="http://schemas.microsoft.com/office/2006/metadata/properties"/>
    <ds:schemaRef ds:uri="64ec14e0-7541-42b0-8f5d-9d3aa80f55e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1e520da-bba9-4c63-9fc4-90e7ed2eb0d6"/>
    <ds:schemaRef ds:uri="http://www.w3.org/XML/1998/namespace"/>
    <ds:schemaRef ds:uri="http://purl.org/dc/dcmitype/"/>
  </ds:schemaRefs>
</ds:datastoreItem>
</file>

<file path=customXml/itemProps2.xml><?xml version="1.0" encoding="utf-8"?>
<ds:datastoreItem xmlns:ds="http://schemas.openxmlformats.org/officeDocument/2006/customXml" ds:itemID="{B6E662FF-0DDC-4068-B708-0EBE5E8AD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c14e0-7541-42b0-8f5d-9d3aa80f55ed"/>
    <ds:schemaRef ds:uri="01e520da-bba9-4c63-9fc4-90e7ed2eb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3503ED-E2FB-4BA5-9E94-3444E1B558F5}">
  <ds:schemaRefs>
    <ds:schemaRef ds:uri="http://schemas.microsoft.com/sharepoint/v3/contenttype/forms"/>
  </ds:schemaRefs>
</ds:datastoreItem>
</file>

<file path=customXml/itemProps4.xml><?xml version="1.0" encoding="utf-8"?>
<ds:datastoreItem xmlns:ds="http://schemas.openxmlformats.org/officeDocument/2006/customXml" ds:itemID="{BBFF3D5C-C675-4834-B983-8D6BBDD07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polymers-template.dot</Template>
  <TotalTime>1</TotalTime>
  <Pages>6</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dch1rlt</dc:creator>
  <cp:keywords/>
  <dc:description/>
  <cp:lastModifiedBy>THOMPSON, RICHARD L.</cp:lastModifiedBy>
  <cp:revision>2</cp:revision>
  <dcterms:created xsi:type="dcterms:W3CDTF">2021-09-13T22:34:00Z</dcterms:created>
  <dcterms:modified xsi:type="dcterms:W3CDTF">2021-09-13T22:34:00Z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0x010100717D744BB650524E8B2C9DD1CC5BA148</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http://www.zotero.org/styles/polymers</vt:lpwstr>
  </property>
  <property fmtid="{D5CDD505-2E9C-101B-9397-08002B2CF9AE}" pid="22" name="Mendeley Recent Style Name 9_1">
    <vt:lpwstr>Polymers</vt:lpwstr>
  </property>
  <property fmtid="{D5CDD505-2E9C-101B-9397-08002B2CF9AE}" pid="23" name="Mendeley Document_1">
    <vt:lpwstr>True</vt:lpwstr>
  </property>
  <property fmtid="{D5CDD505-2E9C-101B-9397-08002B2CF9AE}" pid="24" name="Mendeley Citation Style_1">
    <vt:lpwstr>http://www.zotero.org/styles/polymers</vt:lpwstr>
  </property>
  <property fmtid="{D5CDD505-2E9C-101B-9397-08002B2CF9AE}" pid="25" name="Mendeley Unique User Id_1">
    <vt:lpwstr>0e710f4f-0931-35a0-af2e-6ded7bfa39f2</vt:lpwstr>
  </property>
</Properties>
</file>